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44642C3" w14:textId="33E57D86" w:rsidR="009C1393" w:rsidRPr="00B62BA1" w:rsidRDefault="005017FB" w:rsidP="005017FB">
      <w:pPr>
        <w:pStyle w:val="CoverHeadline"/>
        <w:spacing w:after="360"/>
        <w:rPr>
          <w:color w:val="E3032E" w:themeColor="accent1"/>
        </w:rPr>
      </w:pPr>
      <w:bookmarkStart w:id="0" w:name="_Toc505700281"/>
      <w:bookmarkStart w:id="1" w:name="_Toc505700496"/>
      <w:bookmarkStart w:id="2" w:name="_Toc19114087"/>
      <w:r w:rsidRPr="00B62BA1">
        <w:rPr>
          <w:color w:val="E3032E" w:themeColor="accent1"/>
        </w:rPr>
        <w:t>ZwiscHenbericht/</w:t>
      </w:r>
      <w:r w:rsidR="00574441" w:rsidRPr="00B62BA1">
        <w:rPr>
          <w:color w:val="E3032E" w:themeColor="accent1"/>
        </w:rPr>
        <w:t>Endbericht</w:t>
      </w:r>
    </w:p>
    <w:p w14:paraId="767C2ACC" w14:textId="253DB4D3" w:rsidR="009C1393" w:rsidRPr="00683F29" w:rsidRDefault="006560EE" w:rsidP="00355FC6">
      <w:pPr>
        <w:pStyle w:val="Flietext"/>
      </w:pPr>
      <w:r w:rsidRPr="00F37080">
        <w:rPr>
          <w:b/>
          <w:color w:val="auto"/>
        </w:rPr>
        <w:t>Projektnummer</w:t>
      </w:r>
      <w:r w:rsidR="00F37080">
        <w:rPr>
          <w:b/>
          <w:color w:val="auto"/>
        </w:rPr>
        <w:t xml:space="preserve"> oder Projekttitel:</w:t>
      </w:r>
      <w:r w:rsidR="002319BA" w:rsidRPr="00F37080">
        <w:rPr>
          <w:b/>
          <w:color w:val="auto"/>
        </w:rPr>
        <w:t xml:space="preserve"> </w:t>
      </w:r>
      <w:sdt>
        <w:sdtPr>
          <w:alias w:val="Projektnummer oder Projekttitel eingeben"/>
          <w:tag w:val="Projektnummer oder Projekttitel eingeben"/>
          <w:id w:val="-1436516021"/>
          <w:placeholder>
            <w:docPart w:val="D17CFC1CAF33479FAF034A1B2BE859FD"/>
          </w:placeholder>
          <w:showingPlcHdr/>
        </w:sdtPr>
        <w:sdtEndPr/>
        <w:sdtContent>
          <w:r w:rsidR="00683F29" w:rsidRPr="00B01642">
            <w:rPr>
              <w:rStyle w:val="Platzhaltertext"/>
            </w:rPr>
            <w:t>Klicken oder tippen Sie hier, um Text einzugeben.</w:t>
          </w:r>
        </w:sdtContent>
      </w:sdt>
    </w:p>
    <w:p w14:paraId="3EEC7DDD" w14:textId="53134EEB" w:rsidR="00912E47" w:rsidRPr="00683F29" w:rsidRDefault="00912E47">
      <w:pPr>
        <w:pStyle w:val="Flietext"/>
      </w:pPr>
      <w:r>
        <w:rPr>
          <w:b/>
        </w:rPr>
        <w:t xml:space="preserve">Berichtszeitraum: </w:t>
      </w:r>
      <w:sdt>
        <w:sdtPr>
          <w:alias w:val="Berichtszeitraum eingeben"/>
          <w:tag w:val="Berichtszeitraum eingeben"/>
          <w:id w:val="222413350"/>
          <w:placeholder>
            <w:docPart w:val="E2B8F8DB26364708BB7B98D45040EEB2"/>
          </w:placeholder>
          <w:showingPlcHdr/>
        </w:sdtPr>
        <w:sdtEndPr/>
        <w:sdtContent>
          <w:r w:rsidR="00683F29" w:rsidRPr="00B01642">
            <w:rPr>
              <w:rStyle w:val="Platzhaltertext"/>
            </w:rPr>
            <w:t>Klicken oder tippen Sie hier, um Text einzugeben.</w:t>
          </w:r>
        </w:sdtContent>
      </w:sdt>
    </w:p>
    <w:p w14:paraId="25E93BF9" w14:textId="087C181C" w:rsidR="00683F29" w:rsidRPr="009E1402" w:rsidRDefault="009E1402" w:rsidP="00683F29">
      <w:pPr>
        <w:rPr>
          <w:color w:val="306895" w:themeColor="accent2" w:themeShade="BF"/>
        </w:rPr>
      </w:pPr>
      <w:r>
        <w:br/>
      </w:r>
      <w:r w:rsidR="00683F29" w:rsidRPr="009E1402">
        <w:rPr>
          <w:color w:val="306895" w:themeColor="accent2" w:themeShade="BF"/>
        </w:rPr>
        <w:t>Richtwert fü</w:t>
      </w:r>
      <w:r w:rsidR="0037088B" w:rsidRPr="009E1402">
        <w:rPr>
          <w:color w:val="306895" w:themeColor="accent2" w:themeShade="BF"/>
        </w:rPr>
        <w:t>r den Umfang: &lt;</w:t>
      </w:r>
      <w:r w:rsidR="00600D24" w:rsidRPr="009E1402">
        <w:rPr>
          <w:color w:val="306895" w:themeColor="accent2" w:themeShade="BF"/>
        </w:rPr>
        <w:t>10 bis 20 Seiten&gt;</w:t>
      </w:r>
    </w:p>
    <w:p w14:paraId="45E1AE19" w14:textId="77777777" w:rsidR="003D0BCE" w:rsidRPr="009E1402" w:rsidRDefault="003D0BCE" w:rsidP="003D0BCE">
      <w:pPr>
        <w:pStyle w:val="blauerInfotext"/>
        <w:rPr>
          <w:rFonts w:asciiTheme="minorHAnsi" w:eastAsiaTheme="minorHAnsi" w:hAnsiTheme="minorHAnsi" w:cs="Times New Roman (Textkörper CS)"/>
          <w:color w:val="306895" w:themeColor="accent2" w:themeShade="BF"/>
          <w:spacing w:val="4"/>
          <w:sz w:val="22"/>
          <w:szCs w:val="24"/>
          <w:lang w:eastAsia="en-US"/>
        </w:rPr>
      </w:pPr>
      <w:r w:rsidRPr="009E1402">
        <w:rPr>
          <w:rFonts w:asciiTheme="minorHAnsi" w:eastAsiaTheme="minorHAnsi" w:hAnsiTheme="minorHAnsi" w:cs="Times New Roman (Textkörper CS)"/>
          <w:color w:val="306895" w:themeColor="accent2" w:themeShade="BF"/>
          <w:spacing w:val="4"/>
          <w:sz w:val="22"/>
          <w:szCs w:val="24"/>
          <w:lang w:eastAsia="en-US"/>
        </w:rPr>
        <w:t>Bitte löschen Sie die vorgegebenen Fragen (in schwarzer Schrift) nicht, die in blauer Schrift angeführten Hinweise sind zu beachten und können gelöscht werden.</w:t>
      </w:r>
    </w:p>
    <w:bookmarkEnd w:id="0"/>
    <w:bookmarkEnd w:id="1"/>
    <w:bookmarkEnd w:id="2"/>
    <w:p w14:paraId="24624A39" w14:textId="567369BA" w:rsidR="00096848" w:rsidRDefault="00683F29" w:rsidP="009C1F04">
      <w:pPr>
        <w:pStyle w:val="berschrift1"/>
      </w:pPr>
      <w:r w:rsidRPr="00B31331">
        <w:t>Ziele und Ergebnisse</w:t>
      </w:r>
    </w:p>
    <w:p w14:paraId="031EB7FB" w14:textId="77777777" w:rsidR="00355FC6" w:rsidRPr="00B31331" w:rsidRDefault="00355FC6" w:rsidP="00355FC6">
      <w:pPr>
        <w:pStyle w:val="berschrift2"/>
        <w:spacing w:line="270" w:lineRule="atLeast"/>
        <w:ind w:left="0" w:firstLine="0"/>
      </w:pPr>
      <w:r>
        <w:t>Zielerreichung und Highlights</w:t>
      </w:r>
    </w:p>
    <w:p w14:paraId="28A5A553" w14:textId="6F71DE60" w:rsidR="003D0BCE" w:rsidRPr="009E1402" w:rsidRDefault="003D0BCE" w:rsidP="009E1402">
      <w:pPr>
        <w:pStyle w:val="Listenabsatz"/>
        <w:numPr>
          <w:ilvl w:val="0"/>
          <w:numId w:val="44"/>
        </w:numPr>
        <w:rPr>
          <w:color w:val="306895" w:themeColor="accent2" w:themeShade="BF"/>
        </w:rPr>
      </w:pPr>
      <w:r w:rsidRPr="009E1402">
        <w:t xml:space="preserve">Gab es wesentliche Änderungen gegenüber dem genehmigten Gesamtforschungsprogramm? </w:t>
      </w:r>
      <w:r w:rsidR="009267FB">
        <w:br/>
      </w:r>
      <w:r w:rsidRPr="009E1402">
        <w:rPr>
          <w:color w:val="306895" w:themeColor="accent2" w:themeShade="BF"/>
        </w:rPr>
        <w:t>Begründen Sie etwaige Abweichungen und Änderungen gegenüber dem genehmigten Forschungsprogramm.</w:t>
      </w:r>
    </w:p>
    <w:p w14:paraId="1DC4FB25" w14:textId="19181951" w:rsidR="00604FFC" w:rsidRDefault="00600D24" w:rsidP="00604FFC">
      <w:pPr>
        <w:pStyle w:val="Listenabsatz"/>
        <w:numPr>
          <w:ilvl w:val="0"/>
          <w:numId w:val="44"/>
        </w:numPr>
        <w:rPr>
          <w:color w:val="auto"/>
        </w:rPr>
      </w:pPr>
      <w:r w:rsidRPr="00B02C7A">
        <w:t>Vergleichen Sie die Ziele mit den erreichten Ergebnissen.</w:t>
      </w:r>
      <w:r w:rsidR="0002706B">
        <w:t xml:space="preserve"> </w:t>
      </w:r>
    </w:p>
    <w:p w14:paraId="4891696B" w14:textId="35DA2ED8" w:rsidR="00604FFC" w:rsidRPr="00604FFC" w:rsidRDefault="00604FFC" w:rsidP="00604FFC">
      <w:pPr>
        <w:pStyle w:val="Listenabsatz"/>
        <w:numPr>
          <w:ilvl w:val="0"/>
          <w:numId w:val="44"/>
        </w:numPr>
      </w:pPr>
      <w:r w:rsidRPr="00B02C7A">
        <w:t>Beschreiben Sie Highlights und Probleme bei der Zielerreichung.</w:t>
      </w:r>
    </w:p>
    <w:p w14:paraId="46CAA8BF" w14:textId="0AE8BDC6" w:rsidR="001938F0" w:rsidRPr="00604FFC" w:rsidRDefault="009E1402" w:rsidP="00604FFC">
      <w:pPr>
        <w:rPr>
          <w:color w:val="auto"/>
        </w:rPr>
      </w:pPr>
      <w:r w:rsidRPr="00604FFC">
        <w:rPr>
          <w:b/>
        </w:rPr>
        <w:t>Zwischenbericht:</w:t>
      </w:r>
      <w:r w:rsidRPr="009E1402">
        <w:t xml:space="preserve"> </w:t>
      </w:r>
    </w:p>
    <w:p w14:paraId="38686CE2" w14:textId="5DEF2BD2" w:rsidR="009E1402" w:rsidRPr="009E1402" w:rsidRDefault="009E1402" w:rsidP="009E1402">
      <w:pPr>
        <w:pStyle w:val="Listenabsatz"/>
        <w:numPr>
          <w:ilvl w:val="0"/>
          <w:numId w:val="44"/>
        </w:numPr>
        <w:rPr>
          <w:color w:val="306895" w:themeColor="accent2" w:themeShade="BF"/>
        </w:rPr>
      </w:pPr>
      <w:r w:rsidRPr="009E1402">
        <w:t xml:space="preserve">Sind die dem Förderungsvertrag zugrundeliegenden Ziele noch aktuell bzw. realistisch? </w:t>
      </w:r>
      <w:r w:rsidR="009267FB">
        <w:rPr>
          <w:color w:val="306895" w:themeColor="accent2" w:themeShade="BF"/>
        </w:rPr>
        <w:br/>
      </w:r>
      <w:r w:rsidRPr="00782902">
        <w:rPr>
          <w:color w:val="306895"/>
        </w:rPr>
        <w:t>Achtung</w:t>
      </w:r>
      <w:r w:rsidRPr="009E1402">
        <w:rPr>
          <w:color w:val="306895" w:themeColor="accent2" w:themeShade="BF"/>
        </w:rPr>
        <w:t>: Änderungen von Zielen erfordern eine Genehmigung durch die FFG</w:t>
      </w:r>
    </w:p>
    <w:p w14:paraId="28DF6854" w14:textId="77777777" w:rsidR="001938F0" w:rsidRDefault="00600D24" w:rsidP="001938F0">
      <w:r w:rsidRPr="001938F0">
        <w:rPr>
          <w:b/>
        </w:rPr>
        <w:t>E</w:t>
      </w:r>
      <w:r w:rsidR="00B31331" w:rsidRPr="001938F0">
        <w:rPr>
          <w:b/>
        </w:rPr>
        <w:t>ndbericht</w:t>
      </w:r>
      <w:r w:rsidRPr="001938F0">
        <w:rPr>
          <w:b/>
        </w:rPr>
        <w:t>:</w:t>
      </w:r>
      <w:r w:rsidRPr="009E1402">
        <w:t xml:space="preserve"> </w:t>
      </w:r>
    </w:p>
    <w:p w14:paraId="5865F65E" w14:textId="71F90AC1" w:rsidR="001938F0" w:rsidRDefault="00C07EF4" w:rsidP="001938F0">
      <w:pPr>
        <w:pStyle w:val="Listenabsatz"/>
        <w:numPr>
          <w:ilvl w:val="0"/>
          <w:numId w:val="48"/>
        </w:numPr>
      </w:pPr>
      <w:r w:rsidRPr="009E1402">
        <w:t xml:space="preserve">Wurden die dem Förderungsvertrag zugrundeliegenden Ziele erreicht? </w:t>
      </w:r>
    </w:p>
    <w:p w14:paraId="7A1E9295" w14:textId="7ABEBA8E" w:rsidR="00824097" w:rsidRPr="00824097" w:rsidRDefault="00824097" w:rsidP="00824097">
      <w:pPr>
        <w:pStyle w:val="Listenabsatz"/>
        <w:numPr>
          <w:ilvl w:val="0"/>
          <w:numId w:val="48"/>
        </w:numPr>
        <w:spacing w:after="120" w:line="270" w:lineRule="atLeast"/>
        <w:rPr>
          <w:color w:val="auto"/>
        </w:rPr>
      </w:pPr>
      <w:r w:rsidRPr="006367E1">
        <w:t>Beitrag des COMET-</w:t>
      </w:r>
      <w:r w:rsidR="00AC7473">
        <w:t>Moduls</w:t>
      </w:r>
      <w:r w:rsidRPr="006367E1">
        <w:t xml:space="preserve"> zu den </w:t>
      </w:r>
      <w:hyperlink r:id="rId8" w:history="1">
        <w:r w:rsidRPr="006367E1">
          <w:rPr>
            <w:rStyle w:val="Hyperlink"/>
          </w:rPr>
          <w:t>COMET-Programmzielen</w:t>
        </w:r>
      </w:hyperlink>
      <w:r w:rsidRPr="006367E1">
        <w:t>.</w:t>
      </w:r>
    </w:p>
    <w:p w14:paraId="2ED89ADC" w14:textId="77CB060D" w:rsidR="00600D24" w:rsidRPr="009E1402" w:rsidRDefault="009E1402" w:rsidP="001938F0">
      <w:pPr>
        <w:pStyle w:val="Listenabsatz"/>
        <w:numPr>
          <w:ilvl w:val="0"/>
          <w:numId w:val="48"/>
        </w:numPr>
      </w:pPr>
      <w:r w:rsidRPr="001938F0">
        <w:rPr>
          <w:color w:val="auto"/>
        </w:rPr>
        <w:t>Ausblick, Zukunft</w:t>
      </w:r>
      <w:r w:rsidR="009267FB">
        <w:rPr>
          <w:color w:val="auto"/>
        </w:rPr>
        <w:t xml:space="preserve">: </w:t>
      </w:r>
      <w:r w:rsidR="009267FB">
        <w:rPr>
          <w:color w:val="auto"/>
        </w:rPr>
        <w:br/>
      </w:r>
      <w:r w:rsidRPr="00782902">
        <w:rPr>
          <w:color w:val="306895"/>
        </w:rPr>
        <w:t>Beschreiben Sie Ihre Pläne nach Beendigung der Projektlaufzeit.</w:t>
      </w:r>
    </w:p>
    <w:sdt>
      <w:sdtPr>
        <w:alias w:val="Hier Zielerreichung und Highlights eintragen"/>
        <w:tag w:val="Hier Zielerreichung und Highlights eintragen"/>
        <w:id w:val="1197280867"/>
        <w:placeholder>
          <w:docPart w:val="2E09CAB4F1D14D45A923D9B15160FFF2"/>
        </w:placeholder>
        <w:showingPlcHdr/>
      </w:sdtPr>
      <w:sdtEndPr/>
      <w:sdtContent>
        <w:p w14:paraId="1A0ED93C" w14:textId="77777777" w:rsidR="00087446" w:rsidRPr="00EC7CCA" w:rsidRDefault="00087446" w:rsidP="00355FC6">
          <w:pPr>
            <w:pStyle w:val="Flietext"/>
          </w:pPr>
          <w:r w:rsidRPr="00B01642">
            <w:rPr>
              <w:rStyle w:val="Platzhaltertext"/>
            </w:rPr>
            <w:t>Klicken oder tippen Sie hier, um Text einzugeben.</w:t>
          </w:r>
        </w:p>
      </w:sdtContent>
    </w:sdt>
    <w:p w14:paraId="19FA57DF" w14:textId="7E4ED04A" w:rsidR="00355FC6" w:rsidRDefault="00355FC6" w:rsidP="00355FC6">
      <w:pPr>
        <w:pStyle w:val="berschrift2"/>
        <w:spacing w:line="270" w:lineRule="atLeast"/>
        <w:ind w:left="0" w:firstLine="0"/>
      </w:pPr>
      <w:r>
        <w:t>Monitoring Daten</w:t>
      </w:r>
    </w:p>
    <w:p w14:paraId="2DD4CEBB" w14:textId="7631DC4F" w:rsidR="00355FC6" w:rsidRPr="00782902" w:rsidRDefault="00355FC6" w:rsidP="009267FB">
      <w:pPr>
        <w:pStyle w:val="Listenabsatz"/>
        <w:numPr>
          <w:ilvl w:val="0"/>
          <w:numId w:val="38"/>
        </w:numPr>
        <w:spacing w:after="120" w:line="270" w:lineRule="atLeast"/>
        <w:rPr>
          <w:color w:val="306895"/>
        </w:rPr>
      </w:pPr>
      <w:r w:rsidRPr="00685973">
        <w:t xml:space="preserve">Nehmen Sie </w:t>
      </w:r>
      <w:r>
        <w:t xml:space="preserve">zu allen im </w:t>
      </w:r>
      <w:proofErr w:type="spellStart"/>
      <w:r>
        <w:t>eCall</w:t>
      </w:r>
      <w:proofErr w:type="spellEnd"/>
      <w:r>
        <w:t xml:space="preserve"> eingetragenen Monitoring Daten </w:t>
      </w:r>
      <w:r w:rsidRPr="00685973">
        <w:t>Stellung</w:t>
      </w:r>
      <w:r>
        <w:t>.</w:t>
      </w:r>
      <w:r w:rsidR="009267FB">
        <w:t xml:space="preserve"> </w:t>
      </w:r>
      <w:r w:rsidR="009267FB">
        <w:br/>
      </w:r>
      <w:r w:rsidRPr="00782902">
        <w:rPr>
          <w:color w:val="auto"/>
        </w:rPr>
        <w:t xml:space="preserve">Gehen Sie darauf ein, ob Sie die insgesamt geplanten Zielgrößen nach derzeitigem Wissensstand erreichen werden. </w:t>
      </w:r>
      <w:r w:rsidR="009267FB" w:rsidRPr="00782902">
        <w:rPr>
          <w:color w:val="auto"/>
        </w:rPr>
        <w:br/>
      </w:r>
      <w:r w:rsidRPr="00782902">
        <w:rPr>
          <w:color w:val="306895"/>
        </w:rPr>
        <w:t>Abweichungen vom Plan sind zu begründen.</w:t>
      </w:r>
    </w:p>
    <w:sdt>
      <w:sdtPr>
        <w:alias w:val="Hier zu Monitoringdaten Stellung nehmen"/>
        <w:tag w:val="Hier zu Monitoringdaten Stellung nehmen"/>
        <w:id w:val="214251303"/>
        <w:placeholder>
          <w:docPart w:val="BE86BB1CCA0A4B2EBF279F11E0B7FE7F"/>
        </w:placeholder>
        <w:showingPlcHdr/>
      </w:sdtPr>
      <w:sdtEndPr/>
      <w:sdtContent>
        <w:p w14:paraId="1BADB0A6" w14:textId="77777777" w:rsidR="00355FC6" w:rsidRDefault="00355FC6" w:rsidP="00782902">
          <w:pPr>
            <w:pStyle w:val="Flietext"/>
          </w:pPr>
          <w:r w:rsidRPr="00B01642">
            <w:rPr>
              <w:rStyle w:val="Platzhaltertext"/>
            </w:rPr>
            <w:t>Klicken oder tippen Sie hier, um Text einzugeben.</w:t>
          </w:r>
        </w:p>
      </w:sdtContent>
    </w:sdt>
    <w:p w14:paraId="10DEA7C8" w14:textId="101ADCE9" w:rsidR="00C07EF4" w:rsidRPr="00096848" w:rsidRDefault="003D0BCE" w:rsidP="009C1F04">
      <w:pPr>
        <w:pStyle w:val="berschrift1"/>
      </w:pPr>
      <w:bookmarkStart w:id="3" w:name="_Toc19114088"/>
      <w:bookmarkStart w:id="4" w:name="_Toc505700497"/>
      <w:bookmarkStart w:id="5" w:name="_Toc505700282"/>
      <w:r>
        <w:lastRenderedPageBreak/>
        <w:t xml:space="preserve">Projekte </w:t>
      </w:r>
      <w:r w:rsidR="00C07EF4">
        <w:t>und meilensteine</w:t>
      </w:r>
    </w:p>
    <w:p w14:paraId="48D75C4D" w14:textId="70268185" w:rsidR="00BB6088" w:rsidRPr="00B31331" w:rsidRDefault="003D7FA1" w:rsidP="00B31331">
      <w:pPr>
        <w:pStyle w:val="berschrift2"/>
      </w:pPr>
      <w:r w:rsidRPr="00B31331">
        <w:t>Übersicht</w:t>
      </w:r>
    </w:p>
    <w:p w14:paraId="6D3B09E3" w14:textId="038F6C52" w:rsidR="0054500D" w:rsidRPr="008F50C0" w:rsidRDefault="00E76CBE" w:rsidP="008F50C0">
      <w:pPr>
        <w:pStyle w:val="Listenabsatz"/>
        <w:numPr>
          <w:ilvl w:val="0"/>
          <w:numId w:val="47"/>
        </w:numPr>
        <w:rPr>
          <w:color w:val="auto"/>
        </w:rPr>
      </w:pPr>
      <w:r w:rsidRPr="009449F8">
        <w:t xml:space="preserve">Geben Sie </w:t>
      </w:r>
      <w:r w:rsidR="00A135D1">
        <w:t xml:space="preserve">in </w:t>
      </w:r>
      <w:r w:rsidR="004731C4" w:rsidRPr="009449F8">
        <w:t>folgenden T</w:t>
      </w:r>
      <w:r w:rsidR="00B2362E" w:rsidRPr="009449F8">
        <w:t>abelle</w:t>
      </w:r>
      <w:r w:rsidR="004731C4" w:rsidRPr="009449F8">
        <w:t xml:space="preserve">n </w:t>
      </w:r>
      <w:r w:rsidRPr="009449F8">
        <w:t xml:space="preserve">den </w:t>
      </w:r>
      <w:r w:rsidR="004733B0">
        <w:t>F</w:t>
      </w:r>
      <w:r w:rsidRPr="009449F8">
        <w:t xml:space="preserve">ortschritt </w:t>
      </w:r>
      <w:r w:rsidR="004731C4" w:rsidRPr="009449F8">
        <w:t xml:space="preserve">je </w:t>
      </w:r>
      <w:r w:rsidR="00B37CD0">
        <w:t>Projekt</w:t>
      </w:r>
      <w:r w:rsidR="004731C4" w:rsidRPr="009449F8">
        <w:t xml:space="preserve"> und</w:t>
      </w:r>
      <w:r w:rsidR="004731C4" w:rsidRPr="008F50C0">
        <w:rPr>
          <w:color w:val="auto"/>
        </w:rPr>
        <w:t xml:space="preserve"> je Meilenstein an und führen Sie stichwortartig an, </w:t>
      </w:r>
      <w:r w:rsidR="009449F8" w:rsidRPr="008F50C0">
        <w:rPr>
          <w:color w:val="auto"/>
        </w:rPr>
        <w:t>wenn</w:t>
      </w:r>
      <w:r w:rsidR="004731C4" w:rsidRPr="008F50C0">
        <w:rPr>
          <w:color w:val="auto"/>
        </w:rPr>
        <w:t xml:space="preserve"> es zu Abweichungen kommt. </w:t>
      </w:r>
      <w:r w:rsidR="009C6235" w:rsidRPr="008F50C0">
        <w:rPr>
          <w:color w:val="auto"/>
        </w:rPr>
        <w:t>Geben Sie bei Verzögerungen die geschätzte Dauer des Zeitraums an.</w:t>
      </w:r>
      <w:r w:rsidR="009449F8" w:rsidRPr="008F50C0">
        <w:rPr>
          <w:color w:val="auto"/>
        </w:rPr>
        <w:t xml:space="preserve"> </w:t>
      </w:r>
      <w:r w:rsidR="009267FB">
        <w:rPr>
          <w:color w:val="auto"/>
        </w:rPr>
        <w:br/>
      </w:r>
      <w:r w:rsidR="009449F8" w:rsidRPr="008F50C0">
        <w:rPr>
          <w:color w:val="306895" w:themeColor="accent2" w:themeShade="BF"/>
        </w:rPr>
        <w:t xml:space="preserve">Eine ausführlichere Beschreibung ist unter Punkt </w:t>
      </w:r>
      <w:r w:rsidR="009449F8" w:rsidRPr="008F50C0">
        <w:rPr>
          <w:color w:val="306895" w:themeColor="accent2" w:themeShade="BF"/>
        </w:rPr>
        <w:fldChar w:fldCharType="begin"/>
      </w:r>
      <w:r w:rsidR="009449F8" w:rsidRPr="008F50C0">
        <w:rPr>
          <w:color w:val="306895" w:themeColor="accent2" w:themeShade="BF"/>
        </w:rPr>
        <w:instrText xml:space="preserve"> REF _Ref51071411 \r \h </w:instrText>
      </w:r>
      <w:r w:rsidR="009449F8" w:rsidRPr="008F50C0">
        <w:rPr>
          <w:color w:val="306895" w:themeColor="accent2" w:themeShade="BF"/>
        </w:rPr>
      </w:r>
      <w:r w:rsidR="009449F8" w:rsidRPr="008F50C0">
        <w:rPr>
          <w:color w:val="306895" w:themeColor="accent2" w:themeShade="BF"/>
        </w:rPr>
        <w:fldChar w:fldCharType="separate"/>
      </w:r>
      <w:r w:rsidR="009449F8" w:rsidRPr="008F50C0">
        <w:rPr>
          <w:color w:val="306895" w:themeColor="accent2" w:themeShade="BF"/>
        </w:rPr>
        <w:t>2.2</w:t>
      </w:r>
      <w:r w:rsidR="009449F8" w:rsidRPr="008F50C0">
        <w:rPr>
          <w:color w:val="306895" w:themeColor="accent2" w:themeShade="BF"/>
        </w:rPr>
        <w:fldChar w:fldCharType="end"/>
      </w:r>
      <w:r w:rsidR="009449F8" w:rsidRPr="008F50C0">
        <w:rPr>
          <w:color w:val="306895" w:themeColor="accent2" w:themeShade="BF"/>
        </w:rPr>
        <w:t xml:space="preserve"> möglich.</w:t>
      </w:r>
    </w:p>
    <w:p w14:paraId="77153E1F" w14:textId="4B31CFF0" w:rsidR="00195037" w:rsidRPr="008F50C0" w:rsidRDefault="003D0BCE" w:rsidP="0002706B">
      <w:pPr>
        <w:pStyle w:val="Listenabsatz"/>
        <w:numPr>
          <w:ilvl w:val="0"/>
          <w:numId w:val="47"/>
        </w:numPr>
        <w:rPr>
          <w:color w:val="auto"/>
        </w:rPr>
      </w:pPr>
      <w:r w:rsidRPr="008F50C0">
        <w:rPr>
          <w:color w:val="auto"/>
        </w:rPr>
        <w:t xml:space="preserve">Nehmen Sie hier </w:t>
      </w:r>
      <w:r w:rsidR="0002706B" w:rsidRPr="008F50C0">
        <w:rPr>
          <w:color w:val="auto"/>
        </w:rPr>
        <w:t xml:space="preserve">Stellung </w:t>
      </w:r>
      <w:r w:rsidRPr="008F50C0">
        <w:rPr>
          <w:color w:val="auto"/>
        </w:rPr>
        <w:t xml:space="preserve">zur </w:t>
      </w:r>
      <w:r w:rsidR="00355FC6">
        <w:rPr>
          <w:color w:val="auto"/>
        </w:rPr>
        <w:t>‚</w:t>
      </w:r>
      <w:r w:rsidR="00782902">
        <w:rPr>
          <w:color w:val="auto"/>
        </w:rPr>
        <w:t xml:space="preserve">List </w:t>
      </w:r>
      <w:proofErr w:type="spellStart"/>
      <w:r w:rsidR="00782902">
        <w:rPr>
          <w:color w:val="auto"/>
        </w:rPr>
        <w:t>of</w:t>
      </w:r>
      <w:proofErr w:type="spellEnd"/>
      <w:r w:rsidR="00782902">
        <w:rPr>
          <w:color w:val="auto"/>
        </w:rPr>
        <w:t xml:space="preserve"> P</w:t>
      </w:r>
      <w:r w:rsidR="0002706B" w:rsidRPr="0002706B">
        <w:rPr>
          <w:color w:val="auto"/>
        </w:rPr>
        <w:t>rojects</w:t>
      </w:r>
      <w:r w:rsidR="00355FC6">
        <w:rPr>
          <w:color w:val="auto"/>
        </w:rPr>
        <w:t>‘.</w:t>
      </w:r>
    </w:p>
    <w:p w14:paraId="5C4E68B8" w14:textId="77777777" w:rsidR="003D0BCE" w:rsidRPr="001258E1" w:rsidRDefault="003D0BCE" w:rsidP="001258E1"/>
    <w:p w14:paraId="67949B06" w14:textId="317C5827" w:rsidR="001F1150" w:rsidRDefault="001F1150" w:rsidP="001F1150">
      <w:pPr>
        <w:pStyle w:val="Beschriftung"/>
        <w:keepNext/>
      </w:pPr>
      <w:r>
        <w:t xml:space="preserve">Tabelle </w:t>
      </w:r>
      <w:r w:rsidR="000F36CB">
        <w:fldChar w:fldCharType="begin"/>
      </w:r>
      <w:r w:rsidR="000F36CB">
        <w:instrText xml:space="preserve"> SEQ Tabelle \* ARABIC </w:instrText>
      </w:r>
      <w:r w:rsidR="000F36CB">
        <w:fldChar w:fldCharType="separate"/>
      </w:r>
      <w:r w:rsidR="008E3A12">
        <w:rPr>
          <w:noProof/>
        </w:rPr>
        <w:t>1</w:t>
      </w:r>
      <w:r w:rsidR="000F36CB">
        <w:rPr>
          <w:noProof/>
        </w:rPr>
        <w:fldChar w:fldCharType="end"/>
      </w:r>
      <w:r w:rsidR="00A44407">
        <w:rPr>
          <w:noProof/>
        </w:rPr>
        <w:t>:</w:t>
      </w:r>
      <w:r>
        <w:t xml:space="preserve"> </w:t>
      </w:r>
      <w:r w:rsidR="00B9072E">
        <w:t>F</w:t>
      </w:r>
      <w:r w:rsidR="00E76CBE">
        <w:t>ortschritt</w:t>
      </w:r>
      <w:r w:rsidR="00B9072E">
        <w:t xml:space="preserve"> der </w:t>
      </w:r>
      <w:r w:rsidR="00DC398D">
        <w:t>Projekte (P)</w:t>
      </w:r>
    </w:p>
    <w:tbl>
      <w:tblPr>
        <w:tblStyle w:val="Gitternetztabelle4Akzent1"/>
        <w:tblW w:w="8075" w:type="dxa"/>
        <w:tblCellMar>
          <w:top w:w="57" w:type="dxa"/>
          <w:bottom w:w="57" w:type="dxa"/>
        </w:tblCellMar>
        <w:tblLook w:val="04A0" w:firstRow="1" w:lastRow="0" w:firstColumn="1" w:lastColumn="0" w:noHBand="0" w:noVBand="1"/>
        <w:tblCaption w:val="Fortschritt der Arbeitspakete"/>
        <w:tblDescription w:val="In dieser Tabelle sind die Arbeitspakte laut Planung zu erfassen und der aktuelle Fertigstellungrad anzugeben. Gibt es Verzögerungen oder Abweichungen, sind diese zu beschreiben."/>
      </w:tblPr>
      <w:tblGrid>
        <w:gridCol w:w="501"/>
        <w:gridCol w:w="3131"/>
        <w:gridCol w:w="1041"/>
        <w:gridCol w:w="3402"/>
      </w:tblGrid>
      <w:tr w:rsidR="00316A86" w14:paraId="35FBFC4F" w14:textId="1BB28662" w:rsidTr="000A495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212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1" w:type="dxa"/>
            <w:vAlign w:val="center"/>
          </w:tcPr>
          <w:p w14:paraId="4B0C1D41" w14:textId="1F3F7192" w:rsidR="00316A86" w:rsidRPr="001E55D5" w:rsidRDefault="00316A86" w:rsidP="006D6D4A">
            <w:pPr>
              <w:keepNext/>
              <w:rPr>
                <w:color w:val="FFFFFF" w:themeColor="background1"/>
                <w:szCs w:val="22"/>
              </w:rPr>
            </w:pPr>
            <w:r>
              <w:rPr>
                <w:color w:val="FFFFFF" w:themeColor="background1"/>
                <w:szCs w:val="22"/>
              </w:rPr>
              <w:t>P</w:t>
            </w:r>
          </w:p>
        </w:tc>
        <w:tc>
          <w:tcPr>
            <w:tcW w:w="3131" w:type="dxa"/>
            <w:vAlign w:val="center"/>
          </w:tcPr>
          <w:p w14:paraId="2ACB2BEB" w14:textId="7D992389" w:rsidR="00316A86" w:rsidRPr="001E55D5" w:rsidRDefault="00316A86" w:rsidP="006D6D4A">
            <w:pPr>
              <w:keepNext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  <w:szCs w:val="22"/>
              </w:rPr>
            </w:pPr>
            <w:r w:rsidRPr="001E55D5">
              <w:rPr>
                <w:color w:val="FFFFFF" w:themeColor="background1"/>
                <w:szCs w:val="22"/>
              </w:rPr>
              <w:t>Bezeichnung</w:t>
            </w:r>
          </w:p>
        </w:tc>
        <w:tc>
          <w:tcPr>
            <w:tcW w:w="1041" w:type="dxa"/>
          </w:tcPr>
          <w:p w14:paraId="076E09E3" w14:textId="442BA355" w:rsidR="00316A86" w:rsidRDefault="00316A86" w:rsidP="006D6D4A">
            <w:pPr>
              <w:keepNext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  <w:szCs w:val="22"/>
              </w:rPr>
            </w:pPr>
            <w:r>
              <w:rPr>
                <w:color w:val="FFFFFF" w:themeColor="background1"/>
                <w:szCs w:val="22"/>
              </w:rPr>
              <w:t>Prozent fertig</w:t>
            </w:r>
          </w:p>
        </w:tc>
        <w:tc>
          <w:tcPr>
            <w:tcW w:w="3402" w:type="dxa"/>
            <w:vAlign w:val="center"/>
          </w:tcPr>
          <w:p w14:paraId="05B76CE5" w14:textId="2D14BDDF" w:rsidR="00316A86" w:rsidRPr="001E55D5" w:rsidRDefault="00316A86" w:rsidP="009C6235">
            <w:pPr>
              <w:keepNext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  <w:szCs w:val="22"/>
              </w:rPr>
            </w:pPr>
            <w:r>
              <w:rPr>
                <w:color w:val="FFFFFF" w:themeColor="background1"/>
                <w:szCs w:val="22"/>
              </w:rPr>
              <w:t>Abweichungen</w:t>
            </w:r>
            <w:r w:rsidR="00897B4C">
              <w:rPr>
                <w:color w:val="FFFFFF" w:themeColor="background1"/>
                <w:szCs w:val="22"/>
              </w:rPr>
              <w:t>, Verzögerungen</w:t>
            </w:r>
          </w:p>
        </w:tc>
      </w:tr>
      <w:tr w:rsidR="00316A86" w:rsidRPr="00DC398D" w14:paraId="433A8AFE" w14:textId="0A2185B3" w:rsidTr="00EC2B9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1" w:type="dxa"/>
            <w:shd w:val="clear" w:color="auto" w:fill="auto"/>
          </w:tcPr>
          <w:p w14:paraId="1F0B2430" w14:textId="77777777" w:rsidR="00316A86" w:rsidRPr="00DC398D" w:rsidRDefault="00316A86" w:rsidP="006D6D4A">
            <w:pPr>
              <w:jc w:val="center"/>
              <w:rPr>
                <w:b w:val="0"/>
                <w:szCs w:val="22"/>
              </w:rPr>
            </w:pPr>
            <w:r w:rsidRPr="00DC398D">
              <w:rPr>
                <w:b w:val="0"/>
                <w:szCs w:val="22"/>
              </w:rPr>
              <w:t>1</w:t>
            </w:r>
          </w:p>
        </w:tc>
        <w:tc>
          <w:tcPr>
            <w:tcW w:w="3131" w:type="dxa"/>
            <w:shd w:val="clear" w:color="auto" w:fill="auto"/>
          </w:tcPr>
          <w:sdt>
            <w:sdtPr>
              <w:alias w:val="Bezeichnung eingeben"/>
              <w:tag w:val="Bezeichnung eingeben"/>
              <w:id w:val="-1372520225"/>
              <w:placeholder>
                <w:docPart w:val="2B0C8FC987694F34B28540DEB5729105"/>
              </w:placeholder>
              <w:showingPlcHdr/>
            </w:sdtPr>
            <w:sdtEndPr/>
            <w:sdtContent>
              <w:p w14:paraId="097815D7" w14:textId="3700DD89" w:rsidR="00316A86" w:rsidRPr="00DC398D" w:rsidRDefault="00316A86" w:rsidP="00355FC6">
                <w:pPr>
                  <w:pStyle w:val="Flietext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pPr>
                <w:r w:rsidRPr="00DC398D">
                  <w:rPr>
                    <w:rStyle w:val="Platzhaltertext"/>
                  </w:rPr>
                  <w:t>Klicken oder tippen Sie hier, um Text einzugeben.</w:t>
                </w:r>
              </w:p>
            </w:sdtContent>
          </w:sdt>
        </w:tc>
        <w:tc>
          <w:tcPr>
            <w:tcW w:w="1041" w:type="dxa"/>
            <w:shd w:val="clear" w:color="auto" w:fill="auto"/>
          </w:tcPr>
          <w:p w14:paraId="350F87B2" w14:textId="5925CC38" w:rsidR="00316A86" w:rsidRPr="00DC398D" w:rsidRDefault="000F36CB" w:rsidP="006D6D4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Cs w:val="22"/>
              </w:rPr>
            </w:pPr>
            <w:sdt>
              <w:sdtPr>
                <w:rPr>
                  <w:rFonts w:ascii="Calibri" w:eastAsia="Times New Roman" w:hAnsi="Calibri" w:cs="Calibri"/>
                  <w:color w:val="auto"/>
                  <w:spacing w:val="0"/>
                  <w:szCs w:val="20"/>
                  <w:lang w:val="de-DE" w:eastAsia="de-DE"/>
                </w:rPr>
                <w:alias w:val="Prozentsatz"/>
                <w:tag w:val="Prozentsatz"/>
                <w:id w:val="-540217520"/>
                <w:placeholder>
                  <w:docPart w:val="E148D04581644BFFAC1E7AB363DF3696"/>
                </w:placeholder>
              </w:sdtPr>
              <w:sdtEndPr>
                <w:rPr>
                  <w:rFonts w:cs="Times New Roman"/>
                  <w:szCs w:val="22"/>
                </w:rPr>
              </w:sdtEndPr>
              <w:sdtContent>
                <w:r w:rsidR="00316A86" w:rsidRPr="00DC398D">
                  <w:rPr>
                    <w:rFonts w:ascii="Calibri" w:eastAsia="Times New Roman" w:hAnsi="Calibri" w:cs="Calibri"/>
                    <w:color w:val="auto"/>
                    <w:spacing w:val="0"/>
                    <w:szCs w:val="20"/>
                    <w:lang w:val="de-DE" w:eastAsia="de-DE"/>
                  </w:rPr>
                  <w:t xml:space="preserve"> %</w:t>
                </w:r>
              </w:sdtContent>
            </w:sdt>
          </w:p>
        </w:tc>
        <w:tc>
          <w:tcPr>
            <w:tcW w:w="3402" w:type="dxa"/>
            <w:shd w:val="clear" w:color="auto" w:fill="auto"/>
          </w:tcPr>
          <w:sdt>
            <w:sdtPr>
              <w:alias w:val="Abweichungen und Verzögerungen eingeben"/>
              <w:tag w:val="Abweichungen und Verzögerungen eingeben"/>
              <w:id w:val="2026595307"/>
              <w:placeholder>
                <w:docPart w:val="4509FEC457954488A557B150E706EE54"/>
              </w:placeholder>
              <w:showingPlcHdr/>
            </w:sdtPr>
            <w:sdtEndPr/>
            <w:sdtContent>
              <w:p w14:paraId="59EAD670" w14:textId="394567C3" w:rsidR="00316A86" w:rsidRPr="00DC398D" w:rsidRDefault="00316A86" w:rsidP="00355FC6">
                <w:pPr>
                  <w:pStyle w:val="Flietext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pPr>
                <w:r w:rsidRPr="00DC398D">
                  <w:rPr>
                    <w:rStyle w:val="Platzhaltertext"/>
                  </w:rPr>
                  <w:t>Klicken oder tippen Sie hier, um Text einzugeben.</w:t>
                </w:r>
              </w:p>
            </w:sdtContent>
          </w:sdt>
        </w:tc>
      </w:tr>
      <w:tr w:rsidR="00316A86" w:rsidRPr="00DC398D" w14:paraId="4F253FA7" w14:textId="476064D3" w:rsidTr="00EC2B94">
        <w:trPr>
          <w:cantSplit/>
          <w:trHeight w:val="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1" w:type="dxa"/>
            <w:shd w:val="clear" w:color="auto" w:fill="auto"/>
          </w:tcPr>
          <w:p w14:paraId="543C1C88" w14:textId="5683FADB" w:rsidR="00316A86" w:rsidRPr="00DC398D" w:rsidRDefault="00316A86" w:rsidP="006D6D4A">
            <w:pPr>
              <w:jc w:val="center"/>
              <w:rPr>
                <w:b w:val="0"/>
                <w:szCs w:val="22"/>
              </w:rPr>
            </w:pPr>
            <w:r w:rsidRPr="00DC398D">
              <w:rPr>
                <w:b w:val="0"/>
                <w:szCs w:val="22"/>
              </w:rPr>
              <w:t>2</w:t>
            </w:r>
          </w:p>
        </w:tc>
        <w:tc>
          <w:tcPr>
            <w:tcW w:w="3131" w:type="dxa"/>
            <w:shd w:val="clear" w:color="auto" w:fill="auto"/>
          </w:tcPr>
          <w:sdt>
            <w:sdtPr>
              <w:alias w:val="Bezeichnung eingeben"/>
              <w:tag w:val="Bezeichnung eingeben"/>
              <w:id w:val="521058440"/>
              <w:placeholder>
                <w:docPart w:val="6FB080D6832C42D68F6951D99F30B47A"/>
              </w:placeholder>
              <w:showingPlcHdr/>
            </w:sdtPr>
            <w:sdtEndPr/>
            <w:sdtContent>
              <w:p w14:paraId="211F6D3E" w14:textId="5E6E1B02" w:rsidR="00316A86" w:rsidRPr="00DC398D" w:rsidRDefault="00316A86" w:rsidP="00355FC6">
                <w:pPr>
                  <w:pStyle w:val="Flietext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DC398D">
                  <w:rPr>
                    <w:rStyle w:val="Platzhaltertext"/>
                  </w:rPr>
                  <w:t>Klicken oder tippen Sie hier, um Text einzugeben.</w:t>
                </w:r>
              </w:p>
            </w:sdtContent>
          </w:sdt>
        </w:tc>
        <w:tc>
          <w:tcPr>
            <w:tcW w:w="1041" w:type="dxa"/>
            <w:shd w:val="clear" w:color="auto" w:fill="auto"/>
          </w:tcPr>
          <w:p w14:paraId="2DE5C2ED" w14:textId="7AA29C46" w:rsidR="00316A86" w:rsidRPr="00DC398D" w:rsidRDefault="000F36CB" w:rsidP="006D6D4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  <w:spacing w:val="0"/>
                <w:szCs w:val="20"/>
                <w:lang w:eastAsia="de-DE"/>
              </w:rPr>
            </w:pPr>
            <w:sdt>
              <w:sdtPr>
                <w:rPr>
                  <w:rFonts w:ascii="Calibri" w:eastAsia="Times New Roman" w:hAnsi="Calibri" w:cs="Calibri"/>
                  <w:color w:val="auto"/>
                  <w:spacing w:val="0"/>
                  <w:szCs w:val="20"/>
                  <w:lang w:val="de-DE" w:eastAsia="de-DE"/>
                </w:rPr>
                <w:alias w:val="Prozentsatz"/>
                <w:tag w:val="Prozentsatz"/>
                <w:id w:val="-1437435423"/>
                <w:placeholder>
                  <w:docPart w:val="7938E4324BB242CDBBB41960AF3A7F9C"/>
                </w:placeholder>
              </w:sdtPr>
              <w:sdtEndPr>
                <w:rPr>
                  <w:rFonts w:cs="Times New Roman"/>
                  <w:szCs w:val="22"/>
                </w:rPr>
              </w:sdtEndPr>
              <w:sdtContent>
                <w:r w:rsidR="00316A86" w:rsidRPr="00DC398D">
                  <w:rPr>
                    <w:rFonts w:ascii="Calibri" w:eastAsia="Times New Roman" w:hAnsi="Calibri" w:cs="Calibri"/>
                    <w:color w:val="auto"/>
                    <w:spacing w:val="0"/>
                    <w:szCs w:val="20"/>
                    <w:lang w:val="de-DE" w:eastAsia="de-DE"/>
                  </w:rPr>
                  <w:t xml:space="preserve"> %</w:t>
                </w:r>
              </w:sdtContent>
            </w:sdt>
          </w:p>
        </w:tc>
        <w:tc>
          <w:tcPr>
            <w:tcW w:w="3402" w:type="dxa"/>
            <w:shd w:val="clear" w:color="auto" w:fill="auto"/>
          </w:tcPr>
          <w:sdt>
            <w:sdtPr>
              <w:alias w:val="Abweichungen und Verzögerungen eingeben"/>
              <w:tag w:val="Abweichungen und Verzögerungen eingeben"/>
              <w:id w:val="1866412287"/>
              <w:placeholder>
                <w:docPart w:val="91BBA4C2F1024EE1A8B0CCFFF3CC3A5E"/>
              </w:placeholder>
              <w:showingPlcHdr/>
            </w:sdtPr>
            <w:sdtEndPr/>
            <w:sdtContent>
              <w:p w14:paraId="3FB83798" w14:textId="5A174098" w:rsidR="00316A86" w:rsidRPr="00DC398D" w:rsidRDefault="00EC2B94" w:rsidP="00355FC6">
                <w:pPr>
                  <w:pStyle w:val="Flietext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DC398D">
                  <w:rPr>
                    <w:rStyle w:val="Platzhaltertext"/>
                  </w:rPr>
                  <w:t>Klicken oder tippen Sie hier, um Text einzugeben.</w:t>
                </w:r>
              </w:p>
            </w:sdtContent>
          </w:sdt>
        </w:tc>
      </w:tr>
      <w:tr w:rsidR="00316A86" w:rsidRPr="00DC398D" w14:paraId="7F2F4618" w14:textId="6568C622" w:rsidTr="00EC2B9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1" w:type="dxa"/>
            <w:shd w:val="clear" w:color="auto" w:fill="auto"/>
          </w:tcPr>
          <w:p w14:paraId="1CEF5DFD" w14:textId="0292F2BA" w:rsidR="00316A86" w:rsidRPr="00DC398D" w:rsidRDefault="00316A86" w:rsidP="006D6D4A">
            <w:pPr>
              <w:jc w:val="center"/>
              <w:rPr>
                <w:b w:val="0"/>
                <w:szCs w:val="22"/>
              </w:rPr>
            </w:pPr>
            <w:r w:rsidRPr="00DC398D">
              <w:rPr>
                <w:b w:val="0"/>
                <w:szCs w:val="22"/>
              </w:rPr>
              <w:t>3</w:t>
            </w:r>
          </w:p>
        </w:tc>
        <w:tc>
          <w:tcPr>
            <w:tcW w:w="3131" w:type="dxa"/>
            <w:shd w:val="clear" w:color="auto" w:fill="auto"/>
          </w:tcPr>
          <w:sdt>
            <w:sdtPr>
              <w:alias w:val="Bezeichnung eingeben"/>
              <w:tag w:val="Bezeichnung eingeben"/>
              <w:id w:val="-1904293677"/>
              <w:placeholder>
                <w:docPart w:val="7F6018D2B8CE44F58DAEF5805607C54D"/>
              </w:placeholder>
              <w:showingPlcHdr/>
            </w:sdtPr>
            <w:sdtEndPr/>
            <w:sdtContent>
              <w:p w14:paraId="25F58183" w14:textId="42DC075D" w:rsidR="00316A86" w:rsidRPr="00DC398D" w:rsidRDefault="00316A86" w:rsidP="00355FC6">
                <w:pPr>
                  <w:pStyle w:val="Flietext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pPr>
                <w:r w:rsidRPr="00DC398D">
                  <w:rPr>
                    <w:rStyle w:val="Platzhaltertext"/>
                  </w:rPr>
                  <w:t>Klicken oder tippen Sie hier, um Text einzugeben.</w:t>
                </w:r>
              </w:p>
            </w:sdtContent>
          </w:sdt>
        </w:tc>
        <w:tc>
          <w:tcPr>
            <w:tcW w:w="1041" w:type="dxa"/>
            <w:shd w:val="clear" w:color="auto" w:fill="auto"/>
          </w:tcPr>
          <w:p w14:paraId="0FDF92FE" w14:textId="288A5021" w:rsidR="00316A86" w:rsidRPr="00DC398D" w:rsidRDefault="000F36CB" w:rsidP="006D6D4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  <w:spacing w:val="0"/>
                <w:szCs w:val="20"/>
                <w:lang w:eastAsia="de-DE"/>
              </w:rPr>
            </w:pPr>
            <w:sdt>
              <w:sdtPr>
                <w:rPr>
                  <w:rFonts w:ascii="Calibri" w:eastAsia="Times New Roman" w:hAnsi="Calibri" w:cs="Calibri"/>
                  <w:color w:val="auto"/>
                  <w:spacing w:val="0"/>
                  <w:szCs w:val="20"/>
                  <w:lang w:val="de-DE" w:eastAsia="de-DE"/>
                </w:rPr>
                <w:alias w:val="Prozentsatz"/>
                <w:tag w:val="Prozentsatz"/>
                <w:id w:val="-1127160485"/>
                <w:placeholder>
                  <w:docPart w:val="E3F75E685C824146BBE6664C9844BAC8"/>
                </w:placeholder>
              </w:sdtPr>
              <w:sdtEndPr>
                <w:rPr>
                  <w:rFonts w:cs="Times New Roman"/>
                  <w:szCs w:val="22"/>
                </w:rPr>
              </w:sdtEndPr>
              <w:sdtContent>
                <w:r w:rsidR="00316A86" w:rsidRPr="00DC398D">
                  <w:rPr>
                    <w:rFonts w:ascii="Calibri" w:eastAsia="Times New Roman" w:hAnsi="Calibri" w:cs="Calibri"/>
                    <w:color w:val="auto"/>
                    <w:spacing w:val="0"/>
                    <w:szCs w:val="20"/>
                    <w:lang w:val="de-DE" w:eastAsia="de-DE"/>
                  </w:rPr>
                  <w:t xml:space="preserve"> %</w:t>
                </w:r>
              </w:sdtContent>
            </w:sdt>
          </w:p>
        </w:tc>
        <w:tc>
          <w:tcPr>
            <w:tcW w:w="3402" w:type="dxa"/>
            <w:shd w:val="clear" w:color="auto" w:fill="auto"/>
          </w:tcPr>
          <w:sdt>
            <w:sdtPr>
              <w:alias w:val="Abweichungen und Verzögerungen eingeben"/>
              <w:tag w:val="Abweichungen und Verzögerungen eingeben"/>
              <w:id w:val="-1200243861"/>
              <w:placeholder>
                <w:docPart w:val="ACCA2F62745F4DA483F112FDAC5C1E2D"/>
              </w:placeholder>
              <w:showingPlcHdr/>
            </w:sdtPr>
            <w:sdtEndPr/>
            <w:sdtContent>
              <w:p w14:paraId="1287C407" w14:textId="6B0B1F00" w:rsidR="00316A86" w:rsidRPr="00DC398D" w:rsidRDefault="00EC2B94" w:rsidP="00355FC6">
                <w:pPr>
                  <w:pStyle w:val="Flietext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pPr>
                <w:r w:rsidRPr="00DC398D">
                  <w:rPr>
                    <w:rStyle w:val="Platzhaltertext"/>
                  </w:rPr>
                  <w:t>Klicken oder tippen Sie hier, um Text einzugeben.</w:t>
                </w:r>
              </w:p>
            </w:sdtContent>
          </w:sdt>
        </w:tc>
      </w:tr>
      <w:tr w:rsidR="00316A86" w:rsidRPr="00DC398D" w14:paraId="4F4C72BD" w14:textId="4F6C38A9" w:rsidTr="00EC2B94">
        <w:trPr>
          <w:cantSplit/>
          <w:trHeight w:val="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1" w:type="dxa"/>
            <w:shd w:val="clear" w:color="auto" w:fill="auto"/>
          </w:tcPr>
          <w:p w14:paraId="4D8CCAFA" w14:textId="6C921C5F" w:rsidR="00316A86" w:rsidRPr="00DC398D" w:rsidRDefault="00316A86" w:rsidP="006D6D4A">
            <w:pPr>
              <w:jc w:val="center"/>
              <w:rPr>
                <w:b w:val="0"/>
                <w:szCs w:val="22"/>
              </w:rPr>
            </w:pPr>
            <w:r w:rsidRPr="00DC398D">
              <w:rPr>
                <w:b w:val="0"/>
                <w:szCs w:val="22"/>
              </w:rPr>
              <w:t>…</w:t>
            </w:r>
          </w:p>
        </w:tc>
        <w:tc>
          <w:tcPr>
            <w:tcW w:w="3131" w:type="dxa"/>
            <w:shd w:val="clear" w:color="auto" w:fill="auto"/>
          </w:tcPr>
          <w:p w14:paraId="2D53A9F8" w14:textId="0E5BAF25" w:rsidR="00316A86" w:rsidRPr="00DC398D" w:rsidRDefault="00316A86" w:rsidP="00355FC6">
            <w:pPr>
              <w:pStyle w:val="Fli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41" w:type="dxa"/>
            <w:shd w:val="clear" w:color="auto" w:fill="auto"/>
          </w:tcPr>
          <w:p w14:paraId="7C134B90" w14:textId="7B664E95" w:rsidR="00316A86" w:rsidRPr="00DC398D" w:rsidRDefault="00D5709E" w:rsidP="00EC2B9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  <w:spacing w:val="0"/>
                <w:szCs w:val="20"/>
                <w:lang w:eastAsia="de-DE"/>
              </w:rPr>
            </w:pPr>
            <w:r w:rsidRPr="00DC398D">
              <w:rPr>
                <w:rFonts w:ascii="Calibri" w:eastAsia="Times New Roman" w:hAnsi="Calibri" w:cs="Calibri"/>
                <w:color w:val="auto"/>
                <w:spacing w:val="0"/>
                <w:szCs w:val="20"/>
                <w:lang w:eastAsia="de-DE"/>
              </w:rPr>
              <w:t>%</w:t>
            </w:r>
          </w:p>
        </w:tc>
        <w:tc>
          <w:tcPr>
            <w:tcW w:w="3402" w:type="dxa"/>
            <w:shd w:val="clear" w:color="auto" w:fill="auto"/>
          </w:tcPr>
          <w:p w14:paraId="58A19D3F" w14:textId="2987AB6C" w:rsidR="00316A86" w:rsidRPr="00DC398D" w:rsidRDefault="00316A86" w:rsidP="00355FC6">
            <w:pPr>
              <w:pStyle w:val="Fli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bookmarkEnd w:id="3"/>
      <w:bookmarkEnd w:id="4"/>
      <w:bookmarkEnd w:id="5"/>
    </w:tbl>
    <w:p w14:paraId="7E952094" w14:textId="71D119F3" w:rsidR="003D7FA1" w:rsidRPr="001258E1" w:rsidRDefault="003D7FA1" w:rsidP="001258E1"/>
    <w:p w14:paraId="3FA48FEE" w14:textId="7F7AE561" w:rsidR="003D7FA1" w:rsidRDefault="003D7FA1" w:rsidP="003D7FA1">
      <w:pPr>
        <w:pStyle w:val="Beschriftung"/>
        <w:keepNext/>
      </w:pPr>
      <w:r>
        <w:t xml:space="preserve">Tabelle </w:t>
      </w:r>
      <w:r w:rsidR="000F36CB">
        <w:fldChar w:fldCharType="begin"/>
      </w:r>
      <w:r w:rsidR="000F36CB">
        <w:instrText xml:space="preserve"> SEQ Tabelle \* ARABIC </w:instrText>
      </w:r>
      <w:r w:rsidR="000F36CB">
        <w:fldChar w:fldCharType="separate"/>
      </w:r>
      <w:r w:rsidR="007A46B5">
        <w:rPr>
          <w:noProof/>
        </w:rPr>
        <w:t>2</w:t>
      </w:r>
      <w:r w:rsidR="000F36CB">
        <w:rPr>
          <w:noProof/>
        </w:rPr>
        <w:fldChar w:fldCharType="end"/>
      </w:r>
      <w:r>
        <w:rPr>
          <w:noProof/>
        </w:rPr>
        <w:t>:</w:t>
      </w:r>
      <w:r>
        <w:t xml:space="preserve"> Meilensteine</w:t>
      </w:r>
      <w:r w:rsidR="00DC398D">
        <w:t xml:space="preserve"> (MS)</w:t>
      </w:r>
    </w:p>
    <w:tbl>
      <w:tblPr>
        <w:tblStyle w:val="Gitternetztabelle4Akzent1"/>
        <w:tblW w:w="8075" w:type="dxa"/>
        <w:tblLayout w:type="fixed"/>
        <w:tblCellMar>
          <w:top w:w="57" w:type="dxa"/>
          <w:bottom w:w="57" w:type="dxa"/>
        </w:tblCellMar>
        <w:tblLook w:val="04A0" w:firstRow="1" w:lastRow="0" w:firstColumn="1" w:lastColumn="0" w:noHBand="0" w:noVBand="1"/>
        <w:tblCaption w:val="Tabelle der Meilensteine"/>
        <w:tblDescription w:val="In dieser Tabelle sind die Meilensteine laut Projektplanung mit Bezeichnung, Termin und Anmerkungen zu erfassen."/>
      </w:tblPr>
      <w:tblGrid>
        <w:gridCol w:w="521"/>
        <w:gridCol w:w="2876"/>
        <w:gridCol w:w="1418"/>
        <w:gridCol w:w="3260"/>
      </w:tblGrid>
      <w:tr w:rsidR="00110D2F" w14:paraId="27302176" w14:textId="4A6D91A1" w:rsidTr="004E4D1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212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1" w:type="dxa"/>
            <w:vAlign w:val="center"/>
          </w:tcPr>
          <w:p w14:paraId="27327E45" w14:textId="69A08154" w:rsidR="00110D2F" w:rsidRPr="001E55D5" w:rsidRDefault="00110D2F" w:rsidP="000B054F">
            <w:pPr>
              <w:keepNext/>
              <w:jc w:val="center"/>
              <w:rPr>
                <w:color w:val="FFFFFF" w:themeColor="background1"/>
                <w:szCs w:val="22"/>
              </w:rPr>
            </w:pPr>
            <w:r>
              <w:rPr>
                <w:color w:val="FFFFFF" w:themeColor="background1"/>
                <w:szCs w:val="22"/>
              </w:rPr>
              <w:t>MS</w:t>
            </w:r>
          </w:p>
        </w:tc>
        <w:tc>
          <w:tcPr>
            <w:tcW w:w="2876" w:type="dxa"/>
            <w:vAlign w:val="center"/>
          </w:tcPr>
          <w:p w14:paraId="5722EA9E" w14:textId="77777777" w:rsidR="00110D2F" w:rsidRPr="001E55D5" w:rsidRDefault="00110D2F" w:rsidP="000B054F">
            <w:pPr>
              <w:keepNext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  <w:szCs w:val="22"/>
              </w:rPr>
            </w:pPr>
            <w:r w:rsidRPr="001E55D5">
              <w:rPr>
                <w:color w:val="FFFFFF" w:themeColor="background1"/>
                <w:szCs w:val="22"/>
              </w:rPr>
              <w:t>Bezeichnung</w:t>
            </w:r>
          </w:p>
        </w:tc>
        <w:tc>
          <w:tcPr>
            <w:tcW w:w="1418" w:type="dxa"/>
            <w:vAlign w:val="center"/>
          </w:tcPr>
          <w:p w14:paraId="2A8DDAF7" w14:textId="65F77D3F" w:rsidR="00110D2F" w:rsidRPr="001E55D5" w:rsidRDefault="00A579FD" w:rsidP="004E4D16">
            <w:pPr>
              <w:keepNext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  <w:szCs w:val="22"/>
              </w:rPr>
            </w:pPr>
            <w:r w:rsidRPr="007E27DD">
              <w:rPr>
                <w:color w:val="FFFFFF" w:themeColor="background1"/>
                <w:szCs w:val="22"/>
              </w:rPr>
              <w:t xml:space="preserve">Erreicht/ geplant im </w:t>
            </w:r>
            <w:r w:rsidR="004E4D16">
              <w:rPr>
                <w:color w:val="FFFFFF" w:themeColor="background1"/>
                <w:szCs w:val="22"/>
              </w:rPr>
              <w:t>Monat/Jahr</w:t>
            </w:r>
          </w:p>
        </w:tc>
        <w:tc>
          <w:tcPr>
            <w:tcW w:w="3260" w:type="dxa"/>
            <w:vAlign w:val="center"/>
          </w:tcPr>
          <w:p w14:paraId="6878AE98" w14:textId="351A6B17" w:rsidR="00110D2F" w:rsidRDefault="009C6235" w:rsidP="009C6235">
            <w:pPr>
              <w:keepNext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  <w:szCs w:val="22"/>
              </w:rPr>
            </w:pPr>
            <w:r>
              <w:rPr>
                <w:color w:val="FFFFFF" w:themeColor="background1"/>
                <w:szCs w:val="22"/>
              </w:rPr>
              <w:t xml:space="preserve">Abweichungen, </w:t>
            </w:r>
            <w:r w:rsidR="00897B4C">
              <w:rPr>
                <w:color w:val="FFFFFF" w:themeColor="background1"/>
                <w:szCs w:val="22"/>
              </w:rPr>
              <w:t>Verzögerungen</w:t>
            </w:r>
          </w:p>
        </w:tc>
      </w:tr>
      <w:tr w:rsidR="00110D2F" w14:paraId="70DC1050" w14:textId="78CEE6A4" w:rsidTr="004E4D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1" w:type="dxa"/>
            <w:shd w:val="clear" w:color="auto" w:fill="auto"/>
          </w:tcPr>
          <w:p w14:paraId="7C807704" w14:textId="77777777" w:rsidR="00110D2F" w:rsidRPr="001F1150" w:rsidRDefault="00110D2F" w:rsidP="00416C14">
            <w:pPr>
              <w:jc w:val="center"/>
              <w:rPr>
                <w:b w:val="0"/>
                <w:szCs w:val="22"/>
              </w:rPr>
            </w:pPr>
            <w:r w:rsidRPr="001F1150">
              <w:rPr>
                <w:b w:val="0"/>
                <w:szCs w:val="22"/>
              </w:rPr>
              <w:t>1</w:t>
            </w:r>
          </w:p>
        </w:tc>
        <w:tc>
          <w:tcPr>
            <w:tcW w:w="2876" w:type="dxa"/>
            <w:shd w:val="clear" w:color="auto" w:fill="auto"/>
          </w:tcPr>
          <w:sdt>
            <w:sdtPr>
              <w:alias w:val="Bezeichnung eingeben"/>
              <w:tag w:val="Bezeichnung eingeben"/>
              <w:id w:val="823391415"/>
              <w:placeholder>
                <w:docPart w:val="72DB1D21229C4C7C8D570843360AD51E"/>
              </w:placeholder>
              <w:showingPlcHdr/>
            </w:sdtPr>
            <w:sdtEndPr/>
            <w:sdtContent>
              <w:p w14:paraId="6762DBC6" w14:textId="77777777" w:rsidR="00110D2F" w:rsidRPr="00957843" w:rsidRDefault="00110D2F" w:rsidP="00355FC6">
                <w:pPr>
                  <w:pStyle w:val="Flietext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pPr>
                <w:r w:rsidRPr="00B01642">
                  <w:rPr>
                    <w:rStyle w:val="Platzhaltertext"/>
                  </w:rPr>
                  <w:t>Klicken oder tippen Sie hier, um Text einzugeben.</w:t>
                </w:r>
              </w:p>
            </w:sdtContent>
          </w:sdt>
        </w:tc>
        <w:tc>
          <w:tcPr>
            <w:tcW w:w="1418" w:type="dxa"/>
            <w:shd w:val="clear" w:color="auto" w:fill="auto"/>
          </w:tcPr>
          <w:p w14:paraId="56EC9822" w14:textId="779C9944" w:rsidR="00110D2F" w:rsidRPr="002B014C" w:rsidRDefault="00110D2F" w:rsidP="00DC398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Cs w:val="22"/>
              </w:rPr>
            </w:pPr>
            <w:r>
              <w:rPr>
                <w:color w:val="auto"/>
                <w:szCs w:val="22"/>
              </w:rPr>
              <w:t>08/202</w:t>
            </w:r>
            <w:r w:rsidR="00DC398D">
              <w:rPr>
                <w:color w:val="auto"/>
                <w:szCs w:val="22"/>
              </w:rPr>
              <w:t>4</w:t>
            </w:r>
          </w:p>
        </w:tc>
        <w:tc>
          <w:tcPr>
            <w:tcW w:w="3260" w:type="dxa"/>
            <w:shd w:val="clear" w:color="auto" w:fill="auto"/>
          </w:tcPr>
          <w:sdt>
            <w:sdtPr>
              <w:alias w:val="Abweichungen und Verzögerungen eingeben"/>
              <w:tag w:val="Abweichungen und Verzögerungen eingeben"/>
              <w:id w:val="2065288148"/>
              <w:placeholder>
                <w:docPart w:val="26DD5E64E0EC4F36A41016267EBCAC3C"/>
              </w:placeholder>
              <w:showingPlcHdr/>
            </w:sdtPr>
            <w:sdtEndPr/>
            <w:sdtContent>
              <w:p w14:paraId="34731139" w14:textId="3D4C126F" w:rsidR="00110D2F" w:rsidRPr="00D16444" w:rsidRDefault="00110D2F" w:rsidP="00355FC6">
                <w:pPr>
                  <w:pStyle w:val="Flietext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pPr>
                <w:r w:rsidRPr="00B01642">
                  <w:rPr>
                    <w:rStyle w:val="Platzhaltertext"/>
                  </w:rPr>
                  <w:t>Klicken oder tippen Sie hier, um Text einzugeben.</w:t>
                </w:r>
              </w:p>
            </w:sdtContent>
          </w:sdt>
        </w:tc>
      </w:tr>
      <w:tr w:rsidR="00110D2F" w14:paraId="4A2E73A5" w14:textId="3D68840F" w:rsidTr="004E4D16">
        <w:trPr>
          <w:cantSplit/>
          <w:trHeight w:val="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1" w:type="dxa"/>
            <w:shd w:val="clear" w:color="auto" w:fill="auto"/>
          </w:tcPr>
          <w:p w14:paraId="456AB763" w14:textId="376DC795" w:rsidR="00110D2F" w:rsidRPr="001F1150" w:rsidRDefault="00110D2F" w:rsidP="00416C14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…</w:t>
            </w:r>
          </w:p>
        </w:tc>
        <w:tc>
          <w:tcPr>
            <w:tcW w:w="2876" w:type="dxa"/>
            <w:shd w:val="clear" w:color="auto" w:fill="auto"/>
          </w:tcPr>
          <w:p w14:paraId="2A0A2137" w14:textId="3E928274" w:rsidR="00110D2F" w:rsidRDefault="00110D2F" w:rsidP="00355FC6">
            <w:pPr>
              <w:pStyle w:val="Fli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18" w:type="dxa"/>
            <w:shd w:val="clear" w:color="auto" w:fill="auto"/>
          </w:tcPr>
          <w:p w14:paraId="2BE74C9D" w14:textId="011F2B63" w:rsidR="00110D2F" w:rsidRPr="002B014C" w:rsidRDefault="00110D2F" w:rsidP="0048189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  <w:spacing w:val="0"/>
                <w:szCs w:val="20"/>
                <w:lang w:eastAsia="de-DE"/>
              </w:rPr>
            </w:pPr>
          </w:p>
        </w:tc>
        <w:tc>
          <w:tcPr>
            <w:tcW w:w="3260" w:type="dxa"/>
            <w:shd w:val="clear" w:color="auto" w:fill="auto"/>
          </w:tcPr>
          <w:p w14:paraId="6D9F10CF" w14:textId="77777777" w:rsidR="00110D2F" w:rsidRPr="002B014C" w:rsidRDefault="00110D2F" w:rsidP="004818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auto"/>
                <w:spacing w:val="0"/>
                <w:szCs w:val="20"/>
                <w:lang w:eastAsia="de-DE"/>
              </w:rPr>
            </w:pPr>
          </w:p>
        </w:tc>
      </w:tr>
    </w:tbl>
    <w:p w14:paraId="72D7618A" w14:textId="189657E6" w:rsidR="008E3A12" w:rsidRPr="008E3A12" w:rsidRDefault="008E3A12" w:rsidP="00B31331">
      <w:pPr>
        <w:pStyle w:val="berschrift2"/>
      </w:pPr>
      <w:bookmarkStart w:id="6" w:name="_Ref51071411"/>
      <w:r w:rsidRPr="00B2362E">
        <w:t>Beschreibung</w:t>
      </w:r>
      <w:r w:rsidR="003D7FA1">
        <w:t xml:space="preserve"> der </w:t>
      </w:r>
      <w:r w:rsidRPr="008E3A12">
        <w:t>durchgeführten Arbeiten</w:t>
      </w:r>
      <w:bookmarkEnd w:id="6"/>
    </w:p>
    <w:p w14:paraId="4BC5D18F" w14:textId="7BC692D2" w:rsidR="008E3A12" w:rsidRPr="00DC56BE" w:rsidRDefault="008E3A12" w:rsidP="008E3A12">
      <w:pPr>
        <w:pStyle w:val="AufzhlungEbene1"/>
        <w:numPr>
          <w:ilvl w:val="0"/>
          <w:numId w:val="13"/>
        </w:numPr>
      </w:pPr>
      <w:bookmarkStart w:id="7" w:name="_Toc505700283"/>
      <w:bookmarkStart w:id="8" w:name="_Toc505700498"/>
      <w:bookmarkStart w:id="9" w:name="_Toc19114089"/>
      <w:r w:rsidRPr="00DC56BE">
        <w:t xml:space="preserve">Beschreiben Sie die im Berichtszeitraum durchgeführten Arbeiten, strukturiert nach den </w:t>
      </w:r>
      <w:r w:rsidR="00BF7CAD">
        <w:t>Projekten</w:t>
      </w:r>
      <w:r w:rsidRPr="00DC56BE">
        <w:t>.</w:t>
      </w:r>
    </w:p>
    <w:p w14:paraId="078766E2" w14:textId="2B11C1F2" w:rsidR="008E3A12" w:rsidRPr="00DC56BE" w:rsidRDefault="008E3A12" w:rsidP="009E1402">
      <w:pPr>
        <w:pStyle w:val="AufzhlungEbene1"/>
        <w:numPr>
          <w:ilvl w:val="0"/>
          <w:numId w:val="13"/>
        </w:numPr>
      </w:pPr>
      <w:r w:rsidRPr="00DC56BE">
        <w:t>Konnten die Arbeitsschritte gemäß Plan erarbeitet werden? G</w:t>
      </w:r>
      <w:r w:rsidR="009C721E">
        <w:t>ab es wesentliche Abweichungen?</w:t>
      </w:r>
      <w:r w:rsidR="009E1402">
        <w:br/>
      </w:r>
      <w:r w:rsidRPr="009E1402">
        <w:rPr>
          <w:color w:val="306895" w:themeColor="accent2" w:themeShade="BF"/>
        </w:rPr>
        <w:t>Achtung: Änderungen an der Methodik und wesentliche Änderungen im Arbeitsplan erfordern</w:t>
      </w:r>
      <w:r w:rsidR="003B4654" w:rsidRPr="009E1402">
        <w:rPr>
          <w:color w:val="306895" w:themeColor="accent2" w:themeShade="BF"/>
        </w:rPr>
        <w:t xml:space="preserve"> eine </w:t>
      </w:r>
      <w:r w:rsidR="005017FB" w:rsidRPr="009E1402">
        <w:rPr>
          <w:color w:val="306895" w:themeColor="accent2" w:themeShade="BF"/>
        </w:rPr>
        <w:t>Zustimmung</w:t>
      </w:r>
      <w:r w:rsidR="003B4654" w:rsidRPr="009E1402">
        <w:rPr>
          <w:color w:val="306895" w:themeColor="accent2" w:themeShade="BF"/>
        </w:rPr>
        <w:t xml:space="preserve"> durch die FFG</w:t>
      </w:r>
      <w:r w:rsidR="00BA40AB" w:rsidRPr="009E1402">
        <w:rPr>
          <w:color w:val="306895" w:themeColor="accent2" w:themeShade="BF"/>
        </w:rPr>
        <w:t>.</w:t>
      </w:r>
    </w:p>
    <w:sdt>
      <w:sdtPr>
        <w:alias w:val="Hier durchgeführte Arbeiten beschreiben"/>
        <w:tag w:val="Hier durchgeführte Arbeiten beschreiben"/>
        <w:id w:val="-535585379"/>
        <w:placeholder>
          <w:docPart w:val="A5AC84B566B242EF8337D24DE922ECD2"/>
        </w:placeholder>
        <w:showingPlcHdr/>
      </w:sdtPr>
      <w:sdtEndPr/>
      <w:sdtContent>
        <w:p w14:paraId="59272BE4" w14:textId="26D832AA" w:rsidR="00B9072E" w:rsidRPr="00103C01" w:rsidRDefault="009936FD" w:rsidP="00355FC6">
          <w:pPr>
            <w:pStyle w:val="Flietext"/>
          </w:pPr>
          <w:r w:rsidRPr="00B01642">
            <w:rPr>
              <w:rStyle w:val="Platzhaltertext"/>
            </w:rPr>
            <w:t>Klicken oder tippen Sie hier, um Text einzugeben.</w:t>
          </w:r>
        </w:p>
      </w:sdtContent>
    </w:sdt>
    <w:p w14:paraId="40A1BF1B" w14:textId="77777777" w:rsidR="00BB6088" w:rsidRPr="00BB6088" w:rsidRDefault="00BB6088" w:rsidP="00B31331">
      <w:pPr>
        <w:pStyle w:val="berschrift2"/>
      </w:pPr>
      <w:r w:rsidRPr="00BB6088">
        <w:t xml:space="preserve">Änderungen im </w:t>
      </w:r>
      <w:r w:rsidRPr="00F00DE2">
        <w:t>weiteren</w:t>
      </w:r>
      <w:r w:rsidRPr="00BB6088">
        <w:t xml:space="preserve"> Projektverlauf</w:t>
      </w:r>
    </w:p>
    <w:p w14:paraId="182D5191" w14:textId="2B1B7916" w:rsidR="00BB6088" w:rsidRPr="009E1402" w:rsidRDefault="00BB6088" w:rsidP="00B95CE2">
      <w:pPr>
        <w:pStyle w:val="AufzhlungEbene1"/>
        <w:numPr>
          <w:ilvl w:val="0"/>
          <w:numId w:val="13"/>
        </w:numPr>
        <w:rPr>
          <w:color w:val="306895" w:themeColor="accent2" w:themeShade="BF"/>
        </w:rPr>
      </w:pPr>
      <w:r w:rsidRPr="00DC56BE">
        <w:t>Gibt es Veränderungen</w:t>
      </w:r>
      <w:r w:rsidR="003B4654">
        <w:t xml:space="preserve"> im Projektverlauf</w:t>
      </w:r>
      <w:r w:rsidRPr="00DC56BE">
        <w:t>? Welche Auswirkungen haben diese? Wie muss die Planung adaptiert werden?</w:t>
      </w:r>
      <w:r w:rsidR="009E1402">
        <w:br/>
      </w:r>
      <w:r w:rsidR="00D16444" w:rsidRPr="009E1402">
        <w:rPr>
          <w:color w:val="306895" w:themeColor="accent2" w:themeShade="BF"/>
        </w:rPr>
        <w:t>Bei Bedarf können Sie hier einen überarbeiteten Projektplan einfügen.</w:t>
      </w:r>
    </w:p>
    <w:sdt>
      <w:sdtPr>
        <w:alias w:val="Hier Änderungen im weiteren Projektverlauf angeben"/>
        <w:tag w:val="Hier Änderungen im weiteren Projektverlauf angeben"/>
        <w:id w:val="510269448"/>
        <w:placeholder>
          <w:docPart w:val="5161A342569B4FCDA084CDEB2DB9FA85"/>
        </w:placeholder>
        <w:showingPlcHdr/>
      </w:sdtPr>
      <w:sdtEndPr/>
      <w:sdtContent>
        <w:p w14:paraId="47CB9825" w14:textId="552EF2FD" w:rsidR="009936FD" w:rsidRPr="009936FD" w:rsidRDefault="009936FD" w:rsidP="00355FC6">
          <w:pPr>
            <w:pStyle w:val="Flietext"/>
          </w:pPr>
          <w:r w:rsidRPr="00B01642">
            <w:rPr>
              <w:rStyle w:val="Platzhaltertext"/>
            </w:rPr>
            <w:t>Klicken oder tippen Sie hier, um Text einzugeben.</w:t>
          </w:r>
        </w:p>
      </w:sdtContent>
    </w:sdt>
    <w:p w14:paraId="611C9EF8" w14:textId="5B7DEE28" w:rsidR="00BB6088" w:rsidRPr="009C1F04" w:rsidRDefault="003D0BCE" w:rsidP="009C1F04">
      <w:pPr>
        <w:pStyle w:val="berschrift1"/>
      </w:pPr>
      <w:r>
        <w:t>KONSORTIUM</w:t>
      </w:r>
      <w:r w:rsidR="006261D9" w:rsidRPr="009C1F04">
        <w:t xml:space="preserve"> und Kooperation</w:t>
      </w:r>
    </w:p>
    <w:p w14:paraId="220B8535" w14:textId="1272B27E" w:rsidR="006261D9" w:rsidRPr="001258E1" w:rsidRDefault="006261D9" w:rsidP="001258E1">
      <w:pPr>
        <w:pStyle w:val="Listenabsatz"/>
        <w:numPr>
          <w:ilvl w:val="0"/>
          <w:numId w:val="43"/>
        </w:numPr>
      </w:pPr>
      <w:r w:rsidRPr="001258E1">
        <w:t xml:space="preserve">Gibt es wesentliche Veränderungen im </w:t>
      </w:r>
      <w:r w:rsidR="003D0BCE" w:rsidRPr="001258E1">
        <w:t>Konsortium (in Projektteams etc.)</w:t>
      </w:r>
      <w:r w:rsidRPr="001258E1">
        <w:t>?</w:t>
      </w:r>
    </w:p>
    <w:p w14:paraId="2F02186C" w14:textId="77777777" w:rsidR="006261D9" w:rsidRPr="001258E1" w:rsidRDefault="006261D9" w:rsidP="001258E1">
      <w:pPr>
        <w:pStyle w:val="Listenabsatz"/>
        <w:numPr>
          <w:ilvl w:val="0"/>
          <w:numId w:val="43"/>
        </w:numPr>
      </w:pPr>
      <w:r w:rsidRPr="008F50C0">
        <w:rPr>
          <w:color w:val="auto"/>
        </w:rPr>
        <w:t xml:space="preserve">Bei Konsortialprojekten: </w:t>
      </w:r>
      <w:r w:rsidRPr="001258E1">
        <w:t>Beschreiben Sie die Zusammenarbeit im Konsortium.</w:t>
      </w:r>
    </w:p>
    <w:p w14:paraId="7E6FBCB9" w14:textId="5D0612B1" w:rsidR="006261D9" w:rsidRDefault="006261D9" w:rsidP="001258E1">
      <w:pPr>
        <w:pStyle w:val="Listenabsatz"/>
        <w:numPr>
          <w:ilvl w:val="0"/>
          <w:numId w:val="43"/>
        </w:numPr>
      </w:pPr>
      <w:r w:rsidRPr="001258E1">
        <w:t>Gehen Sie auf Änderungen in der Arbeitsaufteilung ein. Gibt es</w:t>
      </w:r>
      <w:r w:rsidR="00DB73E8" w:rsidRPr="001258E1">
        <w:t xml:space="preserve"> Auswirkungen auf die Kosten-/</w:t>
      </w:r>
      <w:r w:rsidRPr="001258E1">
        <w:t>Finanzierun</w:t>
      </w:r>
      <w:r w:rsidR="00DB73E8" w:rsidRPr="001258E1">
        <w:t>gsstruktur und die Zielsetzung?</w:t>
      </w:r>
    </w:p>
    <w:sdt>
      <w:sdtPr>
        <w:alias w:val="Hier Änderungen im Konsortium angeben"/>
        <w:tag w:val="Hier Änderungen im Konsortium angeben"/>
        <w:id w:val="400498869"/>
        <w:placeholder>
          <w:docPart w:val="F43A83C15B55462481EAADA2534256EC"/>
        </w:placeholder>
        <w:showingPlcHdr/>
      </w:sdtPr>
      <w:sdtEndPr/>
      <w:sdtContent>
        <w:p w14:paraId="7E730474" w14:textId="77777777" w:rsidR="0054500D" w:rsidRPr="009936FD" w:rsidRDefault="0054500D" w:rsidP="00355FC6">
          <w:pPr>
            <w:pStyle w:val="Flietext"/>
          </w:pPr>
          <w:r w:rsidRPr="00B01642">
            <w:rPr>
              <w:rStyle w:val="Platzhaltertext"/>
            </w:rPr>
            <w:t>Klicken oder tippen Sie hier, um Text einzugeben.</w:t>
          </w:r>
        </w:p>
      </w:sdtContent>
    </w:sdt>
    <w:p w14:paraId="0033837B" w14:textId="77777777" w:rsidR="003D0BCE" w:rsidRPr="008F50C0" w:rsidRDefault="003D0BCE" w:rsidP="0029337C">
      <w:pPr>
        <w:pStyle w:val="berschrift2"/>
      </w:pPr>
      <w:r w:rsidRPr="008F50C0">
        <w:t>Wissenschaftliche Partner</w:t>
      </w:r>
    </w:p>
    <w:p w14:paraId="5347AAC6" w14:textId="5BD8ECEA" w:rsidR="003D0BCE" w:rsidRPr="008F50C0" w:rsidRDefault="003D0BCE" w:rsidP="0002706B">
      <w:pPr>
        <w:pStyle w:val="blauerInfotext"/>
        <w:numPr>
          <w:ilvl w:val="0"/>
          <w:numId w:val="39"/>
        </w:numPr>
        <w:rPr>
          <w:rFonts w:asciiTheme="minorHAnsi" w:eastAsiaTheme="minorHAnsi" w:hAnsiTheme="minorHAnsi" w:cs="Times New Roman (Textkörper CS)"/>
          <w:color w:val="auto"/>
          <w:spacing w:val="4"/>
          <w:sz w:val="22"/>
          <w:szCs w:val="24"/>
          <w:lang w:eastAsia="en-US"/>
        </w:rPr>
      </w:pPr>
      <w:r w:rsidRPr="008F50C0">
        <w:rPr>
          <w:rFonts w:asciiTheme="minorHAnsi" w:eastAsiaTheme="minorHAnsi" w:hAnsiTheme="minorHAnsi" w:cs="Times New Roman (Textkörper CS)"/>
          <w:color w:val="auto"/>
          <w:spacing w:val="4"/>
          <w:sz w:val="22"/>
          <w:szCs w:val="24"/>
          <w:lang w:eastAsia="en-US"/>
        </w:rPr>
        <w:t xml:space="preserve">Nehmen Sie Stellung </w:t>
      </w:r>
      <w:r w:rsidR="00C32E2C">
        <w:rPr>
          <w:rFonts w:asciiTheme="minorHAnsi" w:eastAsiaTheme="minorHAnsi" w:hAnsiTheme="minorHAnsi" w:cs="Times New Roman (Textkörper CS)"/>
          <w:color w:val="auto"/>
          <w:spacing w:val="4"/>
          <w:sz w:val="22"/>
          <w:szCs w:val="24"/>
          <w:lang w:eastAsia="en-US"/>
        </w:rPr>
        <w:t>zu den wissenschaftlichen Partnern</w:t>
      </w:r>
      <w:r w:rsidRPr="008F50C0">
        <w:rPr>
          <w:rFonts w:asciiTheme="minorHAnsi" w:eastAsiaTheme="minorHAnsi" w:hAnsiTheme="minorHAnsi" w:cs="Times New Roman (Textkörper CS)"/>
          <w:color w:val="auto"/>
          <w:spacing w:val="4"/>
          <w:sz w:val="22"/>
          <w:szCs w:val="24"/>
          <w:lang w:eastAsia="en-US"/>
        </w:rPr>
        <w:t>. Begründen Sie Zu-und Abgänge von wissenschaftlichen Partnern.</w:t>
      </w:r>
    </w:p>
    <w:sdt>
      <w:sdtPr>
        <w:alias w:val="Hier Änderungen der wissenschaftlichen Partner angeben"/>
        <w:tag w:val="Hier Änderungen der wissenschaftlichen Partner angeben"/>
        <w:id w:val="1136538215"/>
        <w:placeholder>
          <w:docPart w:val="7BF2F870CA1541F2B458E7AF821C8A6B"/>
        </w:placeholder>
        <w:showingPlcHdr/>
      </w:sdtPr>
      <w:sdtEndPr/>
      <w:sdtContent>
        <w:p w14:paraId="7A2774F5" w14:textId="77777777" w:rsidR="0054500D" w:rsidRPr="009936FD" w:rsidRDefault="0054500D" w:rsidP="00355FC6">
          <w:pPr>
            <w:pStyle w:val="Flietext"/>
          </w:pPr>
          <w:r w:rsidRPr="00B01642">
            <w:rPr>
              <w:rStyle w:val="Platzhaltertext"/>
            </w:rPr>
            <w:t>Klicken oder tippen Sie hier, um Text einzugeben.</w:t>
          </w:r>
        </w:p>
      </w:sdtContent>
    </w:sdt>
    <w:p w14:paraId="7F6F4465" w14:textId="77777777" w:rsidR="003D0BCE" w:rsidRPr="008F50C0" w:rsidRDefault="003D0BCE" w:rsidP="0029337C">
      <w:pPr>
        <w:pStyle w:val="berschrift2"/>
      </w:pPr>
      <w:r w:rsidRPr="008F50C0">
        <w:t>Unternehmenspartner</w:t>
      </w:r>
    </w:p>
    <w:p w14:paraId="6A9FD671" w14:textId="1A49C20C" w:rsidR="003D0BCE" w:rsidRPr="00535144" w:rsidRDefault="003D0BCE" w:rsidP="0002706B">
      <w:pPr>
        <w:pStyle w:val="blauerInfotext"/>
        <w:numPr>
          <w:ilvl w:val="0"/>
          <w:numId w:val="39"/>
        </w:numPr>
        <w:rPr>
          <w:rFonts w:eastAsiaTheme="minorHAnsi"/>
          <w:color w:val="auto"/>
        </w:rPr>
      </w:pPr>
      <w:r w:rsidRPr="008F50C0">
        <w:rPr>
          <w:rFonts w:asciiTheme="minorHAnsi" w:eastAsiaTheme="minorHAnsi" w:hAnsiTheme="minorHAnsi" w:cs="Times New Roman (Textkörper CS)"/>
          <w:color w:val="auto"/>
          <w:spacing w:val="4"/>
          <w:sz w:val="22"/>
          <w:szCs w:val="24"/>
          <w:lang w:eastAsia="en-US"/>
        </w:rPr>
        <w:t xml:space="preserve">Nehmen Sie Stellung </w:t>
      </w:r>
      <w:r w:rsidR="00C32E2C">
        <w:rPr>
          <w:rFonts w:asciiTheme="minorHAnsi" w:eastAsiaTheme="minorHAnsi" w:hAnsiTheme="minorHAnsi" w:cs="Times New Roman (Textkörper CS)"/>
          <w:color w:val="auto"/>
          <w:spacing w:val="4"/>
          <w:sz w:val="22"/>
          <w:szCs w:val="24"/>
          <w:lang w:eastAsia="en-US"/>
        </w:rPr>
        <w:t>zu den Unternehmenspartnern</w:t>
      </w:r>
      <w:r w:rsidRPr="008F50C0">
        <w:rPr>
          <w:rFonts w:asciiTheme="minorHAnsi" w:eastAsiaTheme="minorHAnsi" w:hAnsiTheme="minorHAnsi" w:cs="Times New Roman (Textkörper CS)"/>
          <w:color w:val="auto"/>
          <w:spacing w:val="4"/>
          <w:sz w:val="22"/>
          <w:szCs w:val="24"/>
          <w:lang w:eastAsia="en-US"/>
        </w:rPr>
        <w:t xml:space="preserve">. Begründen Sie Zu-und Abgänge von </w:t>
      </w:r>
      <w:r w:rsidRPr="00535144">
        <w:rPr>
          <w:rFonts w:eastAsiaTheme="minorHAnsi"/>
          <w:color w:val="auto"/>
        </w:rPr>
        <w:t>Unternehmenspartnern.</w:t>
      </w:r>
    </w:p>
    <w:sdt>
      <w:sdtPr>
        <w:alias w:val="Hier Änderungen der Unternehmenspartner angeben"/>
        <w:tag w:val="Hier Änderungen der Unternehmenspartner angeben"/>
        <w:id w:val="2057039883"/>
        <w:placeholder>
          <w:docPart w:val="E78ED6A39AE74A7499D6C472AE5A5C62"/>
        </w:placeholder>
        <w:showingPlcHdr/>
      </w:sdtPr>
      <w:sdtEndPr/>
      <w:sdtContent>
        <w:p w14:paraId="18BEB2B0" w14:textId="77777777" w:rsidR="0054500D" w:rsidRPr="009936FD" w:rsidRDefault="0054500D" w:rsidP="00355FC6">
          <w:pPr>
            <w:pStyle w:val="Flietext"/>
          </w:pPr>
          <w:r w:rsidRPr="00B01642">
            <w:rPr>
              <w:rStyle w:val="Platzhaltertext"/>
            </w:rPr>
            <w:t>Klicken oder tippen Sie hier, um Text einzugeben.</w:t>
          </w:r>
        </w:p>
      </w:sdtContent>
    </w:sdt>
    <w:p w14:paraId="10F2A1B8" w14:textId="77777777" w:rsidR="003D0BCE" w:rsidRPr="008F50C0" w:rsidRDefault="003D0BCE" w:rsidP="0029337C">
      <w:pPr>
        <w:pStyle w:val="berschrift2"/>
      </w:pPr>
      <w:r w:rsidRPr="008F50C0">
        <w:t>Projektmanagement</w:t>
      </w:r>
    </w:p>
    <w:p w14:paraId="4732BC34" w14:textId="30CFE047" w:rsidR="003D0BCE" w:rsidRPr="002E0AE7" w:rsidRDefault="003D0BCE" w:rsidP="003D0BCE">
      <w:pPr>
        <w:pStyle w:val="blauerInfotext"/>
        <w:numPr>
          <w:ilvl w:val="0"/>
          <w:numId w:val="39"/>
        </w:numPr>
        <w:rPr>
          <w:rFonts w:asciiTheme="minorHAnsi" w:eastAsiaTheme="minorHAnsi" w:hAnsiTheme="minorHAnsi" w:cs="Times New Roman (Textkörper CS)"/>
          <w:color w:val="auto"/>
          <w:spacing w:val="4"/>
          <w:sz w:val="22"/>
          <w:szCs w:val="24"/>
          <w:lang w:eastAsia="en-US"/>
        </w:rPr>
      </w:pPr>
      <w:r w:rsidRPr="002E0AE7">
        <w:rPr>
          <w:rFonts w:asciiTheme="minorHAnsi" w:eastAsiaTheme="minorHAnsi" w:hAnsiTheme="minorHAnsi" w:cs="Times New Roman (Textkörper CS)"/>
          <w:color w:val="auto"/>
          <w:spacing w:val="4"/>
          <w:sz w:val="22"/>
          <w:szCs w:val="24"/>
          <w:lang w:eastAsia="en-US"/>
        </w:rPr>
        <w:t>Gab es im Berichtszeitraum personelle oder strukturelle Veränderungen im Management des COMET-</w:t>
      </w:r>
      <w:r w:rsidR="0054500D" w:rsidRPr="002E0AE7">
        <w:rPr>
          <w:rFonts w:asciiTheme="minorHAnsi" w:eastAsiaTheme="minorHAnsi" w:hAnsiTheme="minorHAnsi" w:cs="Times New Roman (Textkörper CS)"/>
          <w:color w:val="auto"/>
          <w:spacing w:val="4"/>
          <w:sz w:val="22"/>
          <w:szCs w:val="24"/>
          <w:lang w:eastAsia="en-US"/>
        </w:rPr>
        <w:t>Moduls</w:t>
      </w:r>
      <w:r w:rsidRPr="002E0AE7">
        <w:rPr>
          <w:rFonts w:asciiTheme="minorHAnsi" w:eastAsiaTheme="minorHAnsi" w:hAnsiTheme="minorHAnsi" w:cs="Times New Roman (Textkörper CS)"/>
          <w:color w:val="auto"/>
          <w:spacing w:val="4"/>
          <w:sz w:val="22"/>
          <w:szCs w:val="24"/>
          <w:lang w:eastAsia="en-US"/>
        </w:rPr>
        <w:t>? Welche Meetings fanden statt? Beschreiben Sie wichtige Ergebnisse.</w:t>
      </w:r>
    </w:p>
    <w:sdt>
      <w:sdtPr>
        <w:alias w:val="Hier Änderungen im Projektmanagement angeben"/>
        <w:tag w:val="Hier Änderungen im Projektmanagement angeben"/>
        <w:id w:val="-1988855260"/>
        <w:placeholder>
          <w:docPart w:val="C4FEB157C0CB4D52BD7754EF1503C438"/>
        </w:placeholder>
        <w:showingPlcHdr/>
      </w:sdtPr>
      <w:sdtEndPr/>
      <w:sdtContent>
        <w:p w14:paraId="006ADEC0" w14:textId="77777777" w:rsidR="003D0BCE" w:rsidRPr="00770EFE" w:rsidRDefault="003D0BCE" w:rsidP="00355FC6">
          <w:pPr>
            <w:pStyle w:val="Flietext"/>
          </w:pPr>
          <w:r w:rsidRPr="00770EFE">
            <w:rPr>
              <w:rStyle w:val="Platzhaltertext"/>
            </w:rPr>
            <w:t>Klicken oder tippen Sie hier, um Text einzugeben.</w:t>
          </w:r>
        </w:p>
      </w:sdtContent>
    </w:sdt>
    <w:p w14:paraId="1EF026A5" w14:textId="77777777" w:rsidR="003D0BCE" w:rsidRPr="008F50C0" w:rsidRDefault="003D0BCE" w:rsidP="0029337C">
      <w:pPr>
        <w:pStyle w:val="berschrift2"/>
      </w:pPr>
      <w:r w:rsidRPr="008F50C0">
        <w:t>Personalplanung und -entwicklung</w:t>
      </w:r>
    </w:p>
    <w:p w14:paraId="7E0758F0" w14:textId="0AA09CB4" w:rsidR="003D0BCE" w:rsidRDefault="0002706B" w:rsidP="00375F2E">
      <w:pPr>
        <w:pStyle w:val="blauerInfotext"/>
        <w:numPr>
          <w:ilvl w:val="0"/>
          <w:numId w:val="39"/>
        </w:numPr>
        <w:spacing w:before="120" w:after="0"/>
        <w:contextualSpacing/>
        <w:rPr>
          <w:rFonts w:asciiTheme="minorHAnsi" w:eastAsiaTheme="minorHAnsi" w:hAnsiTheme="minorHAnsi" w:cs="Times New Roman (Textkörper CS)"/>
          <w:color w:val="auto"/>
          <w:spacing w:val="4"/>
          <w:sz w:val="22"/>
          <w:szCs w:val="24"/>
          <w:lang w:eastAsia="en-US"/>
        </w:rPr>
      </w:pPr>
      <w:r w:rsidRPr="00375F2E">
        <w:rPr>
          <w:rFonts w:asciiTheme="minorHAnsi" w:eastAsiaTheme="minorHAnsi" w:hAnsiTheme="minorHAnsi" w:cs="Times New Roman (Textkörper CS)"/>
          <w:color w:val="auto"/>
          <w:spacing w:val="4"/>
          <w:sz w:val="22"/>
          <w:szCs w:val="24"/>
          <w:lang w:eastAsia="en-US"/>
        </w:rPr>
        <w:t xml:space="preserve">Gibt es Abweichungen zur geplanten Personalentwicklung. </w:t>
      </w:r>
      <w:r w:rsidR="003D0BCE" w:rsidRPr="00375F2E">
        <w:rPr>
          <w:rFonts w:asciiTheme="minorHAnsi" w:eastAsiaTheme="minorHAnsi" w:hAnsiTheme="minorHAnsi" w:cs="Times New Roman (Textkörper CS)"/>
          <w:color w:val="auto"/>
          <w:spacing w:val="4"/>
          <w:sz w:val="22"/>
          <w:szCs w:val="24"/>
          <w:lang w:eastAsia="en-US"/>
        </w:rPr>
        <w:t>Nehmen Sie Stellung zu</w:t>
      </w:r>
      <w:r w:rsidRPr="00375F2E">
        <w:rPr>
          <w:rFonts w:asciiTheme="minorHAnsi" w:eastAsiaTheme="minorHAnsi" w:hAnsiTheme="minorHAnsi" w:cs="Times New Roman (Textkörper CS)"/>
          <w:color w:val="auto"/>
          <w:spacing w:val="4"/>
          <w:sz w:val="22"/>
          <w:szCs w:val="24"/>
          <w:lang w:eastAsia="en-US"/>
        </w:rPr>
        <w:t xml:space="preserve"> den Personalressourcen</w:t>
      </w:r>
    </w:p>
    <w:p w14:paraId="0B83034C" w14:textId="2C9100DF" w:rsidR="00990190" w:rsidRPr="001C0013" w:rsidRDefault="00990190" w:rsidP="00990190">
      <w:pPr>
        <w:pStyle w:val="blauerInfotext"/>
        <w:numPr>
          <w:ilvl w:val="0"/>
          <w:numId w:val="39"/>
        </w:numPr>
        <w:spacing w:before="120" w:after="0"/>
        <w:contextualSpacing/>
        <w:rPr>
          <w:rFonts w:asciiTheme="minorHAnsi" w:eastAsiaTheme="minorHAnsi" w:hAnsiTheme="minorHAnsi" w:cs="Times New Roman (Textkörper CS)"/>
          <w:color w:val="auto"/>
          <w:spacing w:val="4"/>
          <w:sz w:val="22"/>
          <w:szCs w:val="24"/>
          <w:lang w:eastAsia="en-US"/>
        </w:rPr>
      </w:pPr>
      <w:r w:rsidRPr="001C0013">
        <w:rPr>
          <w:rFonts w:asciiTheme="minorHAnsi" w:eastAsiaTheme="minorHAnsi" w:hAnsiTheme="minorHAnsi" w:cs="Times New Roman (Textkörper CS)"/>
          <w:color w:val="auto"/>
          <w:spacing w:val="4"/>
          <w:sz w:val="22"/>
          <w:szCs w:val="24"/>
          <w:lang w:eastAsia="en-US"/>
        </w:rPr>
        <w:t xml:space="preserve">Nehmen Sie Stellung zu den in </w:t>
      </w:r>
      <w:r w:rsidR="00355FC6">
        <w:rPr>
          <w:rFonts w:asciiTheme="minorHAnsi" w:eastAsiaTheme="minorHAnsi" w:hAnsiTheme="minorHAnsi" w:cs="Times New Roman (Textkörper CS)"/>
          <w:color w:val="auto"/>
          <w:spacing w:val="4"/>
          <w:sz w:val="22"/>
          <w:szCs w:val="24"/>
          <w:lang w:eastAsia="en-US"/>
        </w:rPr>
        <w:t>der ‚</w:t>
      </w:r>
      <w:r w:rsidRPr="001C0013">
        <w:rPr>
          <w:rFonts w:asciiTheme="minorHAnsi" w:eastAsiaTheme="minorHAnsi" w:hAnsiTheme="minorHAnsi" w:cs="Times New Roman (Textkörper CS)"/>
          <w:color w:val="auto"/>
          <w:spacing w:val="4"/>
          <w:sz w:val="22"/>
          <w:szCs w:val="24"/>
          <w:lang w:eastAsia="en-US"/>
        </w:rPr>
        <w:t xml:space="preserve">List </w:t>
      </w:r>
      <w:proofErr w:type="spellStart"/>
      <w:r w:rsidRPr="001C0013">
        <w:rPr>
          <w:rFonts w:asciiTheme="minorHAnsi" w:eastAsiaTheme="minorHAnsi" w:hAnsiTheme="minorHAnsi" w:cs="Times New Roman (Textkörper CS)"/>
          <w:color w:val="auto"/>
          <w:spacing w:val="4"/>
          <w:sz w:val="22"/>
          <w:szCs w:val="24"/>
          <w:lang w:eastAsia="en-US"/>
        </w:rPr>
        <w:t>of</w:t>
      </w:r>
      <w:proofErr w:type="spellEnd"/>
      <w:r w:rsidRPr="001C0013">
        <w:rPr>
          <w:rFonts w:asciiTheme="minorHAnsi" w:eastAsiaTheme="minorHAnsi" w:hAnsiTheme="minorHAnsi" w:cs="Times New Roman (Textkörper CS)"/>
          <w:color w:val="auto"/>
          <w:spacing w:val="4"/>
          <w:sz w:val="22"/>
          <w:szCs w:val="24"/>
          <w:lang w:eastAsia="en-US"/>
        </w:rPr>
        <w:t xml:space="preserve"> Projects</w:t>
      </w:r>
      <w:r w:rsidR="00355FC6">
        <w:rPr>
          <w:rFonts w:asciiTheme="minorHAnsi" w:eastAsiaTheme="minorHAnsi" w:hAnsiTheme="minorHAnsi" w:cs="Times New Roman (Textkörper CS)"/>
          <w:color w:val="auto"/>
          <w:spacing w:val="4"/>
          <w:sz w:val="22"/>
          <w:szCs w:val="24"/>
          <w:lang w:eastAsia="en-US"/>
        </w:rPr>
        <w:t>‘</w:t>
      </w:r>
      <w:r w:rsidRPr="001C0013">
        <w:rPr>
          <w:rFonts w:asciiTheme="minorHAnsi" w:eastAsiaTheme="minorHAnsi" w:hAnsiTheme="minorHAnsi" w:cs="Times New Roman (Textkörper CS)"/>
          <w:color w:val="auto"/>
          <w:spacing w:val="4"/>
          <w:sz w:val="22"/>
          <w:szCs w:val="24"/>
          <w:lang w:eastAsia="en-US"/>
        </w:rPr>
        <w:t xml:space="preserve"> genannten Projektleitungen.</w:t>
      </w:r>
    </w:p>
    <w:p w14:paraId="1B41900E" w14:textId="77777777" w:rsidR="0002706B" w:rsidRPr="002E0AE7" w:rsidRDefault="0002706B" w:rsidP="0002706B">
      <w:pPr>
        <w:pStyle w:val="blauerInfotext"/>
        <w:numPr>
          <w:ilvl w:val="0"/>
          <w:numId w:val="39"/>
        </w:numPr>
        <w:spacing w:before="120" w:after="0"/>
        <w:contextualSpacing/>
        <w:rPr>
          <w:rFonts w:asciiTheme="minorHAnsi" w:eastAsiaTheme="minorHAnsi" w:hAnsiTheme="minorHAnsi" w:cs="Times New Roman (Textkörper CS)"/>
          <w:color w:val="auto"/>
          <w:spacing w:val="4"/>
          <w:sz w:val="22"/>
          <w:szCs w:val="24"/>
          <w:lang w:eastAsia="en-US"/>
        </w:rPr>
      </w:pPr>
      <w:r w:rsidRPr="002E0AE7">
        <w:rPr>
          <w:rFonts w:asciiTheme="minorHAnsi" w:eastAsiaTheme="minorHAnsi" w:hAnsiTheme="minorHAnsi" w:cs="Times New Roman (Textkörper CS)"/>
          <w:color w:val="auto"/>
          <w:spacing w:val="4"/>
          <w:sz w:val="22"/>
          <w:szCs w:val="24"/>
          <w:lang w:eastAsia="en-US"/>
        </w:rPr>
        <w:t>Wurden Maßnahmen im Bereich Gender Mainstreaming durchgeführt?</w:t>
      </w:r>
    </w:p>
    <w:p w14:paraId="0EC7C2A2" w14:textId="1F9DAC51" w:rsidR="0002706B" w:rsidRPr="008F50C0" w:rsidRDefault="0002706B" w:rsidP="0002706B">
      <w:pPr>
        <w:pStyle w:val="blauerInfotext"/>
        <w:numPr>
          <w:ilvl w:val="0"/>
          <w:numId w:val="39"/>
        </w:numPr>
        <w:rPr>
          <w:color w:val="auto"/>
        </w:rPr>
      </w:pPr>
      <w:r w:rsidRPr="008F50C0">
        <w:rPr>
          <w:rFonts w:asciiTheme="minorHAnsi" w:eastAsiaTheme="minorHAnsi" w:hAnsiTheme="minorHAnsi" w:cs="Times New Roman (Textkörper CS)"/>
          <w:color w:val="auto"/>
          <w:spacing w:val="4"/>
          <w:sz w:val="22"/>
          <w:szCs w:val="24"/>
          <w:lang w:eastAsia="en-US"/>
        </w:rPr>
        <w:t>Nehmen Sie zu</w:t>
      </w:r>
      <w:r>
        <w:rPr>
          <w:rFonts w:asciiTheme="minorHAnsi" w:eastAsiaTheme="minorHAnsi" w:hAnsiTheme="minorHAnsi" w:cs="Times New Roman (Textkörper CS)"/>
          <w:color w:val="auto"/>
          <w:spacing w:val="4"/>
          <w:sz w:val="22"/>
          <w:szCs w:val="24"/>
          <w:lang w:eastAsia="en-US"/>
        </w:rPr>
        <w:t xml:space="preserve"> den </w:t>
      </w:r>
      <w:proofErr w:type="spellStart"/>
      <w:r w:rsidR="00C32E2C">
        <w:rPr>
          <w:rFonts w:asciiTheme="minorHAnsi" w:eastAsiaTheme="minorHAnsi" w:hAnsiTheme="minorHAnsi" w:cs="Times New Roman (Textkörper CS)"/>
          <w:color w:val="auto"/>
          <w:spacing w:val="4"/>
          <w:sz w:val="22"/>
          <w:szCs w:val="24"/>
          <w:lang w:eastAsia="en-US"/>
        </w:rPr>
        <w:t>Monitoringwerten</w:t>
      </w:r>
      <w:proofErr w:type="spellEnd"/>
      <w:r w:rsidR="00C32E2C">
        <w:rPr>
          <w:rFonts w:asciiTheme="minorHAnsi" w:eastAsiaTheme="minorHAnsi" w:hAnsiTheme="minorHAnsi" w:cs="Times New Roman (Textkörper CS)"/>
          <w:color w:val="auto"/>
          <w:spacing w:val="4"/>
          <w:sz w:val="22"/>
          <w:szCs w:val="24"/>
          <w:lang w:eastAsia="en-US"/>
        </w:rPr>
        <w:t xml:space="preserve"> </w:t>
      </w:r>
      <w:r w:rsidR="00355FC6">
        <w:rPr>
          <w:rFonts w:asciiTheme="minorHAnsi" w:eastAsiaTheme="minorHAnsi" w:hAnsiTheme="minorHAnsi" w:cs="Times New Roman (Textkörper CS)"/>
          <w:color w:val="auto"/>
          <w:spacing w:val="4"/>
          <w:sz w:val="22"/>
          <w:szCs w:val="24"/>
          <w:lang w:eastAsia="en-US"/>
        </w:rPr>
        <w:t>‚</w:t>
      </w:r>
      <w:proofErr w:type="spellStart"/>
      <w:r w:rsidR="00C32E2C">
        <w:rPr>
          <w:rFonts w:asciiTheme="minorHAnsi" w:eastAsiaTheme="minorHAnsi" w:hAnsiTheme="minorHAnsi" w:cs="Times New Roman (Textkörper CS)"/>
          <w:color w:val="auto"/>
          <w:spacing w:val="4"/>
          <w:sz w:val="22"/>
          <w:szCs w:val="24"/>
          <w:lang w:eastAsia="en-US"/>
        </w:rPr>
        <w:t>a</w:t>
      </w:r>
      <w:r w:rsidRPr="0002706B">
        <w:rPr>
          <w:rFonts w:asciiTheme="minorHAnsi" w:eastAsiaTheme="minorHAnsi" w:hAnsiTheme="minorHAnsi" w:cs="Times New Roman (Textkörper CS)"/>
          <w:color w:val="auto"/>
          <w:spacing w:val="4"/>
          <w:sz w:val="22"/>
          <w:szCs w:val="24"/>
          <w:lang w:eastAsia="en-US"/>
        </w:rPr>
        <w:t>kademische</w:t>
      </w:r>
      <w:r w:rsidR="00C32E2C">
        <w:rPr>
          <w:rFonts w:asciiTheme="minorHAnsi" w:eastAsiaTheme="minorHAnsi" w:hAnsiTheme="minorHAnsi" w:cs="Times New Roman (Textkörper CS)"/>
          <w:color w:val="auto"/>
          <w:spacing w:val="4"/>
          <w:sz w:val="22"/>
          <w:szCs w:val="24"/>
          <w:lang w:eastAsia="en-US"/>
        </w:rPr>
        <w:t>n</w:t>
      </w:r>
      <w:r w:rsidRPr="0002706B">
        <w:rPr>
          <w:rFonts w:asciiTheme="minorHAnsi" w:eastAsiaTheme="minorHAnsi" w:hAnsiTheme="minorHAnsi" w:cs="Times New Roman (Textkörper CS)"/>
          <w:color w:val="auto"/>
          <w:spacing w:val="4"/>
          <w:sz w:val="22"/>
          <w:szCs w:val="24"/>
          <w:lang w:eastAsia="en-US"/>
        </w:rPr>
        <w:t>Arbeiten</w:t>
      </w:r>
      <w:proofErr w:type="spellEnd"/>
      <w:r w:rsidR="00574934">
        <w:rPr>
          <w:rFonts w:asciiTheme="minorHAnsi" w:eastAsiaTheme="minorHAnsi" w:hAnsiTheme="minorHAnsi" w:cs="Times New Roman (Textkörper CS)"/>
          <w:color w:val="auto"/>
          <w:spacing w:val="4"/>
          <w:sz w:val="22"/>
          <w:szCs w:val="24"/>
          <w:lang w:eastAsia="en-US"/>
        </w:rPr>
        <w:t xml:space="preserve">‘ </w:t>
      </w:r>
      <w:r w:rsidR="00574934" w:rsidRPr="008F50C0">
        <w:rPr>
          <w:rFonts w:asciiTheme="minorHAnsi" w:eastAsiaTheme="minorHAnsi" w:hAnsiTheme="minorHAnsi" w:cs="Times New Roman (Textkörper CS)"/>
          <w:color w:val="auto"/>
          <w:spacing w:val="4"/>
          <w:sz w:val="22"/>
          <w:szCs w:val="24"/>
          <w:lang w:eastAsia="en-US"/>
        </w:rPr>
        <w:t>Stellung</w:t>
      </w:r>
      <w:r w:rsidR="00574934">
        <w:rPr>
          <w:rFonts w:asciiTheme="minorHAnsi" w:eastAsiaTheme="minorHAnsi" w:hAnsiTheme="minorHAnsi" w:cs="Times New Roman (Textkörper CS)"/>
          <w:color w:val="auto"/>
          <w:spacing w:val="4"/>
          <w:sz w:val="22"/>
          <w:szCs w:val="24"/>
          <w:lang w:eastAsia="en-US"/>
        </w:rPr>
        <w:t>.</w:t>
      </w:r>
    </w:p>
    <w:p w14:paraId="464D67FE" w14:textId="5299EB94" w:rsidR="003D0BCE" w:rsidRPr="002E0AE7" w:rsidRDefault="003D0BCE" w:rsidP="003D0BCE">
      <w:pPr>
        <w:pStyle w:val="blauerInfotext"/>
        <w:numPr>
          <w:ilvl w:val="0"/>
          <w:numId w:val="39"/>
        </w:numPr>
        <w:rPr>
          <w:rFonts w:asciiTheme="minorHAnsi" w:eastAsiaTheme="minorHAnsi" w:hAnsiTheme="minorHAnsi" w:cs="Times New Roman (Textkörper CS)"/>
          <w:color w:val="auto"/>
          <w:spacing w:val="4"/>
          <w:sz w:val="22"/>
          <w:szCs w:val="24"/>
          <w:lang w:eastAsia="en-US"/>
        </w:rPr>
      </w:pPr>
      <w:r w:rsidRPr="002E0AE7">
        <w:rPr>
          <w:rFonts w:asciiTheme="minorHAnsi" w:eastAsiaTheme="minorHAnsi" w:hAnsiTheme="minorHAnsi" w:cs="Times New Roman (Textkörper CS)"/>
          <w:color w:val="auto"/>
          <w:spacing w:val="4"/>
          <w:sz w:val="22"/>
          <w:szCs w:val="24"/>
          <w:lang w:eastAsia="en-US"/>
        </w:rPr>
        <w:t>Optional: Wurden spezifische Maßnahmen zur Personalentwicklung im COMET-</w:t>
      </w:r>
      <w:r w:rsidR="002E0AE7">
        <w:rPr>
          <w:rFonts w:asciiTheme="minorHAnsi" w:eastAsiaTheme="minorHAnsi" w:hAnsiTheme="minorHAnsi" w:cs="Times New Roman (Textkörper CS)"/>
          <w:color w:val="auto"/>
          <w:spacing w:val="4"/>
          <w:sz w:val="22"/>
          <w:szCs w:val="24"/>
          <w:lang w:eastAsia="en-US"/>
        </w:rPr>
        <w:t>Modul</w:t>
      </w:r>
      <w:r w:rsidRPr="002E0AE7">
        <w:rPr>
          <w:rFonts w:asciiTheme="minorHAnsi" w:eastAsiaTheme="minorHAnsi" w:hAnsiTheme="minorHAnsi" w:cs="Times New Roman (Textkörper CS)"/>
          <w:color w:val="auto"/>
          <w:spacing w:val="4"/>
          <w:sz w:val="22"/>
          <w:szCs w:val="24"/>
          <w:lang w:eastAsia="en-US"/>
        </w:rPr>
        <w:t xml:space="preserve"> durchgeführt (z. B. Aus- und Weiterbildungsmaßnahmen, Personalaustausch etc.)?</w:t>
      </w:r>
    </w:p>
    <w:sdt>
      <w:sdtPr>
        <w:alias w:val="Hier Informationen zu Personalplanung und -entwicklung eingeben"/>
        <w:tag w:val="Hier Informationen zu Personalplanung und -entwicklung eingeben"/>
        <w:id w:val="207692674"/>
        <w:placeholder>
          <w:docPart w:val="7B00E7D3C29B4268A3CF08DA333B99B3"/>
        </w:placeholder>
        <w:showingPlcHdr/>
      </w:sdtPr>
      <w:sdtEndPr/>
      <w:sdtContent>
        <w:p w14:paraId="375A50FC" w14:textId="22C70D26" w:rsidR="009936FD" w:rsidRPr="00EC7CCA" w:rsidRDefault="009936FD" w:rsidP="00355FC6">
          <w:pPr>
            <w:pStyle w:val="Flietext"/>
          </w:pPr>
          <w:r w:rsidRPr="00B01642">
            <w:rPr>
              <w:rStyle w:val="Platzhaltertext"/>
            </w:rPr>
            <w:t>Klicken oder tippen Sie hier, um Text einzugeben.</w:t>
          </w:r>
        </w:p>
      </w:sdtContent>
    </w:sdt>
    <w:p w14:paraId="0D572E23" w14:textId="651D2B13" w:rsidR="006261D9" w:rsidRDefault="006261D9" w:rsidP="009C1F04">
      <w:pPr>
        <w:pStyle w:val="berschrift1"/>
        <w:rPr>
          <w:color w:val="auto"/>
        </w:rPr>
      </w:pPr>
      <w:r w:rsidRPr="008F50C0">
        <w:rPr>
          <w:color w:val="auto"/>
        </w:rPr>
        <w:t>Wirtschaftliche und wissenschaftliche Verwertung</w:t>
      </w:r>
    </w:p>
    <w:p w14:paraId="43AEC8CF" w14:textId="6D299296" w:rsidR="006261D9" w:rsidRPr="00B31331" w:rsidRDefault="006261D9" w:rsidP="00003560">
      <w:pPr>
        <w:pStyle w:val="AufzhlungEbene1"/>
        <w:numPr>
          <w:ilvl w:val="0"/>
          <w:numId w:val="13"/>
        </w:numPr>
        <w:rPr>
          <w:color w:val="auto"/>
        </w:rPr>
      </w:pPr>
      <w:r w:rsidRPr="00B31331">
        <w:rPr>
          <w:color w:val="auto"/>
        </w:rPr>
        <w:t>Beschreiben Sie die bisherigen Verwertungs-</w:t>
      </w:r>
      <w:r w:rsidR="00D00493">
        <w:rPr>
          <w:color w:val="auto"/>
        </w:rPr>
        <w:t>und</w:t>
      </w:r>
      <w:r w:rsidRPr="00B31331">
        <w:rPr>
          <w:color w:val="auto"/>
        </w:rPr>
        <w:t xml:space="preserve"> Weiterverbreitungsaktivitäten. Ist eine Verwertung möglich?</w:t>
      </w:r>
    </w:p>
    <w:p w14:paraId="235A7F06" w14:textId="3C8A39B2" w:rsidR="006261D9" w:rsidRPr="0063743B" w:rsidRDefault="0063743B" w:rsidP="00003560">
      <w:pPr>
        <w:pStyle w:val="AufzhlungEbene1"/>
        <w:numPr>
          <w:ilvl w:val="0"/>
          <w:numId w:val="13"/>
        </w:numPr>
        <w:rPr>
          <w:color w:val="auto"/>
        </w:rPr>
      </w:pPr>
      <w:r w:rsidRPr="0063743B">
        <w:rPr>
          <w:color w:val="auto"/>
        </w:rPr>
        <w:t>Nehmen Sie zu</w:t>
      </w:r>
      <w:r w:rsidR="007A0645">
        <w:rPr>
          <w:color w:val="auto"/>
        </w:rPr>
        <w:t xml:space="preserve"> </w:t>
      </w:r>
      <w:r w:rsidR="0002706B">
        <w:rPr>
          <w:color w:val="auto"/>
        </w:rPr>
        <w:t xml:space="preserve">den </w:t>
      </w:r>
      <w:proofErr w:type="spellStart"/>
      <w:r w:rsidR="00CA2FE4">
        <w:rPr>
          <w:color w:val="auto"/>
        </w:rPr>
        <w:t>Monitoringwerten</w:t>
      </w:r>
      <w:proofErr w:type="spellEnd"/>
      <w:r w:rsidR="0002706B">
        <w:rPr>
          <w:color w:val="auto"/>
        </w:rPr>
        <w:t xml:space="preserve"> </w:t>
      </w:r>
      <w:r w:rsidR="00355FC6">
        <w:rPr>
          <w:color w:val="auto"/>
        </w:rPr>
        <w:t>‚IPR</w:t>
      </w:r>
      <w:r w:rsidR="00574934">
        <w:rPr>
          <w:color w:val="auto"/>
        </w:rPr>
        <w:t>‘</w:t>
      </w:r>
      <w:r w:rsidR="00574934" w:rsidRPr="00574934">
        <w:rPr>
          <w:color w:val="auto"/>
        </w:rPr>
        <w:t xml:space="preserve"> </w:t>
      </w:r>
      <w:r w:rsidR="00574934" w:rsidRPr="0063743B">
        <w:rPr>
          <w:color w:val="auto"/>
        </w:rPr>
        <w:t xml:space="preserve">Stellung </w:t>
      </w:r>
      <w:r w:rsidR="00355FC6">
        <w:rPr>
          <w:color w:val="auto"/>
        </w:rPr>
        <w:t xml:space="preserve">‘ </w:t>
      </w:r>
    </w:p>
    <w:p w14:paraId="61C7CA24" w14:textId="53B43FCA" w:rsidR="006261D9" w:rsidRPr="00B31331" w:rsidRDefault="006261D9" w:rsidP="00003560">
      <w:pPr>
        <w:pStyle w:val="AufzhlungEbene1"/>
        <w:numPr>
          <w:ilvl w:val="0"/>
          <w:numId w:val="13"/>
        </w:numPr>
        <w:rPr>
          <w:color w:val="auto"/>
        </w:rPr>
      </w:pPr>
      <w:r w:rsidRPr="00B31331">
        <w:rPr>
          <w:color w:val="auto"/>
        </w:rPr>
        <w:t>Welche weiterführenden F&amp;E-Aktivitäten sind geplant</w:t>
      </w:r>
      <w:r w:rsidR="00D73C31" w:rsidRPr="00B31331">
        <w:rPr>
          <w:color w:val="auto"/>
        </w:rPr>
        <w:t>?</w:t>
      </w:r>
    </w:p>
    <w:p w14:paraId="48A2B36D" w14:textId="60D20486" w:rsidR="006261D9" w:rsidRPr="00574934" w:rsidRDefault="006261D9" w:rsidP="00003560">
      <w:pPr>
        <w:pStyle w:val="AufzhlungEbene1"/>
        <w:numPr>
          <w:ilvl w:val="0"/>
          <w:numId w:val="13"/>
        </w:numPr>
        <w:rPr>
          <w:color w:val="auto"/>
        </w:rPr>
      </w:pPr>
      <w:r w:rsidRPr="00574934">
        <w:rPr>
          <w:color w:val="auto"/>
        </w:rPr>
        <w:t xml:space="preserve">Wie werden </w:t>
      </w:r>
      <w:r w:rsidR="00C54EA1" w:rsidRPr="00574934">
        <w:rPr>
          <w:color w:val="auto"/>
        </w:rPr>
        <w:t>etwaige</w:t>
      </w:r>
      <w:r w:rsidRPr="00574934">
        <w:rPr>
          <w:color w:val="auto"/>
        </w:rPr>
        <w:t xml:space="preserve"> im Projekt geschaffenen Prototypen</w:t>
      </w:r>
      <w:r w:rsidR="00D73C31" w:rsidRPr="00574934">
        <w:rPr>
          <w:color w:val="auto"/>
        </w:rPr>
        <w:t xml:space="preserve"> weiterverwendet?</w:t>
      </w:r>
    </w:p>
    <w:sdt>
      <w:sdtPr>
        <w:alias w:val="Hier Informationen zur wissenschaftlichen und wirtschaftlichen Verwertung eintragen"/>
        <w:tag w:val="Hier Informationen zur wissenschaftlichen und wirtschaftlichen Verwertung eintragen"/>
        <w:id w:val="1403642345"/>
        <w:placeholder>
          <w:docPart w:val="86440CC3A2C94367BC64EE44322CF63A"/>
        </w:placeholder>
        <w:showingPlcHdr/>
      </w:sdtPr>
      <w:sdtEndPr/>
      <w:sdtContent>
        <w:p w14:paraId="00F1E126" w14:textId="77777777" w:rsidR="009936FD" w:rsidRPr="00574934" w:rsidRDefault="009936FD" w:rsidP="00355FC6">
          <w:pPr>
            <w:pStyle w:val="Flietext"/>
          </w:pPr>
          <w:r w:rsidRPr="00574934">
            <w:rPr>
              <w:rStyle w:val="Platzhaltertext"/>
            </w:rPr>
            <w:t>Klicken oder tippen Sie hier, um Text einzugeben.</w:t>
          </w:r>
        </w:p>
      </w:sdtContent>
    </w:sdt>
    <w:p w14:paraId="42A6550A" w14:textId="6B059B66" w:rsidR="00574934" w:rsidRPr="00782902" w:rsidRDefault="00574934" w:rsidP="00574934">
      <w:pPr>
        <w:pStyle w:val="berschrift2"/>
      </w:pPr>
      <w:r w:rsidRPr="00782902">
        <w:t>Erfolgsgeschichten</w:t>
      </w:r>
    </w:p>
    <w:p w14:paraId="021940C5" w14:textId="0FD872CB" w:rsidR="00574934" w:rsidRPr="00782902" w:rsidRDefault="00574934" w:rsidP="00574934">
      <w:pPr>
        <w:pStyle w:val="Listenabsatz"/>
        <w:numPr>
          <w:ilvl w:val="0"/>
          <w:numId w:val="41"/>
        </w:numPr>
        <w:spacing w:after="120" w:line="270" w:lineRule="atLeast"/>
        <w:rPr>
          <w:color w:val="auto"/>
        </w:rPr>
      </w:pPr>
      <w:r w:rsidRPr="00782902">
        <w:rPr>
          <w:color w:val="auto"/>
        </w:rPr>
        <w:t xml:space="preserve">Veröffentlichten Sie mindestens ein konkretes Forschungsergebnis aus dem Berichtszeitraum in verständlicher und zur Veröffentlichung geeigneter Form  auf der Homepage des COMET-Moduls oder im COMET-Bereich der Homepage des COMET-Zentrums. </w:t>
      </w:r>
    </w:p>
    <w:p w14:paraId="1DD67AC5" w14:textId="77777777" w:rsidR="00574934" w:rsidRPr="00782902" w:rsidRDefault="00574934" w:rsidP="00574934">
      <w:pPr>
        <w:pStyle w:val="Listenabsatz"/>
        <w:numPr>
          <w:ilvl w:val="0"/>
          <w:numId w:val="41"/>
        </w:numPr>
        <w:spacing w:after="120" w:line="270" w:lineRule="atLeast"/>
        <w:rPr>
          <w:color w:val="auto"/>
        </w:rPr>
      </w:pPr>
      <w:r w:rsidRPr="00782902">
        <w:rPr>
          <w:color w:val="auto"/>
        </w:rPr>
        <w:t xml:space="preserve">Der Link zur Story ist bekannt zu geben. </w:t>
      </w:r>
    </w:p>
    <w:sdt>
      <w:sdtPr>
        <w:alias w:val="Hier Link zur Erfolgsgeschichte einfügen"/>
        <w:tag w:val="Hier Link zur Erfolgsgeschichte einfügen"/>
        <w:id w:val="-1002969930"/>
        <w:placeholder>
          <w:docPart w:val="468E947693CA4DEBB28F94069948DD8A"/>
        </w:placeholder>
        <w:showingPlcHdr/>
      </w:sdtPr>
      <w:sdtEndPr/>
      <w:sdtContent>
        <w:p w14:paraId="483089B2" w14:textId="77777777" w:rsidR="00574934" w:rsidRPr="00EC7CCA" w:rsidRDefault="00574934" w:rsidP="00574934">
          <w:pPr>
            <w:pStyle w:val="Flietext"/>
          </w:pPr>
          <w:r w:rsidRPr="00574934">
            <w:rPr>
              <w:rStyle w:val="Platzhaltertext"/>
            </w:rPr>
            <w:t>Klicken oder tippen Sie hier, um Text einzugeben.</w:t>
          </w:r>
        </w:p>
      </w:sdtContent>
    </w:sdt>
    <w:p w14:paraId="6F7EF052" w14:textId="4FC99DBD" w:rsidR="00003560" w:rsidRDefault="00003560" w:rsidP="009C1F04">
      <w:pPr>
        <w:pStyle w:val="berschrift1"/>
      </w:pPr>
      <w:r>
        <w:t>Erläuterung zu Kosten &amp; Finanzierung</w:t>
      </w:r>
    </w:p>
    <w:p w14:paraId="73D67F3C" w14:textId="436545F2" w:rsidR="00003560" w:rsidRPr="001938F0" w:rsidRDefault="00003560" w:rsidP="001938F0">
      <w:pPr>
        <w:pStyle w:val="Listenabsatz"/>
        <w:numPr>
          <w:ilvl w:val="0"/>
          <w:numId w:val="49"/>
        </w:numPr>
        <w:rPr>
          <w:color w:val="306895" w:themeColor="accent2" w:themeShade="BF"/>
        </w:rPr>
      </w:pPr>
      <w:r w:rsidRPr="001938F0">
        <w:rPr>
          <w:color w:val="306895" w:themeColor="accent2" w:themeShade="BF"/>
        </w:rPr>
        <w:t xml:space="preserve">Die Erfassung der Kosten im </w:t>
      </w:r>
      <w:proofErr w:type="spellStart"/>
      <w:r w:rsidRPr="001938F0">
        <w:rPr>
          <w:color w:val="306895" w:themeColor="accent2" w:themeShade="BF"/>
        </w:rPr>
        <w:t>eCall</w:t>
      </w:r>
      <w:proofErr w:type="spellEnd"/>
      <w:r w:rsidRPr="001938F0">
        <w:rPr>
          <w:color w:val="306895" w:themeColor="accent2" w:themeShade="BF"/>
        </w:rPr>
        <w:t xml:space="preserve"> bzw. die Verwendung der </w:t>
      </w:r>
      <w:r w:rsidR="00C54EA1" w:rsidRPr="001938F0">
        <w:rPr>
          <w:color w:val="306895" w:themeColor="accent2" w:themeShade="BF"/>
        </w:rPr>
        <w:t>auf der FFG-Homepage</w:t>
      </w:r>
      <w:r w:rsidRPr="001938F0">
        <w:rPr>
          <w:color w:val="306895" w:themeColor="accent2" w:themeShade="BF"/>
        </w:rPr>
        <w:t xml:space="preserve"> zur Verfügung gestellten </w:t>
      </w:r>
      <w:hyperlink r:id="rId9" w:anchor="stadium3" w:history="1">
        <w:r w:rsidR="00C54EA1" w:rsidRPr="001938F0">
          <w:rPr>
            <w:rStyle w:val="Hyperlink"/>
            <w:color w:val="A90221" w:themeColor="hyperlink" w:themeShade="BF"/>
          </w:rPr>
          <w:t>Vorlage</w:t>
        </w:r>
      </w:hyperlink>
      <w:r w:rsidR="00C54EA1" w:rsidRPr="001938F0">
        <w:rPr>
          <w:color w:val="306895" w:themeColor="accent2" w:themeShade="BF"/>
        </w:rPr>
        <w:t xml:space="preserve"> (</w:t>
      </w:r>
      <w:r w:rsidR="00553BE8" w:rsidRPr="001938F0">
        <w:rPr>
          <w:color w:val="306895" w:themeColor="accent2" w:themeShade="BF"/>
        </w:rPr>
        <w:t>Bericht Kosten Finanzierung</w:t>
      </w:r>
      <w:r w:rsidR="00C54EA1" w:rsidRPr="001938F0">
        <w:rPr>
          <w:color w:val="306895" w:themeColor="accent2" w:themeShade="BF"/>
        </w:rPr>
        <w:t>)</w:t>
      </w:r>
      <w:hyperlink r:id="rId10" w:anchor="stadium3" w:history="1"/>
      <w:r w:rsidR="0029337C" w:rsidRPr="001938F0">
        <w:rPr>
          <w:color w:val="306895" w:themeColor="accent2" w:themeShade="BF"/>
        </w:rPr>
        <w:t xml:space="preserve"> </w:t>
      </w:r>
      <w:r w:rsidRPr="001938F0">
        <w:rPr>
          <w:color w:val="306895" w:themeColor="accent2" w:themeShade="BF"/>
        </w:rPr>
        <w:t>ist verpflichtend. Beachten Sie den</w:t>
      </w:r>
      <w:r w:rsidR="00D73C31" w:rsidRPr="001938F0">
        <w:rPr>
          <w:color w:val="306895" w:themeColor="accent2" w:themeShade="BF"/>
        </w:rPr>
        <w:t xml:space="preserve"> </w:t>
      </w:r>
      <w:hyperlink r:id="rId11" w:history="1">
        <w:r w:rsidR="003B0148" w:rsidRPr="001938F0">
          <w:rPr>
            <w:rStyle w:val="Hyperlink"/>
            <w:color w:val="A90221" w:themeColor="hyperlink" w:themeShade="BF"/>
          </w:rPr>
          <w:t>Kostenleitfaden</w:t>
        </w:r>
        <w:r w:rsidR="00553BE8" w:rsidRPr="001938F0">
          <w:rPr>
            <w:rStyle w:val="Hyperlink"/>
            <w:color w:val="A90221" w:themeColor="hyperlink" w:themeShade="BF"/>
          </w:rPr>
          <w:t xml:space="preserve"> 2.</w:t>
        </w:r>
      </w:hyperlink>
      <w:r w:rsidR="0002706B">
        <w:rPr>
          <w:rStyle w:val="Hyperlink"/>
          <w:color w:val="A90221" w:themeColor="hyperlink" w:themeShade="BF"/>
        </w:rPr>
        <w:t>2</w:t>
      </w:r>
      <w:r w:rsidR="003B0148" w:rsidRPr="001938F0">
        <w:rPr>
          <w:color w:val="306895" w:themeColor="accent2" w:themeShade="BF"/>
        </w:rPr>
        <w:t xml:space="preserve"> </w:t>
      </w:r>
      <w:r w:rsidR="00D73C31" w:rsidRPr="001938F0">
        <w:rPr>
          <w:color w:val="306895" w:themeColor="accent2" w:themeShade="BF"/>
        </w:rPr>
        <w:t xml:space="preserve">und </w:t>
      </w:r>
      <w:r w:rsidRPr="001938F0">
        <w:rPr>
          <w:color w:val="306895" w:themeColor="accent2" w:themeShade="BF"/>
        </w:rPr>
        <w:t>die Ausschreibungsdokumente</w:t>
      </w:r>
      <w:r w:rsidR="00D73C31" w:rsidRPr="001938F0">
        <w:rPr>
          <w:color w:val="306895" w:themeColor="accent2" w:themeShade="BF"/>
        </w:rPr>
        <w:t>.</w:t>
      </w:r>
    </w:p>
    <w:p w14:paraId="2098BA9A" w14:textId="00440E8D" w:rsidR="00BA40AB" w:rsidRPr="008F50C0" w:rsidRDefault="008F50C0" w:rsidP="00723B88">
      <w:pPr>
        <w:pStyle w:val="AufzhlungEbene1"/>
        <w:numPr>
          <w:ilvl w:val="0"/>
          <w:numId w:val="13"/>
        </w:numPr>
        <w:rPr>
          <w:color w:val="306895" w:themeColor="accent2" w:themeShade="BF"/>
        </w:rPr>
      </w:pPr>
      <w:r>
        <w:t>Beschreiben und begründen Sie w</w:t>
      </w:r>
      <w:r w:rsidR="00875716">
        <w:t xml:space="preserve">esentliche bisherige </w:t>
      </w:r>
      <w:r w:rsidR="00003560" w:rsidRPr="00DC56BE">
        <w:t>Abweichungen vom Kostenplan</w:t>
      </w:r>
      <w:r w:rsidR="00003560">
        <w:t xml:space="preserve"> </w:t>
      </w:r>
      <w:r w:rsidR="00BA40AB">
        <w:t xml:space="preserve">und absehbare zukünftige </w:t>
      </w:r>
      <w:r w:rsidR="00526E0A">
        <w:t>Kostenä</w:t>
      </w:r>
      <w:r w:rsidR="00BA40AB">
        <w:t>nderungen</w:t>
      </w:r>
      <w:r w:rsidR="00003560" w:rsidRPr="00DC56BE">
        <w:t>.</w:t>
      </w:r>
      <w:r>
        <w:br/>
      </w:r>
      <w:r w:rsidR="00BA40AB" w:rsidRPr="008F50C0">
        <w:rPr>
          <w:color w:val="306895" w:themeColor="accent2" w:themeShade="BF"/>
        </w:rPr>
        <w:t xml:space="preserve">Achtung: Größere Änderungen an der Kostenstruktur erfordern eine </w:t>
      </w:r>
      <w:r w:rsidR="009D2B08" w:rsidRPr="008F50C0">
        <w:rPr>
          <w:color w:val="306895" w:themeColor="accent2" w:themeShade="BF"/>
        </w:rPr>
        <w:t>Zustimmung der</w:t>
      </w:r>
      <w:r w:rsidR="00BA40AB" w:rsidRPr="008F50C0">
        <w:rPr>
          <w:color w:val="306895" w:themeColor="accent2" w:themeShade="BF"/>
        </w:rPr>
        <w:t xml:space="preserve"> FFG.</w:t>
      </w:r>
    </w:p>
    <w:sdt>
      <w:sdtPr>
        <w:alias w:val="Hier die Erläuterung zu Kosten und Finanzierung eintragen"/>
        <w:tag w:val="Hier die Erläuterung zu Kosten und Finanzierung eintragen"/>
        <w:id w:val="-1399966166"/>
        <w:placeholder>
          <w:docPart w:val="CDD0FB036552444EB172799F27B83DE4"/>
        </w:placeholder>
        <w:showingPlcHdr/>
      </w:sdtPr>
      <w:sdtEndPr/>
      <w:sdtContent>
        <w:p w14:paraId="256654BB" w14:textId="77777777" w:rsidR="009936FD" w:rsidRPr="00EC7CCA" w:rsidRDefault="009936FD" w:rsidP="00355FC6">
          <w:pPr>
            <w:pStyle w:val="Flietext"/>
          </w:pPr>
          <w:r w:rsidRPr="00B01642">
            <w:rPr>
              <w:rStyle w:val="Platzhaltertext"/>
            </w:rPr>
            <w:t>Klicken oder tippen Sie hier, um Text einzugeben.</w:t>
          </w:r>
        </w:p>
      </w:sdtContent>
    </w:sdt>
    <w:p w14:paraId="4DD0B6FD" w14:textId="30C7650F" w:rsidR="00003560" w:rsidRDefault="00003560" w:rsidP="009C1F04">
      <w:pPr>
        <w:pStyle w:val="berschrift1"/>
      </w:pPr>
      <w:r>
        <w:t xml:space="preserve">Projektspezifische Sonderbedingungen und </w:t>
      </w:r>
      <w:r w:rsidRPr="00D73C31">
        <w:t>Auflagen</w:t>
      </w:r>
    </w:p>
    <w:p w14:paraId="5B08E040" w14:textId="0A10FE22" w:rsidR="00003560" w:rsidRDefault="00003560" w:rsidP="002E0AE7">
      <w:pPr>
        <w:pStyle w:val="AufzhlungEbene1"/>
        <w:numPr>
          <w:ilvl w:val="0"/>
          <w:numId w:val="45"/>
        </w:numPr>
        <w:rPr>
          <w:color w:val="auto"/>
        </w:rPr>
      </w:pPr>
      <w:r w:rsidRPr="00906037">
        <w:rPr>
          <w:color w:val="auto"/>
        </w:rPr>
        <w:t>Gehen Sie auf proje</w:t>
      </w:r>
      <w:r w:rsidR="00E54E43" w:rsidRPr="00906037">
        <w:rPr>
          <w:color w:val="auto"/>
        </w:rPr>
        <w:t>ktspezifische Sonderbedingungen</w:t>
      </w:r>
      <w:r w:rsidR="00906037">
        <w:rPr>
          <w:color w:val="auto"/>
        </w:rPr>
        <w:t xml:space="preserve"> und</w:t>
      </w:r>
      <w:r w:rsidR="00906037" w:rsidRPr="00906037">
        <w:rPr>
          <w:color w:val="auto"/>
        </w:rPr>
        <w:t xml:space="preserve"> </w:t>
      </w:r>
      <w:r w:rsidRPr="00906037">
        <w:rPr>
          <w:color w:val="auto"/>
        </w:rPr>
        <w:t>Auflagen</w:t>
      </w:r>
      <w:r w:rsidR="002E0AE7" w:rsidRPr="00906037">
        <w:rPr>
          <w:color w:val="auto"/>
        </w:rPr>
        <w:t xml:space="preserve"> </w:t>
      </w:r>
      <w:r w:rsidRPr="00906037">
        <w:rPr>
          <w:color w:val="auto"/>
        </w:rPr>
        <w:t>ein, sofern diese im Förderungs</w:t>
      </w:r>
      <w:r w:rsidR="00A579FD" w:rsidRPr="00906037">
        <w:rPr>
          <w:color w:val="auto"/>
        </w:rPr>
        <w:t>vertrag</w:t>
      </w:r>
      <w:r w:rsidRPr="00906037">
        <w:rPr>
          <w:color w:val="auto"/>
        </w:rPr>
        <w:t xml:space="preserve"> </w:t>
      </w:r>
      <w:r w:rsidR="00906037">
        <w:rPr>
          <w:color w:val="auto"/>
        </w:rPr>
        <w:t xml:space="preserve">oder Review </w:t>
      </w:r>
      <w:r w:rsidRPr="00906037">
        <w:rPr>
          <w:color w:val="auto"/>
        </w:rPr>
        <w:t>vereinbart wurden.</w:t>
      </w:r>
    </w:p>
    <w:p w14:paraId="32C8C10E" w14:textId="5912431F" w:rsidR="00906037" w:rsidRPr="00906037" w:rsidRDefault="00906037" w:rsidP="002E0AE7">
      <w:pPr>
        <w:pStyle w:val="AufzhlungEbene1"/>
        <w:numPr>
          <w:ilvl w:val="0"/>
          <w:numId w:val="45"/>
        </w:numPr>
        <w:rPr>
          <w:color w:val="auto"/>
        </w:rPr>
      </w:pPr>
      <w:r>
        <w:rPr>
          <w:color w:val="auto"/>
        </w:rPr>
        <w:t>Gehen Sie auch auf die</w:t>
      </w:r>
      <w:r w:rsidR="001A1987">
        <w:rPr>
          <w:color w:val="auto"/>
        </w:rPr>
        <w:t xml:space="preserve"> Umsetzung von Empfehlungen des Bewertungsgremiums und des Reviews ein.</w:t>
      </w:r>
    </w:p>
    <w:sdt>
      <w:sdtPr>
        <w:alias w:val="Hier projektspezifische Sonderbedingungen und Auflagen näher beschreiben"/>
        <w:tag w:val="Hier projektspezifische Sonderbedingungen und Auflagen näher beschreiben"/>
        <w:id w:val="-614287133"/>
        <w:placeholder>
          <w:docPart w:val="83C73B5A7BD04E0DA8E785C29D53A07D"/>
        </w:placeholder>
        <w:showingPlcHdr/>
      </w:sdtPr>
      <w:sdtEndPr/>
      <w:sdtContent>
        <w:p w14:paraId="22BD5802" w14:textId="77777777" w:rsidR="009936FD" w:rsidRPr="00EC7CCA" w:rsidRDefault="009936FD" w:rsidP="00355FC6">
          <w:pPr>
            <w:pStyle w:val="Flietext"/>
          </w:pPr>
          <w:r w:rsidRPr="00B01642">
            <w:rPr>
              <w:rStyle w:val="Platzhaltertext"/>
            </w:rPr>
            <w:t>Klicken oder tippen Sie hier, um Text einzugeben.</w:t>
          </w:r>
        </w:p>
      </w:sdtContent>
    </w:sdt>
    <w:p w14:paraId="5D01605E" w14:textId="39638185" w:rsidR="00003560" w:rsidRDefault="00003560" w:rsidP="009C1F04">
      <w:pPr>
        <w:pStyle w:val="berschrift1"/>
      </w:pPr>
      <w:r>
        <w:t>Meldungspflichtige Ereignisse</w:t>
      </w:r>
    </w:p>
    <w:p w14:paraId="212A0364" w14:textId="5E37643B" w:rsidR="00003560" w:rsidRPr="00535144" w:rsidRDefault="00003560" w:rsidP="00287422">
      <w:pPr>
        <w:pStyle w:val="Listenabsatz"/>
        <w:numPr>
          <w:ilvl w:val="0"/>
          <w:numId w:val="45"/>
        </w:numPr>
        <w:rPr>
          <w:color w:val="306895" w:themeColor="accent2" w:themeShade="BF"/>
        </w:rPr>
      </w:pPr>
      <w:r w:rsidRPr="00535144">
        <w:rPr>
          <w:color w:val="auto"/>
        </w:rPr>
        <w:t>Gibt es besondere Ereignisse rund um das geförderte Projekt, die der FFG mitzuteilen sind</w:t>
      </w:r>
      <w:r w:rsidR="00B31331" w:rsidRPr="00535144">
        <w:rPr>
          <w:color w:val="auto"/>
        </w:rPr>
        <w:t xml:space="preserve">? </w:t>
      </w:r>
      <w:r w:rsidR="00B31331" w:rsidRPr="00535144">
        <w:rPr>
          <w:color w:val="306895" w:themeColor="accent2" w:themeShade="BF"/>
        </w:rPr>
        <w:t>B</w:t>
      </w:r>
      <w:r w:rsidR="00221F9D" w:rsidRPr="00535144">
        <w:rPr>
          <w:color w:val="306895" w:themeColor="accent2" w:themeShade="BF"/>
        </w:rPr>
        <w:t>eispielsweise</w:t>
      </w:r>
      <w:r w:rsidR="00535144" w:rsidRPr="00535144">
        <w:rPr>
          <w:color w:val="306895" w:themeColor="accent2" w:themeShade="BF"/>
        </w:rPr>
        <w:t>:</w:t>
      </w:r>
    </w:p>
    <w:p w14:paraId="63D0CAFF" w14:textId="09B16859" w:rsidR="00003560" w:rsidRPr="0029337C" w:rsidRDefault="00003560" w:rsidP="002E0AE7">
      <w:pPr>
        <w:pStyle w:val="AufzhlungEbene1"/>
        <w:numPr>
          <w:ilvl w:val="1"/>
          <w:numId w:val="46"/>
        </w:numPr>
        <w:rPr>
          <w:color w:val="306895" w:themeColor="accent2" w:themeShade="BF"/>
        </w:rPr>
      </w:pPr>
      <w:r w:rsidRPr="0029337C">
        <w:rPr>
          <w:color w:val="306895" w:themeColor="accent2" w:themeShade="BF"/>
        </w:rPr>
        <w:t>Änderungen der rechtlichen und wirtschaftli</w:t>
      </w:r>
      <w:r w:rsidR="007730E3" w:rsidRPr="0029337C">
        <w:rPr>
          <w:color w:val="306895" w:themeColor="accent2" w:themeShade="BF"/>
        </w:rPr>
        <w:t>chen Einflussmöglichkeiten bei den</w:t>
      </w:r>
      <w:r w:rsidR="00D64A4D" w:rsidRPr="0029337C">
        <w:rPr>
          <w:color w:val="306895" w:themeColor="accent2" w:themeShade="BF"/>
        </w:rPr>
        <w:t xml:space="preserve"> </w:t>
      </w:r>
      <w:r w:rsidR="00854D29" w:rsidRPr="0029337C">
        <w:rPr>
          <w:color w:val="306895" w:themeColor="accent2" w:themeShade="BF"/>
        </w:rPr>
        <w:t>Förder</w:t>
      </w:r>
      <w:r w:rsidRPr="0029337C">
        <w:rPr>
          <w:color w:val="306895" w:themeColor="accent2" w:themeShade="BF"/>
        </w:rPr>
        <w:t>nehme</w:t>
      </w:r>
      <w:r w:rsidR="00A579FD" w:rsidRPr="0029337C">
        <w:rPr>
          <w:color w:val="306895" w:themeColor="accent2" w:themeShade="BF"/>
        </w:rPr>
        <w:t>nden</w:t>
      </w:r>
      <w:r w:rsidR="00221F9D" w:rsidRPr="0029337C">
        <w:rPr>
          <w:color w:val="306895" w:themeColor="accent2" w:themeShade="BF"/>
        </w:rPr>
        <w:t>,</w:t>
      </w:r>
    </w:p>
    <w:p w14:paraId="5C089744" w14:textId="540D3DDB" w:rsidR="00003560" w:rsidRPr="0029337C" w:rsidRDefault="00003560" w:rsidP="002E0AE7">
      <w:pPr>
        <w:pStyle w:val="AufzhlungEbene1"/>
        <w:numPr>
          <w:ilvl w:val="1"/>
          <w:numId w:val="46"/>
        </w:numPr>
        <w:rPr>
          <w:color w:val="306895" w:themeColor="accent2" w:themeShade="BF"/>
        </w:rPr>
      </w:pPr>
      <w:r w:rsidRPr="0029337C">
        <w:rPr>
          <w:color w:val="306895" w:themeColor="accent2" w:themeShade="BF"/>
        </w:rPr>
        <w:t>Insolvenzverfahren</w:t>
      </w:r>
      <w:r w:rsidR="00221F9D" w:rsidRPr="0029337C">
        <w:rPr>
          <w:color w:val="306895" w:themeColor="accent2" w:themeShade="BF"/>
        </w:rPr>
        <w:t>,</w:t>
      </w:r>
    </w:p>
    <w:p w14:paraId="509FE47E" w14:textId="16581F9A" w:rsidR="00003560" w:rsidRPr="0029337C" w:rsidRDefault="00003560" w:rsidP="002E0AE7">
      <w:pPr>
        <w:pStyle w:val="AufzhlungEbene1"/>
        <w:numPr>
          <w:ilvl w:val="1"/>
          <w:numId w:val="46"/>
        </w:numPr>
        <w:rPr>
          <w:color w:val="306895" w:themeColor="accent2" w:themeShade="BF"/>
        </w:rPr>
      </w:pPr>
      <w:r w:rsidRPr="0029337C">
        <w:rPr>
          <w:color w:val="306895" w:themeColor="accent2" w:themeShade="BF"/>
        </w:rPr>
        <w:t>Ereignisse, die die Durchführung der geförderten Leistung verzögern oder unmöglich machen</w:t>
      </w:r>
      <w:r w:rsidR="00221F9D" w:rsidRPr="0029337C">
        <w:rPr>
          <w:color w:val="306895" w:themeColor="accent2" w:themeShade="BF"/>
        </w:rPr>
        <w:t>,</w:t>
      </w:r>
    </w:p>
    <w:p w14:paraId="210D98FB" w14:textId="61D3FC64" w:rsidR="00003560" w:rsidRPr="0029337C" w:rsidRDefault="00221F9D" w:rsidP="002E0AE7">
      <w:pPr>
        <w:pStyle w:val="AufzhlungEbene1"/>
        <w:numPr>
          <w:ilvl w:val="1"/>
          <w:numId w:val="46"/>
        </w:numPr>
        <w:rPr>
          <w:color w:val="306895" w:themeColor="accent2" w:themeShade="BF"/>
        </w:rPr>
      </w:pPr>
      <w:r w:rsidRPr="0029337C">
        <w:rPr>
          <w:color w:val="306895" w:themeColor="accent2" w:themeShade="BF"/>
        </w:rPr>
        <w:t>w</w:t>
      </w:r>
      <w:r w:rsidR="00003560" w:rsidRPr="0029337C">
        <w:rPr>
          <w:color w:val="306895" w:themeColor="accent2" w:themeShade="BF"/>
        </w:rPr>
        <w:t xml:space="preserve">eitere Förderungen </w:t>
      </w:r>
      <w:r w:rsidR="00D73C31" w:rsidRPr="0029337C">
        <w:rPr>
          <w:color w:val="306895" w:themeColor="accent2" w:themeShade="BF"/>
        </w:rPr>
        <w:t>für im Projekt abgerechnete Personen oder Infrastruktur</w:t>
      </w:r>
    </w:p>
    <w:sdt>
      <w:sdtPr>
        <w:alias w:val="Hier meldungspflichtige Ereignisse eintragen"/>
        <w:tag w:val="Hier meldungspflichtige Ereignisse eintragen"/>
        <w:id w:val="-49075353"/>
        <w:placeholder>
          <w:docPart w:val="B5EA77918A714D44875C07232B9625D5"/>
        </w:placeholder>
        <w:showingPlcHdr/>
      </w:sdtPr>
      <w:sdtEndPr/>
      <w:sdtContent>
        <w:p w14:paraId="5C05EC7A" w14:textId="2391A556" w:rsidR="00003560" w:rsidRDefault="009936FD" w:rsidP="00355FC6">
          <w:pPr>
            <w:pStyle w:val="Flietext"/>
          </w:pPr>
          <w:r w:rsidRPr="00B01642">
            <w:rPr>
              <w:rStyle w:val="Platzhaltertext"/>
            </w:rPr>
            <w:t>Klicken oder tippen Sie hier, um Text einzugeben.</w:t>
          </w:r>
        </w:p>
      </w:sdtContent>
    </w:sdt>
    <w:bookmarkEnd w:id="9" w:displacedByCustomXml="prev"/>
    <w:bookmarkEnd w:id="8" w:displacedByCustomXml="prev"/>
    <w:bookmarkEnd w:id="7" w:displacedByCustomXml="prev"/>
    <w:sectPr w:rsidR="00003560" w:rsidSect="00685A5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0" w:h="16840"/>
      <w:pgMar w:top="1985" w:right="1985" w:bottom="1701" w:left="1985" w:header="102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9CDF1D" w14:textId="77777777" w:rsidR="00462CB0" w:rsidRDefault="00462CB0" w:rsidP="006651B7">
      <w:r>
        <w:separator/>
      </w:r>
    </w:p>
    <w:p w14:paraId="772816BA" w14:textId="77777777" w:rsidR="00462CB0" w:rsidRDefault="00462CB0"/>
  </w:endnote>
  <w:endnote w:type="continuationSeparator" w:id="0">
    <w:p w14:paraId="17EF280C" w14:textId="77777777" w:rsidR="00462CB0" w:rsidRDefault="00462CB0" w:rsidP="006651B7">
      <w:r>
        <w:continuationSeparator/>
      </w:r>
    </w:p>
    <w:p w14:paraId="4CE0036A" w14:textId="77777777" w:rsidR="00462CB0" w:rsidRDefault="00462CB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 (Textkörper CS)">
    <w:altName w:val="Times New Roman"/>
    <w:charset w:val="00"/>
    <w:family w:val="roman"/>
    <w:pitch w:val="default"/>
  </w:font>
  <w:font w:name="Times New Roman (Überschriften">
    <w:altName w:val="Times New Roman"/>
    <w:charset w:val="00"/>
    <w:family w:val="roman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Seitenzahl"/>
      </w:rPr>
      <w:id w:val="1327714091"/>
      <w:docPartObj>
        <w:docPartGallery w:val="Page Numbers (Bottom of Page)"/>
        <w:docPartUnique/>
      </w:docPartObj>
    </w:sdtPr>
    <w:sdtEndPr>
      <w:rPr>
        <w:rStyle w:val="Seitenzahl"/>
      </w:rPr>
    </w:sdtEndPr>
    <w:sdtContent>
      <w:p w14:paraId="143EE9FF" w14:textId="77777777" w:rsidR="00FF3183" w:rsidRDefault="00FF3183" w:rsidP="0045517C">
        <w:pPr>
          <w:pStyle w:val="Fuzeile"/>
          <w:framePr w:wrap="none" w:vAnchor="text" w:hAnchor="margin" w:xAlign="right" w:y="1"/>
          <w:rPr>
            <w:rStyle w:val="Seitenzahl"/>
          </w:rPr>
        </w:pPr>
        <w:r>
          <w:rPr>
            <w:rStyle w:val="Seitenzahl"/>
          </w:rPr>
          <w:fldChar w:fldCharType="begin"/>
        </w:r>
        <w:r>
          <w:rPr>
            <w:rStyle w:val="Seitenzahl"/>
          </w:rPr>
          <w:instrText xml:space="preserve"> PAGE </w:instrText>
        </w:r>
        <w:r>
          <w:rPr>
            <w:rStyle w:val="Seitenzahl"/>
          </w:rPr>
          <w:fldChar w:fldCharType="end"/>
        </w:r>
      </w:p>
    </w:sdtContent>
  </w:sdt>
  <w:p w14:paraId="4CA391BC" w14:textId="77777777" w:rsidR="00FF3183" w:rsidRDefault="00FF3183" w:rsidP="0045517C">
    <w:pPr>
      <w:pStyle w:val="Fuzeile"/>
      <w:ind w:right="360" w:firstLine="360"/>
    </w:pPr>
  </w:p>
  <w:p w14:paraId="3A1AB8AE" w14:textId="77777777" w:rsidR="00FF3183" w:rsidRDefault="00FF3183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83A643" w14:textId="393E4BC9" w:rsidR="00FF3183" w:rsidRPr="00A90564" w:rsidRDefault="00375F2E" w:rsidP="00725145">
    <w:pPr>
      <w:pStyle w:val="Kopf-undFuzeile"/>
      <w:tabs>
        <w:tab w:val="clear" w:pos="5500"/>
        <w:tab w:val="center" w:pos="3969"/>
      </w:tabs>
    </w:pPr>
    <w:r>
      <w:t>COMET-Modul 2022</w:t>
    </w:r>
    <w:r w:rsidR="00725145">
      <w:tab/>
    </w:r>
    <w:bookmarkStart w:id="10" w:name="_GoBack"/>
    <w:bookmarkEnd w:id="10"/>
    <w:r w:rsidR="00FF3183" w:rsidRPr="000E6321">
      <w:ptab w:relativeTo="margin" w:alignment="right" w:leader="none"/>
    </w:r>
    <w:r w:rsidR="00FF3183" w:rsidRPr="00787822">
      <w:t xml:space="preserve">Seite </w:t>
    </w:r>
    <w:r w:rsidR="00FF3183" w:rsidRPr="00787822">
      <w:fldChar w:fldCharType="begin"/>
    </w:r>
    <w:r w:rsidR="00FF3183" w:rsidRPr="00787822">
      <w:instrText xml:space="preserve"> PAGE </w:instrText>
    </w:r>
    <w:r w:rsidR="00FF3183" w:rsidRPr="00787822">
      <w:fldChar w:fldCharType="separate"/>
    </w:r>
    <w:r w:rsidR="000F36CB">
      <w:t>5</w:t>
    </w:r>
    <w:r w:rsidR="00FF3183" w:rsidRPr="00787822">
      <w:fldChar w:fldCharType="end"/>
    </w:r>
    <w:r w:rsidR="00FF3183" w:rsidRPr="00787822">
      <w:t>/</w:t>
    </w:r>
    <w:r w:rsidR="00FF3183">
      <w:rPr>
        <w:noProof w:val="0"/>
      </w:rPr>
      <w:fldChar w:fldCharType="begin"/>
    </w:r>
    <w:r w:rsidR="00FF3183">
      <w:instrText xml:space="preserve"> NUMPAGES </w:instrText>
    </w:r>
    <w:r w:rsidR="00FF3183">
      <w:rPr>
        <w:noProof w:val="0"/>
      </w:rPr>
      <w:fldChar w:fldCharType="separate"/>
    </w:r>
    <w:r w:rsidR="000F36CB">
      <w:t>5</w:t>
    </w:r>
    <w:r w:rsidR="00FF3183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298219" w14:textId="6C7C6C78" w:rsidR="00FF3183" w:rsidRPr="00787822" w:rsidRDefault="00ED0CEA" w:rsidP="00603240">
    <w:pPr>
      <w:pStyle w:val="Kopf-undFuzeile"/>
      <w:tabs>
        <w:tab w:val="clear" w:pos="5500"/>
        <w:tab w:val="center" w:pos="3969"/>
      </w:tabs>
      <w:jc w:val="center"/>
    </w:pPr>
    <w:r>
      <w:tab/>
    </w:r>
    <w:r>
      <w:fldChar w:fldCharType="begin"/>
    </w:r>
    <w:r>
      <w:instrText xml:space="preserve"> TIME \@ "dd.MM.yyyy" </w:instrText>
    </w:r>
    <w:r>
      <w:fldChar w:fldCharType="separate"/>
    </w:r>
    <w:r w:rsidR="00DC398D">
      <w:t>26.09.2024</w:t>
    </w:r>
    <w:r>
      <w:fldChar w:fldCharType="end"/>
    </w:r>
    <w:r w:rsidRPr="000E6321">
      <w:ptab w:relativeTo="margin" w:alignment="right" w:leader="none"/>
    </w:r>
    <w:r w:rsidRPr="00787822">
      <w:t xml:space="preserve">Seite </w:t>
    </w:r>
    <w:r w:rsidRPr="00787822">
      <w:fldChar w:fldCharType="begin"/>
    </w:r>
    <w:r w:rsidRPr="00787822">
      <w:instrText xml:space="preserve"> PAGE </w:instrText>
    </w:r>
    <w:r w:rsidRPr="00787822">
      <w:fldChar w:fldCharType="separate"/>
    </w:r>
    <w:r w:rsidR="000F36CB">
      <w:t>1</w:t>
    </w:r>
    <w:r w:rsidRPr="00787822">
      <w:fldChar w:fldCharType="end"/>
    </w:r>
    <w:r w:rsidRPr="00787822">
      <w:t>/</w:t>
    </w:r>
    <w:r>
      <w:rPr>
        <w:noProof w:val="0"/>
      </w:rPr>
      <w:fldChar w:fldCharType="begin"/>
    </w:r>
    <w:r>
      <w:instrText xml:space="preserve"> NUMPAGES </w:instrText>
    </w:r>
    <w:r>
      <w:rPr>
        <w:noProof w:val="0"/>
      </w:rPr>
      <w:fldChar w:fldCharType="separate"/>
    </w:r>
    <w:r w:rsidR="000F36CB">
      <w:t>5</w:t>
    </w:r>
    <w:r>
      <w:fldChar w:fldCharType="end"/>
    </w:r>
    <w:r w:rsidR="00FF3183" w:rsidRPr="00787822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805B35" w14:textId="77777777" w:rsidR="00462CB0" w:rsidRDefault="00462CB0" w:rsidP="006651B7">
      <w:r>
        <w:separator/>
      </w:r>
    </w:p>
  </w:footnote>
  <w:footnote w:type="continuationSeparator" w:id="0">
    <w:p w14:paraId="1046D875" w14:textId="77777777" w:rsidR="00462CB0" w:rsidRDefault="00462CB0" w:rsidP="006651B7">
      <w:r>
        <w:continuationSeparator/>
      </w:r>
    </w:p>
    <w:p w14:paraId="08EABF86" w14:textId="77777777" w:rsidR="00462CB0" w:rsidRDefault="00462CB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EC2870" w14:textId="77777777" w:rsidR="000F36CB" w:rsidRDefault="000F36CB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70D15B" w14:textId="77777777" w:rsidR="000F36CB" w:rsidRDefault="000F36CB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91E493" w14:textId="576D8170" w:rsidR="00FF3183" w:rsidRPr="00CF4918" w:rsidRDefault="00F926AE" w:rsidP="00B31331">
    <w:pPr>
      <w:pStyle w:val="Kopfzeile"/>
    </w:pPr>
    <w:r w:rsidRPr="00CF4918">
      <w:t>F</w:t>
    </w:r>
    <w:r w:rsidR="00DC398D">
      <w:t>FG</w:t>
    </w:r>
    <w:r w:rsidR="00CF4918" w:rsidRPr="00CF4918">
      <w:t xml:space="preserve"> </w:t>
    </w:r>
    <w:r w:rsidRPr="00CF4918">
      <w:t xml:space="preserve">Instrument: </w:t>
    </w:r>
    <w:r w:rsidR="00CF4918" w:rsidRPr="00CF4918">
      <w:t>COMET Modul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7B4A52"/>
    <w:multiLevelType w:val="hybridMultilevel"/>
    <w:tmpl w:val="E8EE9DDE"/>
    <w:lvl w:ilvl="0" w:tplc="6BC03F42">
      <w:start w:val="1"/>
      <w:numFmt w:val="decimal"/>
      <w:pStyle w:val="berschriftenliste"/>
      <w:lvlText w:val="%1"/>
      <w:lvlJc w:val="left"/>
      <w:pPr>
        <w:ind w:left="36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E33D57"/>
    <w:multiLevelType w:val="hybridMultilevel"/>
    <w:tmpl w:val="E9DC6426"/>
    <w:lvl w:ilvl="0" w:tplc="28906BC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E3032E" w:themeColor="accent1"/>
      </w:rPr>
    </w:lvl>
    <w:lvl w:ilvl="1" w:tplc="0C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E5A4C7C"/>
    <w:multiLevelType w:val="multilevel"/>
    <w:tmpl w:val="E2F206B6"/>
    <w:numStyleLink w:val="UnorderedList"/>
  </w:abstractNum>
  <w:abstractNum w:abstractNumId="3" w15:restartNumberingAfterBreak="0">
    <w:nsid w:val="0F184C52"/>
    <w:multiLevelType w:val="multilevel"/>
    <w:tmpl w:val="E2F206B6"/>
    <w:styleLink w:val="UnorderedList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E3032E"/>
      </w:r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11646EB9"/>
    <w:multiLevelType w:val="multilevel"/>
    <w:tmpl w:val="0394C3C2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E3032E"/>
      </w:r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E3032E" w:themeColor="accent1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13182276"/>
    <w:multiLevelType w:val="multilevel"/>
    <w:tmpl w:val="33721116"/>
    <w:numStyleLink w:val="OrderedList"/>
  </w:abstractNum>
  <w:abstractNum w:abstractNumId="6" w15:restartNumberingAfterBreak="0">
    <w:nsid w:val="16B72912"/>
    <w:multiLevelType w:val="hybridMultilevel"/>
    <w:tmpl w:val="3A288606"/>
    <w:lvl w:ilvl="0" w:tplc="0407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A003405"/>
    <w:multiLevelType w:val="multilevel"/>
    <w:tmpl w:val="2242A040"/>
    <w:lvl w:ilvl="0">
      <w:start w:val="1"/>
      <w:numFmt w:val="decimal"/>
      <w:pStyle w:val="berschrift1"/>
      <w:lvlText w:val="%1"/>
      <w:lvlJc w:val="left"/>
      <w:pPr>
        <w:ind w:left="568" w:firstLine="0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7938" w:firstLine="0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1DCF4F6A"/>
    <w:multiLevelType w:val="multilevel"/>
    <w:tmpl w:val="E2F206B6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E3032E"/>
      </w:r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1DE931A7"/>
    <w:multiLevelType w:val="multilevel"/>
    <w:tmpl w:val="5900DE00"/>
    <w:lvl w:ilvl="0">
      <w:start w:val="1"/>
      <w:numFmt w:val="bullet"/>
      <w:pStyle w:val="AufzhlungEbene1"/>
      <w:lvlText w:val=""/>
      <w:lvlJc w:val="left"/>
      <w:pPr>
        <w:ind w:left="227" w:hanging="227"/>
      </w:pPr>
      <w:rPr>
        <w:rFonts w:ascii="Symbol" w:hAnsi="Symbol" w:hint="default"/>
        <w:color w:val="E3032E" w:themeColor="accent1"/>
      </w:rPr>
    </w:lvl>
    <w:lvl w:ilvl="1">
      <w:start w:val="1"/>
      <w:numFmt w:val="bullet"/>
      <w:pStyle w:val="AufzhlungEbene2"/>
      <w:lvlText w:val=""/>
      <w:lvlJc w:val="left"/>
      <w:pPr>
        <w:ind w:left="510" w:hanging="226"/>
      </w:pPr>
      <w:rPr>
        <w:rFonts w:ascii="Symbol" w:hAnsi="Symbol" w:hint="default"/>
        <w:color w:val="auto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FC2FC8"/>
    <w:multiLevelType w:val="hybridMultilevel"/>
    <w:tmpl w:val="7A0C991A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01337B6"/>
    <w:multiLevelType w:val="hybridMultilevel"/>
    <w:tmpl w:val="1B0E4500"/>
    <w:lvl w:ilvl="0" w:tplc="28906BC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E3032E" w:themeColor="accent1"/>
      </w:rPr>
    </w:lvl>
    <w:lvl w:ilvl="1" w:tplc="0C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6607541"/>
    <w:multiLevelType w:val="multilevel"/>
    <w:tmpl w:val="0C07001F"/>
    <w:numStyleLink w:val="111111"/>
  </w:abstractNum>
  <w:abstractNum w:abstractNumId="13" w15:restartNumberingAfterBreak="0">
    <w:nsid w:val="29667461"/>
    <w:multiLevelType w:val="multilevel"/>
    <w:tmpl w:val="E2F206B6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E3032E"/>
      </w:r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2C893434"/>
    <w:multiLevelType w:val="multilevel"/>
    <w:tmpl w:val="4254F982"/>
    <w:lvl w:ilvl="0">
      <w:start w:val="1"/>
      <w:numFmt w:val="decimal"/>
      <w:pStyle w:val="NummerierungEbene1"/>
      <w:lvlText w:val="%1."/>
      <w:lvlJc w:val="left"/>
      <w:pPr>
        <w:ind w:left="284" w:hanging="284"/>
      </w:pPr>
      <w:rPr>
        <w:rFonts w:hint="default"/>
        <w:color w:val="E3032E" w:themeColor="accent1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2C9F0F19"/>
    <w:multiLevelType w:val="multilevel"/>
    <w:tmpl w:val="E2F206B6"/>
    <w:numStyleLink w:val="UnorderedList"/>
  </w:abstractNum>
  <w:abstractNum w:abstractNumId="16" w15:restartNumberingAfterBreak="0">
    <w:nsid w:val="2F8A7FDA"/>
    <w:multiLevelType w:val="hybridMultilevel"/>
    <w:tmpl w:val="42644218"/>
    <w:lvl w:ilvl="0" w:tplc="7C94A700">
      <w:start w:val="1"/>
      <w:numFmt w:val="bullet"/>
      <w:lvlText w:val=""/>
      <w:lvlJc w:val="left"/>
      <w:pPr>
        <w:ind w:left="227" w:hanging="227"/>
      </w:pPr>
      <w:rPr>
        <w:rFonts w:ascii="Symbol" w:hAnsi="Symbol" w:hint="default"/>
        <w:color w:val="E3032E" w:themeColor="accent1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B585DF6"/>
    <w:multiLevelType w:val="hybridMultilevel"/>
    <w:tmpl w:val="DBDE54B6"/>
    <w:lvl w:ilvl="0" w:tplc="28906BC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E3032E" w:themeColor="accent1"/>
      </w:rPr>
    </w:lvl>
    <w:lvl w:ilvl="1" w:tplc="0C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EAB5D4E"/>
    <w:multiLevelType w:val="multilevel"/>
    <w:tmpl w:val="33721116"/>
    <w:styleLink w:val="OrderedList"/>
    <w:lvl w:ilvl="0">
      <w:start w:val="1"/>
      <w:numFmt w:val="decimal"/>
      <w:isLgl/>
      <w:lvlText w:val="%1"/>
      <w:lvlJc w:val="left"/>
      <w:pPr>
        <w:ind w:left="284" w:hanging="284"/>
      </w:pPr>
      <w:rPr>
        <w:rFonts w:hint="default"/>
        <w:b w:val="0"/>
        <w:color w:val="E3032E"/>
      </w:rPr>
    </w:lvl>
    <w:lvl w:ilvl="1">
      <w:start w:val="1"/>
      <w:numFmt w:val="lowerLetter"/>
      <w:lvlText w:val="%2)"/>
      <w:lvlJc w:val="left"/>
      <w:pPr>
        <w:ind w:left="510" w:hanging="226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907"/>
        </w:tabs>
        <w:ind w:left="907" w:hanging="90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4774785F"/>
    <w:multiLevelType w:val="hybridMultilevel"/>
    <w:tmpl w:val="20E67136"/>
    <w:lvl w:ilvl="0" w:tplc="28906BC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E3032E" w:themeColor="accent1"/>
      </w:rPr>
    </w:lvl>
    <w:lvl w:ilvl="1" w:tplc="0C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4CF92DBA"/>
    <w:multiLevelType w:val="multilevel"/>
    <w:tmpl w:val="E2F206B6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E3032E"/>
      </w:r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5D9F701F"/>
    <w:multiLevelType w:val="multilevel"/>
    <w:tmpl w:val="33721116"/>
    <w:numStyleLink w:val="OrderedList"/>
  </w:abstractNum>
  <w:abstractNum w:abstractNumId="22" w15:restartNumberingAfterBreak="0">
    <w:nsid w:val="616D6FA1"/>
    <w:multiLevelType w:val="multilevel"/>
    <w:tmpl w:val="701AF84A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38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 w15:restartNumberingAfterBreak="0">
    <w:nsid w:val="67044E00"/>
    <w:multiLevelType w:val="multilevel"/>
    <w:tmpl w:val="0394C3C2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E3032E"/>
      </w:r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E3032E" w:themeColor="accent1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4" w15:restartNumberingAfterBreak="0">
    <w:nsid w:val="6B3E6CD8"/>
    <w:multiLevelType w:val="hybridMultilevel"/>
    <w:tmpl w:val="CE4A92AA"/>
    <w:lvl w:ilvl="0" w:tplc="ED684300">
      <w:start w:val="1"/>
      <w:numFmt w:val="lowerLetter"/>
      <w:pStyle w:val="NummerierungEbene2"/>
      <w:lvlText w:val="%1)"/>
      <w:lvlJc w:val="left"/>
      <w:pPr>
        <w:ind w:left="567" w:hanging="283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9F7587"/>
    <w:multiLevelType w:val="multilevel"/>
    <w:tmpl w:val="1DA49AD0"/>
    <w:lvl w:ilvl="0">
      <w:start w:val="1"/>
      <w:numFmt w:val="decimal"/>
      <w:isLgl/>
      <w:lvlText w:val="%1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907"/>
        </w:tabs>
        <w:ind w:left="907" w:hanging="90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6D360C84"/>
    <w:multiLevelType w:val="hybridMultilevel"/>
    <w:tmpl w:val="EAC2DA7A"/>
    <w:lvl w:ilvl="0" w:tplc="28906BC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E3032E" w:themeColor="accent1"/>
      </w:rPr>
    </w:lvl>
    <w:lvl w:ilvl="1" w:tplc="0C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734B6333"/>
    <w:multiLevelType w:val="multilevel"/>
    <w:tmpl w:val="A576120A"/>
    <w:styleLink w:val="berschriftenAufzhlung"/>
    <w:lvl w:ilvl="0">
      <w:start w:val="1"/>
      <w:numFmt w:val="decimal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0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4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560" w:hanging="180"/>
      </w:pPr>
      <w:rPr>
        <w:rFonts w:hint="default"/>
      </w:rPr>
    </w:lvl>
  </w:abstractNum>
  <w:abstractNum w:abstractNumId="28" w15:restartNumberingAfterBreak="0">
    <w:nsid w:val="76711895"/>
    <w:multiLevelType w:val="multilevel"/>
    <w:tmpl w:val="4EB045F6"/>
    <w:lvl w:ilvl="0">
      <w:start w:val="1"/>
      <w:numFmt w:val="decimal"/>
      <w:isLgl/>
      <w:lvlText w:val="%1"/>
      <w:lvlJc w:val="left"/>
      <w:pPr>
        <w:ind w:left="284" w:hanging="284"/>
      </w:pPr>
      <w:rPr>
        <w:rFonts w:hint="default"/>
        <w:color w:val="E3032E"/>
      </w:rPr>
    </w:lvl>
    <w:lvl w:ilvl="1">
      <w:start w:val="1"/>
      <w:numFmt w:val="lowerLetter"/>
      <w:lvlText w:val="%2)"/>
      <w:lvlJc w:val="left"/>
      <w:pPr>
        <w:ind w:left="510" w:hanging="226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907"/>
        </w:tabs>
        <w:ind w:left="907" w:hanging="90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 w15:restartNumberingAfterBreak="0">
    <w:nsid w:val="78AD51CD"/>
    <w:multiLevelType w:val="multilevel"/>
    <w:tmpl w:val="E2F206B6"/>
    <w:numStyleLink w:val="UnorderedList"/>
  </w:abstractNum>
  <w:abstractNum w:abstractNumId="30" w15:restartNumberingAfterBreak="0">
    <w:nsid w:val="7B8739B6"/>
    <w:multiLevelType w:val="multilevel"/>
    <w:tmpl w:val="E2F206B6"/>
    <w:numStyleLink w:val="UnorderedList"/>
  </w:abstractNum>
  <w:abstractNum w:abstractNumId="31" w15:restartNumberingAfterBreak="0">
    <w:nsid w:val="7DBA2AEB"/>
    <w:multiLevelType w:val="multilevel"/>
    <w:tmpl w:val="E2F206B6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E3032E"/>
      </w:r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2" w15:restartNumberingAfterBreak="0">
    <w:nsid w:val="7DFD37D9"/>
    <w:multiLevelType w:val="multilevel"/>
    <w:tmpl w:val="0C07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32"/>
  </w:num>
  <w:num w:numId="2">
    <w:abstractNumId w:val="14"/>
  </w:num>
  <w:num w:numId="3">
    <w:abstractNumId w:val="16"/>
  </w:num>
  <w:num w:numId="4">
    <w:abstractNumId w:val="24"/>
  </w:num>
  <w:num w:numId="5">
    <w:abstractNumId w:val="9"/>
  </w:num>
  <w:num w:numId="6">
    <w:abstractNumId w:val="0"/>
  </w:num>
  <w:num w:numId="7">
    <w:abstractNumId w:val="27"/>
  </w:num>
  <w:num w:numId="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5"/>
  </w:num>
  <w:num w:numId="10">
    <w:abstractNumId w:val="28"/>
  </w:num>
  <w:num w:numId="11">
    <w:abstractNumId w:val="3"/>
  </w:num>
  <w:num w:numId="12">
    <w:abstractNumId w:val="29"/>
  </w:num>
  <w:num w:numId="13">
    <w:abstractNumId w:val="2"/>
  </w:num>
  <w:num w:numId="14">
    <w:abstractNumId w:val="30"/>
  </w:num>
  <w:num w:numId="15">
    <w:abstractNumId w:val="15"/>
  </w:num>
  <w:num w:numId="16">
    <w:abstractNumId w:val="18"/>
  </w:num>
  <w:num w:numId="17">
    <w:abstractNumId w:val="21"/>
  </w:num>
  <w:num w:numId="18">
    <w:abstractNumId w:val="5"/>
  </w:num>
  <w:num w:numId="19">
    <w:abstractNumId w:val="7"/>
    <w:lvlOverride w:ilvl="1">
      <w:lvl w:ilvl="1">
        <w:start w:val="1"/>
        <w:numFmt w:val="decimal"/>
        <w:pStyle w:val="berschrift2"/>
        <w:lvlText w:val="%1.%2"/>
        <w:lvlJc w:val="left"/>
        <w:pPr>
          <w:ind w:left="7372" w:firstLine="0"/>
        </w:pPr>
        <w:rPr>
          <w:rFonts w:hint="default"/>
        </w:rPr>
      </w:lvl>
    </w:lvlOverride>
  </w:num>
  <w:num w:numId="20">
    <w:abstractNumId w:val="22"/>
  </w:num>
  <w:num w:numId="21">
    <w:abstractNumId w:val="12"/>
  </w:num>
  <w:num w:numId="22">
    <w:abstractNumId w:val="9"/>
  </w:num>
  <w:num w:numId="23">
    <w:abstractNumId w:val="7"/>
    <w:lvlOverride w:ilvl="1">
      <w:lvl w:ilvl="1">
        <w:start w:val="1"/>
        <w:numFmt w:val="decimal"/>
        <w:pStyle w:val="berschrift2"/>
        <w:lvlText w:val="%1.%2"/>
        <w:lvlJc w:val="left"/>
        <w:pPr>
          <w:ind w:left="6521" w:firstLine="0"/>
        </w:pPr>
        <w:rPr>
          <w:rFonts w:hint="default"/>
        </w:rPr>
      </w:lvl>
    </w:lvlOverride>
  </w:num>
  <w:num w:numId="24">
    <w:abstractNumId w:val="9"/>
  </w:num>
  <w:num w:numId="25">
    <w:abstractNumId w:val="7"/>
    <w:lvlOverride w:ilvl="1">
      <w:lvl w:ilvl="1">
        <w:start w:val="1"/>
        <w:numFmt w:val="decimal"/>
        <w:pStyle w:val="berschrift2"/>
        <w:lvlText w:val="%1.%2"/>
        <w:lvlJc w:val="left"/>
        <w:pPr>
          <w:ind w:left="6521" w:firstLine="0"/>
        </w:pPr>
        <w:rPr>
          <w:rFonts w:hint="default"/>
        </w:rPr>
      </w:lvl>
    </w:lvlOverride>
  </w:num>
  <w:num w:numId="26">
    <w:abstractNumId w:val="9"/>
  </w:num>
  <w:num w:numId="27">
    <w:abstractNumId w:val="6"/>
  </w:num>
  <w:num w:numId="28">
    <w:abstractNumId w:val="9"/>
  </w:num>
  <w:num w:numId="29">
    <w:abstractNumId w:val="9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9"/>
  </w:num>
  <w:num w:numId="35">
    <w:abstractNumId w:val="9"/>
  </w:num>
  <w:num w:numId="36">
    <w:abstractNumId w:val="7"/>
    <w:lvlOverride w:ilvl="0">
      <w:lvl w:ilvl="0">
        <w:start w:val="1"/>
        <w:numFmt w:val="decimal"/>
        <w:pStyle w:val="berschrift1"/>
        <w:lvlText w:val="%1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berschrift2"/>
        <w:lvlText w:val="%1.%2"/>
        <w:lvlJc w:val="left"/>
        <w:pPr>
          <w:ind w:left="7938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berschrift3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berschrift4"/>
        <w:lvlText w:val="%1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pStyle w:val="berschrift5"/>
        <w:lvlText w:val="%1.%2.%3.%4.%5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37">
    <w:abstractNumId w:val="9"/>
  </w:num>
  <w:num w:numId="38">
    <w:abstractNumId w:val="20"/>
  </w:num>
  <w:num w:numId="39">
    <w:abstractNumId w:val="13"/>
  </w:num>
  <w:num w:numId="40">
    <w:abstractNumId w:val="8"/>
  </w:num>
  <w:num w:numId="41">
    <w:abstractNumId w:val="31"/>
  </w:num>
  <w:num w:numId="42">
    <w:abstractNumId w:val="10"/>
  </w:num>
  <w:num w:numId="43">
    <w:abstractNumId w:val="11"/>
  </w:num>
  <w:num w:numId="44">
    <w:abstractNumId w:val="17"/>
  </w:num>
  <w:num w:numId="45">
    <w:abstractNumId w:val="26"/>
  </w:num>
  <w:num w:numId="46">
    <w:abstractNumId w:val="4"/>
  </w:num>
  <w:num w:numId="47">
    <w:abstractNumId w:val="23"/>
  </w:num>
  <w:num w:numId="48">
    <w:abstractNumId w:val="19"/>
  </w:num>
  <w:num w:numId="49">
    <w:abstractNumId w:val="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attachedTemplate r:id="rId1"/>
  <w:stylePaneFormatFilter w:val="3F28" w:allStyles="0" w:customStyles="0" w:latentStyles="0" w:stylesInUse="1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1E85"/>
    <w:rsid w:val="00002DE6"/>
    <w:rsid w:val="00003560"/>
    <w:rsid w:val="00017DE1"/>
    <w:rsid w:val="00025486"/>
    <w:rsid w:val="0002706B"/>
    <w:rsid w:val="00032C4B"/>
    <w:rsid w:val="00043A50"/>
    <w:rsid w:val="0005613B"/>
    <w:rsid w:val="0006067E"/>
    <w:rsid w:val="00087446"/>
    <w:rsid w:val="0009495D"/>
    <w:rsid w:val="00096848"/>
    <w:rsid w:val="000A143D"/>
    <w:rsid w:val="000A495F"/>
    <w:rsid w:val="000B054F"/>
    <w:rsid w:val="000B1224"/>
    <w:rsid w:val="000B2C95"/>
    <w:rsid w:val="000C5480"/>
    <w:rsid w:val="000E6321"/>
    <w:rsid w:val="000E71F9"/>
    <w:rsid w:val="000F36CB"/>
    <w:rsid w:val="00102354"/>
    <w:rsid w:val="00103C01"/>
    <w:rsid w:val="00110D2F"/>
    <w:rsid w:val="001245F3"/>
    <w:rsid w:val="001258E1"/>
    <w:rsid w:val="00130875"/>
    <w:rsid w:val="00135800"/>
    <w:rsid w:val="00142079"/>
    <w:rsid w:val="00145314"/>
    <w:rsid w:val="00145613"/>
    <w:rsid w:val="00146318"/>
    <w:rsid w:val="0015017E"/>
    <w:rsid w:val="0015528B"/>
    <w:rsid w:val="001619DE"/>
    <w:rsid w:val="001805EF"/>
    <w:rsid w:val="00184EF2"/>
    <w:rsid w:val="00191BFE"/>
    <w:rsid w:val="001938F0"/>
    <w:rsid w:val="00195037"/>
    <w:rsid w:val="001A1257"/>
    <w:rsid w:val="001A1987"/>
    <w:rsid w:val="001A3753"/>
    <w:rsid w:val="001A3E5C"/>
    <w:rsid w:val="001D16F3"/>
    <w:rsid w:val="001D3473"/>
    <w:rsid w:val="001D6334"/>
    <w:rsid w:val="001D7D25"/>
    <w:rsid w:val="001E55D5"/>
    <w:rsid w:val="001E6636"/>
    <w:rsid w:val="001E6A2D"/>
    <w:rsid w:val="001F0309"/>
    <w:rsid w:val="001F1150"/>
    <w:rsid w:val="001F33A5"/>
    <w:rsid w:val="001F4C6A"/>
    <w:rsid w:val="00201E85"/>
    <w:rsid w:val="00210C5E"/>
    <w:rsid w:val="002119A8"/>
    <w:rsid w:val="00221F9D"/>
    <w:rsid w:val="00222151"/>
    <w:rsid w:val="002319BA"/>
    <w:rsid w:val="00234606"/>
    <w:rsid w:val="002352D1"/>
    <w:rsid w:val="00242C79"/>
    <w:rsid w:val="0025192A"/>
    <w:rsid w:val="00252C32"/>
    <w:rsid w:val="002549E7"/>
    <w:rsid w:val="0029337C"/>
    <w:rsid w:val="002A3463"/>
    <w:rsid w:val="002A6B4A"/>
    <w:rsid w:val="002B014C"/>
    <w:rsid w:val="002B45B6"/>
    <w:rsid w:val="002D0A6E"/>
    <w:rsid w:val="002E08F2"/>
    <w:rsid w:val="002E0AE7"/>
    <w:rsid w:val="002E4848"/>
    <w:rsid w:val="002E56C6"/>
    <w:rsid w:val="002E664D"/>
    <w:rsid w:val="002F3103"/>
    <w:rsid w:val="002F6D1E"/>
    <w:rsid w:val="00315A58"/>
    <w:rsid w:val="00316A86"/>
    <w:rsid w:val="0032089C"/>
    <w:rsid w:val="00326ABF"/>
    <w:rsid w:val="003300AB"/>
    <w:rsid w:val="003309AF"/>
    <w:rsid w:val="00346AEF"/>
    <w:rsid w:val="003502A1"/>
    <w:rsid w:val="00355FC6"/>
    <w:rsid w:val="00361557"/>
    <w:rsid w:val="0037088B"/>
    <w:rsid w:val="00375F2E"/>
    <w:rsid w:val="0039485B"/>
    <w:rsid w:val="003A62D3"/>
    <w:rsid w:val="003A7D6A"/>
    <w:rsid w:val="003B0148"/>
    <w:rsid w:val="003B4654"/>
    <w:rsid w:val="003C4569"/>
    <w:rsid w:val="003C4C4F"/>
    <w:rsid w:val="003C571C"/>
    <w:rsid w:val="003D0BCE"/>
    <w:rsid w:val="003D265C"/>
    <w:rsid w:val="003D4B6F"/>
    <w:rsid w:val="003D7FA1"/>
    <w:rsid w:val="003E7604"/>
    <w:rsid w:val="003F5852"/>
    <w:rsid w:val="004002D2"/>
    <w:rsid w:val="00405DF6"/>
    <w:rsid w:val="004103B0"/>
    <w:rsid w:val="0041452D"/>
    <w:rsid w:val="00416C14"/>
    <w:rsid w:val="004240BD"/>
    <w:rsid w:val="00426AA6"/>
    <w:rsid w:val="00446C2D"/>
    <w:rsid w:val="004510ED"/>
    <w:rsid w:val="0045517C"/>
    <w:rsid w:val="00457AC5"/>
    <w:rsid w:val="00462721"/>
    <w:rsid w:val="00462CB0"/>
    <w:rsid w:val="00464814"/>
    <w:rsid w:val="004731C4"/>
    <w:rsid w:val="004733B0"/>
    <w:rsid w:val="0048189E"/>
    <w:rsid w:val="00492FDF"/>
    <w:rsid w:val="004A1E76"/>
    <w:rsid w:val="004A2E87"/>
    <w:rsid w:val="004B45E3"/>
    <w:rsid w:val="004B523C"/>
    <w:rsid w:val="004C5C6A"/>
    <w:rsid w:val="004E01C8"/>
    <w:rsid w:val="004E4D16"/>
    <w:rsid w:val="005010EE"/>
    <w:rsid w:val="005017FB"/>
    <w:rsid w:val="005069D7"/>
    <w:rsid w:val="00511707"/>
    <w:rsid w:val="00515AE4"/>
    <w:rsid w:val="00516926"/>
    <w:rsid w:val="00526E0A"/>
    <w:rsid w:val="00527E9E"/>
    <w:rsid w:val="00530142"/>
    <w:rsid w:val="005305EC"/>
    <w:rsid w:val="00535144"/>
    <w:rsid w:val="0054500D"/>
    <w:rsid w:val="00545A79"/>
    <w:rsid w:val="00550BEB"/>
    <w:rsid w:val="00553BE8"/>
    <w:rsid w:val="00574441"/>
    <w:rsid w:val="00574934"/>
    <w:rsid w:val="005805E2"/>
    <w:rsid w:val="005866F4"/>
    <w:rsid w:val="00590EAC"/>
    <w:rsid w:val="005A0672"/>
    <w:rsid w:val="005A3584"/>
    <w:rsid w:val="005A678E"/>
    <w:rsid w:val="005A74A1"/>
    <w:rsid w:val="005B2D1B"/>
    <w:rsid w:val="005B6AA0"/>
    <w:rsid w:val="005C3989"/>
    <w:rsid w:val="005D06A0"/>
    <w:rsid w:val="005D1CFD"/>
    <w:rsid w:val="005D34DC"/>
    <w:rsid w:val="005E045F"/>
    <w:rsid w:val="005E30E0"/>
    <w:rsid w:val="005E6A45"/>
    <w:rsid w:val="00600D24"/>
    <w:rsid w:val="0060190E"/>
    <w:rsid w:val="00603240"/>
    <w:rsid w:val="00603718"/>
    <w:rsid w:val="00604FFC"/>
    <w:rsid w:val="00614BD3"/>
    <w:rsid w:val="006261D9"/>
    <w:rsid w:val="006266F7"/>
    <w:rsid w:val="00633347"/>
    <w:rsid w:val="0063743B"/>
    <w:rsid w:val="00640D19"/>
    <w:rsid w:val="0064171F"/>
    <w:rsid w:val="00644FF9"/>
    <w:rsid w:val="006560EE"/>
    <w:rsid w:val="006651B7"/>
    <w:rsid w:val="006753CF"/>
    <w:rsid w:val="006820B6"/>
    <w:rsid w:val="00683F29"/>
    <w:rsid w:val="00685A57"/>
    <w:rsid w:val="00691265"/>
    <w:rsid w:val="00691F49"/>
    <w:rsid w:val="006A07EB"/>
    <w:rsid w:val="006A1AF0"/>
    <w:rsid w:val="006A2614"/>
    <w:rsid w:val="006A32F0"/>
    <w:rsid w:val="006C0C80"/>
    <w:rsid w:val="006C2DA3"/>
    <w:rsid w:val="006C35F1"/>
    <w:rsid w:val="006D315F"/>
    <w:rsid w:val="006D6D4A"/>
    <w:rsid w:val="006E21C7"/>
    <w:rsid w:val="006E520F"/>
    <w:rsid w:val="006F3AA5"/>
    <w:rsid w:val="006F523C"/>
    <w:rsid w:val="007037AE"/>
    <w:rsid w:val="007129C9"/>
    <w:rsid w:val="00725145"/>
    <w:rsid w:val="00725C64"/>
    <w:rsid w:val="00725E8E"/>
    <w:rsid w:val="007265BE"/>
    <w:rsid w:val="00727F4C"/>
    <w:rsid w:val="00736E0A"/>
    <w:rsid w:val="00770153"/>
    <w:rsid w:val="007730E3"/>
    <w:rsid w:val="007750EE"/>
    <w:rsid w:val="00777D38"/>
    <w:rsid w:val="0078284C"/>
    <w:rsid w:val="00782902"/>
    <w:rsid w:val="00784B81"/>
    <w:rsid w:val="00787822"/>
    <w:rsid w:val="00791CA8"/>
    <w:rsid w:val="007A0645"/>
    <w:rsid w:val="007A46B5"/>
    <w:rsid w:val="007B418F"/>
    <w:rsid w:val="007B66D9"/>
    <w:rsid w:val="007B6D9C"/>
    <w:rsid w:val="007C0BD3"/>
    <w:rsid w:val="007C4807"/>
    <w:rsid w:val="007C5B23"/>
    <w:rsid w:val="007E05B6"/>
    <w:rsid w:val="007E17AB"/>
    <w:rsid w:val="007E27DD"/>
    <w:rsid w:val="007F09B5"/>
    <w:rsid w:val="007F2BA1"/>
    <w:rsid w:val="008121CA"/>
    <w:rsid w:val="00821DC4"/>
    <w:rsid w:val="00822611"/>
    <w:rsid w:val="00824097"/>
    <w:rsid w:val="00826562"/>
    <w:rsid w:val="008270CC"/>
    <w:rsid w:val="00832051"/>
    <w:rsid w:val="008332AE"/>
    <w:rsid w:val="00834527"/>
    <w:rsid w:val="00835DC2"/>
    <w:rsid w:val="00844B7C"/>
    <w:rsid w:val="0084622C"/>
    <w:rsid w:val="0084790A"/>
    <w:rsid w:val="00847AB6"/>
    <w:rsid w:val="0085061D"/>
    <w:rsid w:val="00854D29"/>
    <w:rsid w:val="00875716"/>
    <w:rsid w:val="00883D56"/>
    <w:rsid w:val="00884433"/>
    <w:rsid w:val="00897B4C"/>
    <w:rsid w:val="008A4B50"/>
    <w:rsid w:val="008A782E"/>
    <w:rsid w:val="008C4169"/>
    <w:rsid w:val="008C5F4C"/>
    <w:rsid w:val="008C790A"/>
    <w:rsid w:val="008D630C"/>
    <w:rsid w:val="008D746B"/>
    <w:rsid w:val="008E37B7"/>
    <w:rsid w:val="008E3A12"/>
    <w:rsid w:val="008F50C0"/>
    <w:rsid w:val="008F64A7"/>
    <w:rsid w:val="00906037"/>
    <w:rsid w:val="00912E47"/>
    <w:rsid w:val="00913A6A"/>
    <w:rsid w:val="009162B9"/>
    <w:rsid w:val="009245B1"/>
    <w:rsid w:val="009267FB"/>
    <w:rsid w:val="00934216"/>
    <w:rsid w:val="009449F8"/>
    <w:rsid w:val="00957843"/>
    <w:rsid w:val="00987BCB"/>
    <w:rsid w:val="00990190"/>
    <w:rsid w:val="0099101F"/>
    <w:rsid w:val="00992B3B"/>
    <w:rsid w:val="009936FD"/>
    <w:rsid w:val="009A37EC"/>
    <w:rsid w:val="009A404F"/>
    <w:rsid w:val="009A771D"/>
    <w:rsid w:val="009B25BB"/>
    <w:rsid w:val="009B6FB7"/>
    <w:rsid w:val="009C1393"/>
    <w:rsid w:val="009C1F04"/>
    <w:rsid w:val="009C6235"/>
    <w:rsid w:val="009C721E"/>
    <w:rsid w:val="009C7C18"/>
    <w:rsid w:val="009D2B08"/>
    <w:rsid w:val="009E0F0E"/>
    <w:rsid w:val="009E1402"/>
    <w:rsid w:val="009F359B"/>
    <w:rsid w:val="00A10C4D"/>
    <w:rsid w:val="00A12133"/>
    <w:rsid w:val="00A135D1"/>
    <w:rsid w:val="00A210CD"/>
    <w:rsid w:val="00A23367"/>
    <w:rsid w:val="00A255E6"/>
    <w:rsid w:val="00A271CF"/>
    <w:rsid w:val="00A3347C"/>
    <w:rsid w:val="00A33B1E"/>
    <w:rsid w:val="00A44407"/>
    <w:rsid w:val="00A52698"/>
    <w:rsid w:val="00A579FD"/>
    <w:rsid w:val="00A61CF6"/>
    <w:rsid w:val="00A715FB"/>
    <w:rsid w:val="00A76065"/>
    <w:rsid w:val="00A824F4"/>
    <w:rsid w:val="00A90564"/>
    <w:rsid w:val="00AB356D"/>
    <w:rsid w:val="00AB7B1F"/>
    <w:rsid w:val="00AC7473"/>
    <w:rsid w:val="00AD12FA"/>
    <w:rsid w:val="00AD24E5"/>
    <w:rsid w:val="00AD4EFD"/>
    <w:rsid w:val="00AE42AF"/>
    <w:rsid w:val="00AE5553"/>
    <w:rsid w:val="00AE7FE1"/>
    <w:rsid w:val="00AF2DA4"/>
    <w:rsid w:val="00AF4171"/>
    <w:rsid w:val="00B02C7A"/>
    <w:rsid w:val="00B052BE"/>
    <w:rsid w:val="00B062A6"/>
    <w:rsid w:val="00B13CEB"/>
    <w:rsid w:val="00B16754"/>
    <w:rsid w:val="00B16A3C"/>
    <w:rsid w:val="00B2362E"/>
    <w:rsid w:val="00B2531F"/>
    <w:rsid w:val="00B30205"/>
    <w:rsid w:val="00B31331"/>
    <w:rsid w:val="00B31CD6"/>
    <w:rsid w:val="00B37CD0"/>
    <w:rsid w:val="00B43062"/>
    <w:rsid w:val="00B53608"/>
    <w:rsid w:val="00B564E2"/>
    <w:rsid w:val="00B62BA1"/>
    <w:rsid w:val="00B62BCC"/>
    <w:rsid w:val="00B679D1"/>
    <w:rsid w:val="00B71443"/>
    <w:rsid w:val="00B773B8"/>
    <w:rsid w:val="00B82846"/>
    <w:rsid w:val="00B9072E"/>
    <w:rsid w:val="00B963C1"/>
    <w:rsid w:val="00BA40AB"/>
    <w:rsid w:val="00BA70DF"/>
    <w:rsid w:val="00BB6088"/>
    <w:rsid w:val="00BC4F5D"/>
    <w:rsid w:val="00BF04C5"/>
    <w:rsid w:val="00BF06DB"/>
    <w:rsid w:val="00BF7CAD"/>
    <w:rsid w:val="00C041C0"/>
    <w:rsid w:val="00C07EF4"/>
    <w:rsid w:val="00C1011B"/>
    <w:rsid w:val="00C104B3"/>
    <w:rsid w:val="00C12BFB"/>
    <w:rsid w:val="00C32E2C"/>
    <w:rsid w:val="00C42530"/>
    <w:rsid w:val="00C47605"/>
    <w:rsid w:val="00C4796F"/>
    <w:rsid w:val="00C528CE"/>
    <w:rsid w:val="00C54EA1"/>
    <w:rsid w:val="00C6737F"/>
    <w:rsid w:val="00C67A55"/>
    <w:rsid w:val="00C75207"/>
    <w:rsid w:val="00C93332"/>
    <w:rsid w:val="00CA2FE4"/>
    <w:rsid w:val="00CA7D4F"/>
    <w:rsid w:val="00CB291A"/>
    <w:rsid w:val="00CB61DF"/>
    <w:rsid w:val="00CC2B16"/>
    <w:rsid w:val="00CC3501"/>
    <w:rsid w:val="00CC6C58"/>
    <w:rsid w:val="00CD03CB"/>
    <w:rsid w:val="00CD3C71"/>
    <w:rsid w:val="00CD6DB2"/>
    <w:rsid w:val="00CE1F7F"/>
    <w:rsid w:val="00CF4918"/>
    <w:rsid w:val="00CF7AF9"/>
    <w:rsid w:val="00D00493"/>
    <w:rsid w:val="00D0279B"/>
    <w:rsid w:val="00D03B21"/>
    <w:rsid w:val="00D05580"/>
    <w:rsid w:val="00D16444"/>
    <w:rsid w:val="00D32411"/>
    <w:rsid w:val="00D336DD"/>
    <w:rsid w:val="00D35283"/>
    <w:rsid w:val="00D37EC4"/>
    <w:rsid w:val="00D45DFE"/>
    <w:rsid w:val="00D535AD"/>
    <w:rsid w:val="00D5709E"/>
    <w:rsid w:val="00D64A4D"/>
    <w:rsid w:val="00D65034"/>
    <w:rsid w:val="00D73C31"/>
    <w:rsid w:val="00D81C66"/>
    <w:rsid w:val="00D81DBF"/>
    <w:rsid w:val="00D82A06"/>
    <w:rsid w:val="00DA7A3C"/>
    <w:rsid w:val="00DB6505"/>
    <w:rsid w:val="00DB73E8"/>
    <w:rsid w:val="00DC398D"/>
    <w:rsid w:val="00DD1149"/>
    <w:rsid w:val="00DD285D"/>
    <w:rsid w:val="00DE648A"/>
    <w:rsid w:val="00DF0E00"/>
    <w:rsid w:val="00DF6A0E"/>
    <w:rsid w:val="00DF6B7C"/>
    <w:rsid w:val="00E13F2B"/>
    <w:rsid w:val="00E16AFD"/>
    <w:rsid w:val="00E2064E"/>
    <w:rsid w:val="00E20822"/>
    <w:rsid w:val="00E25291"/>
    <w:rsid w:val="00E462B0"/>
    <w:rsid w:val="00E54E43"/>
    <w:rsid w:val="00E62663"/>
    <w:rsid w:val="00E65D6B"/>
    <w:rsid w:val="00E76CBE"/>
    <w:rsid w:val="00E828B5"/>
    <w:rsid w:val="00E9617F"/>
    <w:rsid w:val="00EA5E4D"/>
    <w:rsid w:val="00EB5AC4"/>
    <w:rsid w:val="00EB7F57"/>
    <w:rsid w:val="00EC2B94"/>
    <w:rsid w:val="00ED0CEA"/>
    <w:rsid w:val="00EE1E65"/>
    <w:rsid w:val="00EE5D35"/>
    <w:rsid w:val="00F00DE2"/>
    <w:rsid w:val="00F03367"/>
    <w:rsid w:val="00F07423"/>
    <w:rsid w:val="00F30BD7"/>
    <w:rsid w:val="00F33C1A"/>
    <w:rsid w:val="00F37080"/>
    <w:rsid w:val="00F63169"/>
    <w:rsid w:val="00F63D13"/>
    <w:rsid w:val="00F65C89"/>
    <w:rsid w:val="00F73CCF"/>
    <w:rsid w:val="00F926AE"/>
    <w:rsid w:val="00F942B6"/>
    <w:rsid w:val="00FA0C7C"/>
    <w:rsid w:val="00FA254B"/>
    <w:rsid w:val="00FA34C3"/>
    <w:rsid w:val="00FA4A00"/>
    <w:rsid w:val="00FA5470"/>
    <w:rsid w:val="00FC042B"/>
    <w:rsid w:val="00FC12A4"/>
    <w:rsid w:val="00FE19FB"/>
    <w:rsid w:val="00FF3183"/>
    <w:rsid w:val="00FF6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516ADF59"/>
  <w15:chartTrackingRefBased/>
  <w15:docId w15:val="{DE6F7B06-4EC4-4859-9915-7A291139EF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de-AT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C104B3"/>
    <w:rPr>
      <w:rFonts w:cs="Times New Roman (Textkörper CS)"/>
      <w:color w:val="000000" w:themeColor="text1"/>
      <w:spacing w:val="4"/>
      <w:sz w:val="22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9C1F04"/>
    <w:pPr>
      <w:keepNext/>
      <w:keepLines/>
      <w:numPr>
        <w:numId w:val="19"/>
      </w:numPr>
      <w:tabs>
        <w:tab w:val="left" w:pos="567"/>
      </w:tabs>
      <w:spacing w:before="720" w:after="240" w:line="280" w:lineRule="atLeast"/>
      <w:ind w:left="567" w:hanging="567"/>
      <w:outlineLvl w:val="0"/>
    </w:pPr>
    <w:rPr>
      <w:rFonts w:asciiTheme="majorHAnsi" w:eastAsiaTheme="majorEastAsia" w:hAnsiTheme="majorHAnsi" w:cs="Times New Roman (Überschriften"/>
      <w:b/>
      <w:caps/>
      <w:spacing w:val="10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B31331"/>
    <w:pPr>
      <w:keepNext/>
      <w:numPr>
        <w:ilvl w:val="1"/>
        <w:numId w:val="19"/>
      </w:numPr>
      <w:spacing w:before="360" w:after="120"/>
      <w:ind w:left="567" w:hanging="567"/>
      <w:outlineLvl w:val="1"/>
    </w:pPr>
    <w:rPr>
      <w:rFonts w:asciiTheme="majorHAnsi" w:hAnsiTheme="majorHAnsi"/>
      <w:b/>
      <w:spacing w:val="0"/>
      <w:sz w:val="28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5E4D"/>
    <w:pPr>
      <w:keepNext/>
      <w:keepLines/>
      <w:numPr>
        <w:ilvl w:val="2"/>
        <w:numId w:val="19"/>
      </w:numPr>
      <w:outlineLvl w:val="2"/>
    </w:pPr>
    <w:rPr>
      <w:rFonts w:asciiTheme="majorHAnsi" w:eastAsiaTheme="majorEastAsia" w:hAnsiTheme="majorHAnsi" w:cstheme="majorBidi"/>
      <w:b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EA5E4D"/>
    <w:pPr>
      <w:keepNext/>
      <w:keepLines/>
      <w:numPr>
        <w:ilvl w:val="3"/>
        <w:numId w:val="19"/>
      </w:numPr>
      <w:outlineLvl w:val="3"/>
    </w:pPr>
    <w:rPr>
      <w:rFonts w:asciiTheme="majorHAnsi" w:eastAsiaTheme="majorEastAsia" w:hAnsiTheme="majorHAnsi" w:cstheme="majorBidi"/>
      <w:b/>
      <w:i/>
      <w:iCs/>
    </w:rPr>
  </w:style>
  <w:style w:type="paragraph" w:styleId="berschrift5">
    <w:name w:val="heading 5"/>
    <w:aliases w:val="Verzeichnisse"/>
    <w:basedOn w:val="berschrift1"/>
    <w:next w:val="Standard"/>
    <w:link w:val="berschrift5Zchn"/>
    <w:uiPriority w:val="9"/>
    <w:unhideWhenUsed/>
    <w:rsid w:val="00EA5E4D"/>
    <w:pPr>
      <w:numPr>
        <w:ilvl w:val="4"/>
      </w:numPr>
      <w:spacing w:before="40"/>
      <w:outlineLvl w:val="4"/>
    </w:pPr>
    <w:rPr>
      <w:rFonts w:cstheme="majorBidi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6651B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6651B7"/>
  </w:style>
  <w:style w:type="paragraph" w:styleId="Fuzeile">
    <w:name w:val="footer"/>
    <w:basedOn w:val="Standard"/>
    <w:link w:val="FuzeileZchn"/>
    <w:uiPriority w:val="99"/>
    <w:unhideWhenUsed/>
    <w:rsid w:val="00446C2D"/>
    <w:pPr>
      <w:tabs>
        <w:tab w:val="center" w:pos="4536"/>
        <w:tab w:val="right" w:pos="9072"/>
      </w:tabs>
    </w:pPr>
    <w:rPr>
      <w:sz w:val="16"/>
    </w:rPr>
  </w:style>
  <w:style w:type="character" w:customStyle="1" w:styleId="FuzeileZchn">
    <w:name w:val="Fußzeile Zchn"/>
    <w:basedOn w:val="Absatz-Standardschriftart"/>
    <w:link w:val="Fuzeile"/>
    <w:uiPriority w:val="99"/>
    <w:rsid w:val="00446C2D"/>
    <w:rPr>
      <w:color w:val="000000" w:themeColor="text1"/>
      <w:sz w:val="16"/>
    </w:rPr>
  </w:style>
  <w:style w:type="character" w:styleId="Seitenzahl">
    <w:name w:val="page number"/>
    <w:basedOn w:val="Absatz-Standardschriftart"/>
    <w:uiPriority w:val="99"/>
    <w:semiHidden/>
    <w:unhideWhenUsed/>
    <w:rsid w:val="006651B7"/>
  </w:style>
  <w:style w:type="table" w:styleId="Tabellenraster">
    <w:name w:val="Table Grid"/>
    <w:basedOn w:val="NormaleTabelle"/>
    <w:uiPriority w:val="39"/>
    <w:rsid w:val="00D81DB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1Zchn">
    <w:name w:val="Überschrift 1 Zchn"/>
    <w:basedOn w:val="Absatz-Standardschriftart"/>
    <w:link w:val="berschrift1"/>
    <w:uiPriority w:val="9"/>
    <w:rsid w:val="009C1F04"/>
    <w:rPr>
      <w:rFonts w:asciiTheme="majorHAnsi" w:eastAsiaTheme="majorEastAsia" w:hAnsiTheme="majorHAnsi" w:cs="Times New Roman (Überschriften"/>
      <w:b/>
      <w:caps/>
      <w:color w:val="000000" w:themeColor="text1"/>
      <w:spacing w:val="10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B31331"/>
    <w:rPr>
      <w:rFonts w:asciiTheme="majorHAnsi" w:hAnsiTheme="majorHAnsi" w:cs="Times New Roman (Textkörper CS)"/>
      <w:b/>
      <w:color w:val="000000" w:themeColor="text1"/>
      <w:sz w:val="28"/>
      <w:szCs w:val="26"/>
    </w:rPr>
  </w:style>
  <w:style w:type="paragraph" w:customStyle="1" w:styleId="a">
    <w:name w:val="_"/>
    <w:basedOn w:val="CoverDaten"/>
    <w:qFormat/>
    <w:rsid w:val="00913A6A"/>
    <w:pPr>
      <w:spacing w:after="480" w:line="240" w:lineRule="exact"/>
    </w:pPr>
    <w:rPr>
      <w:color w:val="E3032E" w:themeColor="accent1"/>
      <w:sz w:val="48"/>
      <w:szCs w:val="48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BA70DF"/>
    <w:pPr>
      <w:outlineLvl w:val="9"/>
    </w:pPr>
    <w:rPr>
      <w:bCs/>
      <w:spacing w:val="4"/>
      <w:szCs w:val="28"/>
      <w:lang w:eastAsia="de-AT"/>
    </w:rPr>
  </w:style>
  <w:style w:type="paragraph" w:customStyle="1" w:styleId="CoverDaten">
    <w:name w:val="Cover Daten"/>
    <w:basedOn w:val="Standard"/>
    <w:link w:val="CoverDatenZchn"/>
    <w:rsid w:val="00405DF6"/>
    <w:pPr>
      <w:spacing w:line="280" w:lineRule="atLeast"/>
    </w:pPr>
    <w:rPr>
      <w:caps/>
      <w:sz w:val="20"/>
    </w:rPr>
  </w:style>
  <w:style w:type="paragraph" w:customStyle="1" w:styleId="CoverHeadline">
    <w:name w:val="Cover Headline"/>
    <w:basedOn w:val="CoverDaten"/>
    <w:qFormat/>
    <w:rsid w:val="00913A6A"/>
    <w:pPr>
      <w:spacing w:before="80"/>
    </w:pPr>
    <w:rPr>
      <w:b/>
      <w:spacing w:val="10"/>
      <w:sz w:val="48"/>
    </w:rPr>
  </w:style>
  <w:style w:type="paragraph" w:styleId="Verzeichnis1">
    <w:name w:val="toc 1"/>
    <w:basedOn w:val="Standard"/>
    <w:next w:val="Standard"/>
    <w:uiPriority w:val="39"/>
    <w:unhideWhenUsed/>
    <w:rsid w:val="002352D1"/>
    <w:pPr>
      <w:tabs>
        <w:tab w:val="right" w:leader="dot" w:pos="7938"/>
      </w:tabs>
      <w:spacing w:before="280" w:line="280" w:lineRule="atLeast"/>
      <w:ind w:left="567" w:hanging="567"/>
    </w:pPr>
    <w:rPr>
      <w:b/>
      <w:bCs/>
      <w:sz w:val="28"/>
      <w:szCs w:val="20"/>
    </w:rPr>
  </w:style>
  <w:style w:type="character" w:styleId="Hyperlink">
    <w:name w:val="Hyperlink"/>
    <w:basedOn w:val="Absatz-Standardschriftart"/>
    <w:uiPriority w:val="99"/>
    <w:unhideWhenUsed/>
    <w:rsid w:val="00142079"/>
    <w:rPr>
      <w:color w:val="E3032E" w:themeColor="hyperlink"/>
      <w:u w:val="single"/>
    </w:rPr>
  </w:style>
  <w:style w:type="paragraph" w:styleId="Verzeichnis2">
    <w:name w:val="toc 2"/>
    <w:basedOn w:val="Standard"/>
    <w:next w:val="Standard"/>
    <w:uiPriority w:val="39"/>
    <w:unhideWhenUsed/>
    <w:rsid w:val="002352D1"/>
    <w:pPr>
      <w:tabs>
        <w:tab w:val="left" w:pos="1247"/>
        <w:tab w:val="right" w:leader="dot" w:pos="7938"/>
      </w:tabs>
      <w:spacing w:line="280" w:lineRule="atLeast"/>
      <w:ind w:left="1247" w:hanging="680"/>
    </w:pPr>
    <w:rPr>
      <w:b/>
      <w:szCs w:val="20"/>
    </w:rPr>
  </w:style>
  <w:style w:type="numbering" w:styleId="111111">
    <w:name w:val="Outline List 2"/>
    <w:basedOn w:val="KeineListe"/>
    <w:uiPriority w:val="99"/>
    <w:semiHidden/>
    <w:unhideWhenUsed/>
    <w:rsid w:val="00DD1149"/>
    <w:pPr>
      <w:numPr>
        <w:numId w:val="1"/>
      </w:numPr>
    </w:pPr>
  </w:style>
  <w:style w:type="character" w:customStyle="1" w:styleId="berschrift3Zchn">
    <w:name w:val="Überschrift 3 Zchn"/>
    <w:basedOn w:val="Absatz-Standardschriftart"/>
    <w:link w:val="berschrift3"/>
    <w:uiPriority w:val="9"/>
    <w:rsid w:val="00B052BE"/>
    <w:rPr>
      <w:rFonts w:asciiTheme="majorHAnsi" w:eastAsiaTheme="majorEastAsia" w:hAnsiTheme="majorHAnsi" w:cstheme="majorBidi"/>
      <w:b/>
      <w:color w:val="000000" w:themeColor="text1"/>
      <w:spacing w:val="4"/>
      <w:sz w:val="22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B052BE"/>
    <w:rPr>
      <w:rFonts w:asciiTheme="majorHAnsi" w:eastAsiaTheme="majorEastAsia" w:hAnsiTheme="majorHAnsi" w:cstheme="majorBidi"/>
      <w:b/>
      <w:i/>
      <w:iCs/>
      <w:color w:val="000000" w:themeColor="text1"/>
      <w:spacing w:val="4"/>
      <w:sz w:val="22"/>
    </w:rPr>
  </w:style>
  <w:style w:type="paragraph" w:styleId="Verzeichnis3">
    <w:name w:val="toc 3"/>
    <w:basedOn w:val="Standard"/>
    <w:next w:val="Standard"/>
    <w:uiPriority w:val="39"/>
    <w:unhideWhenUsed/>
    <w:rsid w:val="002352D1"/>
    <w:pPr>
      <w:tabs>
        <w:tab w:val="left" w:pos="1814"/>
        <w:tab w:val="right" w:leader="dot" w:pos="7938"/>
      </w:tabs>
      <w:spacing w:line="280" w:lineRule="atLeast"/>
      <w:ind w:left="1815" w:hanging="964"/>
    </w:pPr>
    <w:rPr>
      <w:iCs/>
      <w:szCs w:val="20"/>
    </w:rPr>
  </w:style>
  <w:style w:type="paragraph" w:styleId="Verzeichnis4">
    <w:name w:val="toc 4"/>
    <w:basedOn w:val="Standard"/>
    <w:next w:val="Standard"/>
    <w:uiPriority w:val="39"/>
    <w:unhideWhenUsed/>
    <w:rsid w:val="002352D1"/>
    <w:pPr>
      <w:tabs>
        <w:tab w:val="left" w:pos="2268"/>
        <w:tab w:val="right" w:leader="dot" w:pos="7938"/>
      </w:tabs>
      <w:spacing w:line="280" w:lineRule="atLeast"/>
      <w:ind w:left="2268" w:hanging="1134"/>
    </w:pPr>
    <w:rPr>
      <w:i/>
      <w:szCs w:val="18"/>
    </w:rPr>
  </w:style>
  <w:style w:type="paragraph" w:styleId="Beschriftung">
    <w:name w:val="caption"/>
    <w:basedOn w:val="Standard"/>
    <w:next w:val="Standard"/>
    <w:uiPriority w:val="35"/>
    <w:unhideWhenUsed/>
    <w:rsid w:val="00201E85"/>
    <w:rPr>
      <w:i/>
      <w:iCs/>
      <w:color w:val="000000" w:themeColor="text2"/>
      <w:sz w:val="18"/>
      <w:szCs w:val="18"/>
    </w:rPr>
  </w:style>
  <w:style w:type="table" w:styleId="Gitternetztabelle1hellAkzent1">
    <w:name w:val="Grid Table 1 Light Accent 1"/>
    <w:basedOn w:val="NormaleTabelle"/>
    <w:uiPriority w:val="46"/>
    <w:rsid w:val="005A74A1"/>
    <w:tblPr>
      <w:tblStyleRowBandSize w:val="1"/>
      <w:tblStyleColBandSize w:val="1"/>
      <w:tblBorders>
        <w:top w:val="single" w:sz="4" w:space="0" w:color="FD90A4" w:themeColor="accent1" w:themeTint="66"/>
        <w:left w:val="single" w:sz="4" w:space="0" w:color="FD90A4" w:themeColor="accent1" w:themeTint="66"/>
        <w:bottom w:val="single" w:sz="4" w:space="0" w:color="FD90A4" w:themeColor="accent1" w:themeTint="66"/>
        <w:right w:val="single" w:sz="4" w:space="0" w:color="FD90A4" w:themeColor="accent1" w:themeTint="66"/>
        <w:insideH w:val="single" w:sz="4" w:space="0" w:color="FD90A4" w:themeColor="accent1" w:themeTint="66"/>
        <w:insideV w:val="single" w:sz="4" w:space="0" w:color="FD90A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C597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C597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Listentabelle3Akzent1">
    <w:name w:val="List Table 3 Accent 1"/>
    <w:basedOn w:val="NormaleTabelle"/>
    <w:uiPriority w:val="48"/>
    <w:rsid w:val="00C104B3"/>
    <w:tblPr>
      <w:tblStyleRowBandSize w:val="1"/>
      <w:tblStyleColBandSize w:val="1"/>
      <w:tblBorders>
        <w:top w:val="single" w:sz="4" w:space="0" w:color="E3032E" w:themeColor="accent1"/>
        <w:left w:val="single" w:sz="4" w:space="0" w:color="E3032E" w:themeColor="accent1"/>
        <w:bottom w:val="single" w:sz="4" w:space="0" w:color="E3032E" w:themeColor="accent1"/>
        <w:right w:val="single" w:sz="4" w:space="0" w:color="E3032E" w:themeColor="accent1"/>
      </w:tblBorders>
    </w:tblPr>
    <w:tcPr>
      <w:vAlign w:val="center"/>
    </w:tcPr>
    <w:tblStylePr w:type="firstRow">
      <w:rPr>
        <w:b/>
        <w:bCs/>
        <w:color w:val="FFFFFF" w:themeColor="background1"/>
      </w:rPr>
      <w:tblPr/>
      <w:tcPr>
        <w:shd w:val="clear" w:color="auto" w:fill="E3032E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E3032E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3032E" w:themeColor="accent1"/>
          <w:right w:val="single" w:sz="4" w:space="0" w:color="E3032E" w:themeColor="accent1"/>
        </w:tcBorders>
      </w:tcPr>
    </w:tblStylePr>
    <w:tblStylePr w:type="band1Horz">
      <w:tblPr/>
      <w:tcPr>
        <w:tcBorders>
          <w:top w:val="single" w:sz="4" w:space="0" w:color="E3032E" w:themeColor="accent1"/>
          <w:bottom w:val="single" w:sz="4" w:space="0" w:color="E3032E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3032E" w:themeColor="accent1"/>
          <w:left w:val="nil"/>
        </w:tcBorders>
      </w:tcPr>
    </w:tblStylePr>
    <w:tblStylePr w:type="swCell">
      <w:tblPr/>
      <w:tcPr>
        <w:tcBorders>
          <w:top w:val="double" w:sz="4" w:space="0" w:color="E3032E" w:themeColor="accent1"/>
          <w:right w:val="nil"/>
        </w:tcBorders>
      </w:tcPr>
    </w:tblStylePr>
  </w:style>
  <w:style w:type="character" w:customStyle="1" w:styleId="berschrift5Zchn">
    <w:name w:val="Überschrift 5 Zchn"/>
    <w:aliases w:val="Verzeichnisse Zchn"/>
    <w:basedOn w:val="Absatz-Standardschriftart"/>
    <w:link w:val="berschrift5"/>
    <w:uiPriority w:val="9"/>
    <w:rsid w:val="00BA70DF"/>
    <w:rPr>
      <w:rFonts w:asciiTheme="majorHAnsi" w:eastAsiaTheme="majorEastAsia" w:hAnsiTheme="majorHAnsi" w:cstheme="majorBidi"/>
      <w:b/>
      <w:caps/>
      <w:color w:val="000000" w:themeColor="text1"/>
      <w:spacing w:val="10"/>
      <w:sz w:val="32"/>
      <w:szCs w:val="32"/>
    </w:rPr>
  </w:style>
  <w:style w:type="paragraph" w:customStyle="1" w:styleId="Formatvorlage1">
    <w:name w:val="Formatvorlage1"/>
    <w:basedOn w:val="Verzeichnis1"/>
    <w:rsid w:val="00BA70DF"/>
  </w:style>
  <w:style w:type="paragraph" w:styleId="Verzeichnis5">
    <w:name w:val="toc 5"/>
    <w:basedOn w:val="Verzeichnis2"/>
    <w:next w:val="Standard"/>
    <w:uiPriority w:val="39"/>
    <w:unhideWhenUsed/>
    <w:rsid w:val="00145314"/>
    <w:pPr>
      <w:spacing w:before="60"/>
      <w:ind w:left="0" w:firstLine="0"/>
    </w:pPr>
  </w:style>
  <w:style w:type="paragraph" w:styleId="Abbildungsverzeichnis">
    <w:name w:val="table of figures"/>
    <w:basedOn w:val="Standard"/>
    <w:next w:val="Standard"/>
    <w:link w:val="AbbildungsverzeichnisZchn"/>
    <w:uiPriority w:val="99"/>
    <w:unhideWhenUsed/>
    <w:rsid w:val="003C4569"/>
    <w:pPr>
      <w:ind w:left="992" w:hanging="992"/>
    </w:pPr>
  </w:style>
  <w:style w:type="paragraph" w:styleId="Literaturverzeichnis">
    <w:name w:val="Bibliography"/>
    <w:basedOn w:val="Standard"/>
    <w:next w:val="Standard"/>
    <w:link w:val="LiteraturverzeichnisZchn"/>
    <w:uiPriority w:val="37"/>
    <w:unhideWhenUsed/>
    <w:rsid w:val="001805EF"/>
  </w:style>
  <w:style w:type="paragraph" w:styleId="Listenabsatz">
    <w:name w:val="List Paragraph"/>
    <w:basedOn w:val="Standard"/>
    <w:uiPriority w:val="34"/>
    <w:rsid w:val="0078284C"/>
    <w:pPr>
      <w:contextualSpacing/>
    </w:pPr>
  </w:style>
  <w:style w:type="paragraph" w:styleId="Funotentext">
    <w:name w:val="footnote text"/>
    <w:basedOn w:val="Standard"/>
    <w:link w:val="FunotentextZchn"/>
    <w:uiPriority w:val="99"/>
    <w:unhideWhenUsed/>
    <w:rsid w:val="007E17AB"/>
    <w:rPr>
      <w:sz w:val="16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7E17AB"/>
    <w:rPr>
      <w:rFonts w:cs="Times New Roman (Textkörper CS)"/>
      <w:color w:val="000000" w:themeColor="text1"/>
      <w:spacing w:val="4"/>
      <w:sz w:val="16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15017E"/>
    <w:rPr>
      <w:vertAlign w:val="superscript"/>
    </w:rPr>
  </w:style>
  <w:style w:type="paragraph" w:customStyle="1" w:styleId="AufzhlungEbene1">
    <w:name w:val="Aufzählung Ebene 1"/>
    <w:basedOn w:val="Listenabsatz"/>
    <w:rsid w:val="00B43062"/>
    <w:pPr>
      <w:numPr>
        <w:numId w:val="5"/>
      </w:numPr>
      <w:tabs>
        <w:tab w:val="left" w:pos="709"/>
      </w:tabs>
    </w:pPr>
  </w:style>
  <w:style w:type="paragraph" w:customStyle="1" w:styleId="AufzhlungEbene2">
    <w:name w:val="Aufzählung Ebene 2"/>
    <w:basedOn w:val="AufzhlungEbene1"/>
    <w:rsid w:val="001D7D25"/>
    <w:pPr>
      <w:numPr>
        <w:ilvl w:val="1"/>
      </w:numPr>
    </w:pPr>
  </w:style>
  <w:style w:type="paragraph" w:customStyle="1" w:styleId="NummerierungEbene1">
    <w:name w:val="Nummerierung Ebene 1"/>
    <w:basedOn w:val="Standard"/>
    <w:rsid w:val="001D7D25"/>
    <w:pPr>
      <w:numPr>
        <w:numId w:val="2"/>
      </w:numPr>
    </w:pPr>
  </w:style>
  <w:style w:type="paragraph" w:customStyle="1" w:styleId="NummerierungEbene2">
    <w:name w:val="Nummerierung Ebene 2"/>
    <w:basedOn w:val="Listenabsatz"/>
    <w:rsid w:val="009245B1"/>
    <w:pPr>
      <w:numPr>
        <w:numId w:val="4"/>
      </w:numPr>
    </w:pPr>
  </w:style>
  <w:style w:type="paragraph" w:customStyle="1" w:styleId="Kopf-undFuzeile">
    <w:name w:val="Kopf- und Fußzeile"/>
    <w:basedOn w:val="Fuzeile"/>
    <w:link w:val="Kopf-undFuzeileZchn"/>
    <w:qFormat/>
    <w:rsid w:val="005E30E0"/>
    <w:pPr>
      <w:tabs>
        <w:tab w:val="clear" w:pos="4536"/>
        <w:tab w:val="clear" w:pos="9072"/>
        <w:tab w:val="left" w:pos="5500"/>
      </w:tabs>
      <w:spacing w:line="200" w:lineRule="atLeast"/>
    </w:pPr>
    <w:rPr>
      <w:noProof/>
    </w:rPr>
  </w:style>
  <w:style w:type="paragraph" w:customStyle="1" w:styleId="Funoten">
    <w:name w:val="Fußnoten"/>
    <w:basedOn w:val="Funotentext"/>
    <w:link w:val="FunotenZchn"/>
    <w:qFormat/>
    <w:rsid w:val="00F63D13"/>
  </w:style>
  <w:style w:type="character" w:customStyle="1" w:styleId="Kopf-undFuzeileZchn">
    <w:name w:val="Kopf- und Fußzeile Zchn"/>
    <w:basedOn w:val="FuzeileZchn"/>
    <w:link w:val="Kopf-undFuzeile"/>
    <w:rsid w:val="005E30E0"/>
    <w:rPr>
      <w:rFonts w:cs="Times New Roman (Textkörper CS)"/>
      <w:noProof/>
      <w:color w:val="000000" w:themeColor="text1"/>
      <w:spacing w:val="4"/>
      <w:sz w:val="16"/>
    </w:rPr>
  </w:style>
  <w:style w:type="paragraph" w:customStyle="1" w:styleId="FFGVerzeichnisse">
    <w:name w:val="FFG Verzeichnisse"/>
    <w:basedOn w:val="Abbildungsverzeichnis"/>
    <w:link w:val="FFGVerzeichnisseZchn"/>
    <w:rsid w:val="004510ED"/>
    <w:pPr>
      <w:tabs>
        <w:tab w:val="right" w:leader="dot" w:pos="7920"/>
      </w:tabs>
    </w:pPr>
  </w:style>
  <w:style w:type="character" w:customStyle="1" w:styleId="FunotenZchn">
    <w:name w:val="Fußnoten Zchn"/>
    <w:basedOn w:val="FunotentextZchn"/>
    <w:link w:val="Funoten"/>
    <w:rsid w:val="00F63D13"/>
    <w:rPr>
      <w:rFonts w:cs="Times New Roman (Textkörper CS)"/>
      <w:color w:val="000000" w:themeColor="text1"/>
      <w:spacing w:val="4"/>
      <w:sz w:val="16"/>
      <w:szCs w:val="20"/>
    </w:rPr>
  </w:style>
  <w:style w:type="paragraph" w:customStyle="1" w:styleId="FFGLiteraturverzeichnis">
    <w:name w:val="FFG Literaturverzeichnis"/>
    <w:basedOn w:val="Literaturverzeichnis"/>
    <w:link w:val="FFGLiteraturverzeichnisZchn"/>
    <w:rsid w:val="004510ED"/>
    <w:pPr>
      <w:ind w:left="720" w:hanging="720"/>
    </w:pPr>
  </w:style>
  <w:style w:type="character" w:customStyle="1" w:styleId="AbbildungsverzeichnisZchn">
    <w:name w:val="Abbildungsverzeichnis Zchn"/>
    <w:basedOn w:val="Absatz-Standardschriftart"/>
    <w:link w:val="Abbildungsverzeichnis"/>
    <w:uiPriority w:val="99"/>
    <w:rsid w:val="003C4569"/>
    <w:rPr>
      <w:rFonts w:cs="Times New Roman (Textkörper CS)"/>
      <w:color w:val="000000" w:themeColor="text1"/>
      <w:spacing w:val="4"/>
      <w:sz w:val="22"/>
    </w:rPr>
  </w:style>
  <w:style w:type="character" w:customStyle="1" w:styleId="FFGVerzeichnisseZchn">
    <w:name w:val="FFG Verzeichnisse Zchn"/>
    <w:basedOn w:val="AbbildungsverzeichnisZchn"/>
    <w:link w:val="FFGVerzeichnisse"/>
    <w:rsid w:val="004510ED"/>
    <w:rPr>
      <w:rFonts w:cs="Times New Roman (Textkörper CS)"/>
      <w:color w:val="000000" w:themeColor="text1"/>
      <w:spacing w:val="4"/>
      <w:sz w:val="22"/>
    </w:rPr>
  </w:style>
  <w:style w:type="paragraph" w:customStyle="1" w:styleId="Titelinfo">
    <w:name w:val="Titelinfo"/>
    <w:basedOn w:val="CoverDaten"/>
    <w:link w:val="TitelinfoZchn"/>
    <w:rsid w:val="00883D56"/>
    <w:pPr>
      <w:contextualSpacing/>
    </w:pPr>
    <w:rPr>
      <w:color w:val="auto"/>
    </w:rPr>
  </w:style>
  <w:style w:type="character" w:customStyle="1" w:styleId="LiteraturverzeichnisZchn">
    <w:name w:val="Literaturverzeichnis Zchn"/>
    <w:basedOn w:val="Absatz-Standardschriftart"/>
    <w:link w:val="Literaturverzeichnis"/>
    <w:uiPriority w:val="37"/>
    <w:rsid w:val="004510ED"/>
    <w:rPr>
      <w:rFonts w:cs="Times New Roman (Textkörper CS)"/>
      <w:color w:val="000000" w:themeColor="text1"/>
      <w:spacing w:val="4"/>
      <w:sz w:val="22"/>
    </w:rPr>
  </w:style>
  <w:style w:type="character" w:customStyle="1" w:styleId="FFGLiteraturverzeichnisZchn">
    <w:name w:val="FFG Literaturverzeichnis Zchn"/>
    <w:basedOn w:val="LiteraturverzeichnisZchn"/>
    <w:link w:val="FFGLiteraturverzeichnis"/>
    <w:rsid w:val="004510ED"/>
    <w:rPr>
      <w:rFonts w:cs="Times New Roman (Textkörper CS)"/>
      <w:color w:val="000000" w:themeColor="text1"/>
      <w:spacing w:val="4"/>
      <w:sz w:val="22"/>
    </w:rPr>
  </w:style>
  <w:style w:type="paragraph" w:customStyle="1" w:styleId="Tabellentext">
    <w:name w:val="Tabellentext"/>
    <w:basedOn w:val="Standard"/>
    <w:link w:val="TabellentextZchn"/>
    <w:qFormat/>
    <w:rsid w:val="00C104B3"/>
    <w:rPr>
      <w:bCs/>
    </w:rPr>
  </w:style>
  <w:style w:type="character" w:customStyle="1" w:styleId="CoverDatenZchn">
    <w:name w:val="Cover Daten Zchn"/>
    <w:basedOn w:val="Absatz-Standardschriftart"/>
    <w:link w:val="CoverDaten"/>
    <w:rsid w:val="001619DE"/>
    <w:rPr>
      <w:rFonts w:cs="Times New Roman (Textkörper CS)"/>
      <w:caps/>
      <w:color w:val="000000" w:themeColor="text1"/>
      <w:spacing w:val="4"/>
      <w:sz w:val="20"/>
    </w:rPr>
  </w:style>
  <w:style w:type="character" w:customStyle="1" w:styleId="TitelinfoZchn">
    <w:name w:val="Titelinfo Zchn"/>
    <w:basedOn w:val="CoverDatenZchn"/>
    <w:link w:val="Titelinfo"/>
    <w:rsid w:val="00883D56"/>
    <w:rPr>
      <w:rFonts w:cs="Times New Roman (Textkörper CS)"/>
      <w:caps/>
      <w:color w:val="000000" w:themeColor="text1"/>
      <w:spacing w:val="4"/>
      <w:sz w:val="20"/>
    </w:rPr>
  </w:style>
  <w:style w:type="character" w:customStyle="1" w:styleId="TabellentextZchn">
    <w:name w:val="Tabellentext Zchn"/>
    <w:basedOn w:val="Absatz-Standardschriftart"/>
    <w:link w:val="Tabellentext"/>
    <w:rsid w:val="00C104B3"/>
    <w:rPr>
      <w:rFonts w:cs="Times New Roman (Textkörper CS)"/>
      <w:bCs/>
      <w:color w:val="000000" w:themeColor="text1"/>
      <w:spacing w:val="4"/>
      <w:sz w:val="22"/>
    </w:rPr>
  </w:style>
  <w:style w:type="paragraph" w:customStyle="1" w:styleId="berschrift1-nichtnummeriert">
    <w:name w:val="Überschrift 1 - nicht nummeriert"/>
    <w:basedOn w:val="berschrift1"/>
    <w:link w:val="berschrift1-nichtnummeriertZchn"/>
    <w:rsid w:val="00847AB6"/>
  </w:style>
  <w:style w:type="character" w:customStyle="1" w:styleId="berschrift1-nichtnummeriertZchn">
    <w:name w:val="Überschrift 1 - nicht nummeriert Zchn"/>
    <w:basedOn w:val="berschrift1Zchn"/>
    <w:link w:val="berschrift1-nichtnummeriert"/>
    <w:rsid w:val="00847AB6"/>
    <w:rPr>
      <w:rFonts w:asciiTheme="majorHAnsi" w:eastAsiaTheme="majorEastAsia" w:hAnsiTheme="majorHAnsi" w:cs="Times New Roman (Überschriften"/>
      <w:b/>
      <w:caps/>
      <w:color w:val="000000" w:themeColor="text1"/>
      <w:spacing w:val="10"/>
      <w:sz w:val="32"/>
      <w:szCs w:val="32"/>
    </w:rPr>
  </w:style>
  <w:style w:type="paragraph" w:customStyle="1" w:styleId="berschriftenliste">
    <w:name w:val="Überschriftenliste"/>
    <w:basedOn w:val="berschrift1"/>
    <w:link w:val="berschriftenlisteZchn"/>
    <w:rsid w:val="00EA5E4D"/>
    <w:pPr>
      <w:numPr>
        <w:numId w:val="6"/>
      </w:numPr>
    </w:pPr>
  </w:style>
  <w:style w:type="numbering" w:customStyle="1" w:styleId="berschriftenAufzhlung">
    <w:name w:val="Überschriften Aufzählung"/>
    <w:basedOn w:val="KeineListe"/>
    <w:uiPriority w:val="99"/>
    <w:rsid w:val="00EA5E4D"/>
    <w:pPr>
      <w:numPr>
        <w:numId w:val="7"/>
      </w:numPr>
    </w:pPr>
  </w:style>
  <w:style w:type="character" w:customStyle="1" w:styleId="berschriftenlisteZchn">
    <w:name w:val="Überschriftenliste Zchn"/>
    <w:basedOn w:val="berschrift1Zchn"/>
    <w:link w:val="berschriftenliste"/>
    <w:rsid w:val="00EA5E4D"/>
    <w:rPr>
      <w:rFonts w:asciiTheme="majorHAnsi" w:eastAsiaTheme="majorEastAsia" w:hAnsiTheme="majorHAnsi" w:cs="Times New Roman (Überschriften"/>
      <w:b/>
      <w:caps/>
      <w:color w:val="000000" w:themeColor="text1"/>
      <w:spacing w:val="10"/>
      <w:sz w:val="32"/>
      <w:szCs w:val="32"/>
    </w:rPr>
  </w:style>
  <w:style w:type="paragraph" w:customStyle="1" w:styleId="berschrift1ohneNummerierung">
    <w:name w:val="Überschrift 1 ohne Nummerierung"/>
    <w:basedOn w:val="berschrift1"/>
    <w:link w:val="berschrift1ohneNummerierungZchn"/>
    <w:qFormat/>
    <w:rsid w:val="00EA5E4D"/>
    <w:pPr>
      <w:numPr>
        <w:numId w:val="0"/>
      </w:numPr>
    </w:pPr>
  </w:style>
  <w:style w:type="character" w:customStyle="1" w:styleId="berschrift1ohneNummerierungZchn">
    <w:name w:val="Überschrift 1 ohne Nummerierung Zchn"/>
    <w:basedOn w:val="berschrift1Zchn"/>
    <w:link w:val="berschrift1ohneNummerierung"/>
    <w:rsid w:val="00EA5E4D"/>
    <w:rPr>
      <w:rFonts w:asciiTheme="majorHAnsi" w:eastAsiaTheme="majorEastAsia" w:hAnsiTheme="majorHAnsi" w:cs="Times New Roman (Überschriften"/>
      <w:b/>
      <w:caps/>
      <w:color w:val="000000" w:themeColor="text1"/>
      <w:spacing w:val="10"/>
      <w:sz w:val="32"/>
      <w:szCs w:val="32"/>
    </w:rPr>
  </w:style>
  <w:style w:type="paragraph" w:styleId="Verzeichnis9">
    <w:name w:val="toc 9"/>
    <w:basedOn w:val="Standard"/>
    <w:next w:val="Standard"/>
    <w:autoRedefine/>
    <w:uiPriority w:val="39"/>
    <w:semiHidden/>
    <w:unhideWhenUsed/>
    <w:rsid w:val="00EA5E4D"/>
    <w:pPr>
      <w:spacing w:after="100"/>
      <w:ind w:left="1760"/>
    </w:pPr>
  </w:style>
  <w:style w:type="numbering" w:customStyle="1" w:styleId="UnorderedList">
    <w:name w:val="Unordered List"/>
    <w:basedOn w:val="KeineListe"/>
    <w:uiPriority w:val="99"/>
    <w:rsid w:val="00C93332"/>
    <w:pPr>
      <w:numPr>
        <w:numId w:val="11"/>
      </w:numPr>
    </w:pPr>
  </w:style>
  <w:style w:type="numbering" w:customStyle="1" w:styleId="OrderedList">
    <w:name w:val="Ordered List"/>
    <w:basedOn w:val="KeineListe"/>
    <w:uiPriority w:val="99"/>
    <w:rsid w:val="00C93332"/>
    <w:pPr>
      <w:numPr>
        <w:numId w:val="16"/>
      </w:numPr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17DE1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17DE1"/>
    <w:rPr>
      <w:rFonts w:ascii="Segoe UI" w:hAnsi="Segoe UI" w:cs="Segoe UI"/>
      <w:color w:val="000000" w:themeColor="text1"/>
      <w:spacing w:val="4"/>
      <w:sz w:val="18"/>
      <w:szCs w:val="18"/>
    </w:rPr>
  </w:style>
  <w:style w:type="table" w:styleId="Gitternetztabelle1hell">
    <w:name w:val="Grid Table 1 Light"/>
    <w:basedOn w:val="NormaleTabelle"/>
    <w:uiPriority w:val="46"/>
    <w:rsid w:val="001F1150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Kommentarzeichen">
    <w:name w:val="annotation reference"/>
    <w:basedOn w:val="Absatz-Standardschriftart"/>
    <w:uiPriority w:val="99"/>
    <w:semiHidden/>
    <w:unhideWhenUsed/>
    <w:rsid w:val="001E6A2D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1E6A2D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1E6A2D"/>
    <w:rPr>
      <w:rFonts w:cs="Times New Roman (Textkörper CS)"/>
      <w:color w:val="000000" w:themeColor="text1"/>
      <w:spacing w:val="4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1E6A2D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1E6A2D"/>
    <w:rPr>
      <w:rFonts w:cs="Times New Roman (Textkörper CS)"/>
      <w:b/>
      <w:bCs/>
      <w:color w:val="000000" w:themeColor="text1"/>
      <w:spacing w:val="4"/>
      <w:sz w:val="20"/>
      <w:szCs w:val="20"/>
    </w:rPr>
  </w:style>
  <w:style w:type="table" w:styleId="Gitternetztabelle2Akzent1">
    <w:name w:val="Grid Table 2 Accent 1"/>
    <w:basedOn w:val="NormaleTabelle"/>
    <w:uiPriority w:val="47"/>
    <w:rsid w:val="00AE5553"/>
    <w:tblPr>
      <w:tblStyleRowBandSize w:val="1"/>
      <w:tblStyleColBandSize w:val="1"/>
      <w:tblBorders>
        <w:top w:val="single" w:sz="2" w:space="0" w:color="FC5977" w:themeColor="accent1" w:themeTint="99"/>
        <w:bottom w:val="single" w:sz="2" w:space="0" w:color="FC5977" w:themeColor="accent1" w:themeTint="99"/>
        <w:insideH w:val="single" w:sz="2" w:space="0" w:color="FC5977" w:themeColor="accent1" w:themeTint="99"/>
        <w:insideV w:val="single" w:sz="2" w:space="0" w:color="FC597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C597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C597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C7D1" w:themeFill="accent1" w:themeFillTint="33"/>
      </w:tcPr>
    </w:tblStylePr>
    <w:tblStylePr w:type="band1Horz">
      <w:tblPr/>
      <w:tcPr>
        <w:shd w:val="clear" w:color="auto" w:fill="FEC7D1" w:themeFill="accent1" w:themeFillTint="33"/>
      </w:tcPr>
    </w:tblStylePr>
  </w:style>
  <w:style w:type="table" w:styleId="Gitternetztabelle4Akzent1">
    <w:name w:val="Grid Table 4 Accent 1"/>
    <w:basedOn w:val="NormaleTabelle"/>
    <w:uiPriority w:val="49"/>
    <w:rsid w:val="00AE5553"/>
    <w:tblPr>
      <w:tblStyleRowBandSize w:val="1"/>
      <w:tblStyleColBandSize w:val="1"/>
      <w:tblBorders>
        <w:top w:val="single" w:sz="4" w:space="0" w:color="FC5977" w:themeColor="accent1" w:themeTint="99"/>
        <w:left w:val="single" w:sz="4" w:space="0" w:color="FC5977" w:themeColor="accent1" w:themeTint="99"/>
        <w:bottom w:val="single" w:sz="4" w:space="0" w:color="FC5977" w:themeColor="accent1" w:themeTint="99"/>
        <w:right w:val="single" w:sz="4" w:space="0" w:color="FC5977" w:themeColor="accent1" w:themeTint="99"/>
        <w:insideH w:val="single" w:sz="4" w:space="0" w:color="FC5977" w:themeColor="accent1" w:themeTint="99"/>
        <w:insideV w:val="single" w:sz="4" w:space="0" w:color="FC597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3032E" w:themeColor="accent1"/>
          <w:left w:val="single" w:sz="4" w:space="0" w:color="E3032E" w:themeColor="accent1"/>
          <w:bottom w:val="single" w:sz="4" w:space="0" w:color="E3032E" w:themeColor="accent1"/>
          <w:right w:val="single" w:sz="4" w:space="0" w:color="E3032E" w:themeColor="accent1"/>
          <w:insideH w:val="nil"/>
          <w:insideV w:val="nil"/>
        </w:tcBorders>
        <w:shd w:val="clear" w:color="auto" w:fill="E3032E" w:themeFill="accent1"/>
      </w:tcPr>
    </w:tblStylePr>
    <w:tblStylePr w:type="lastRow">
      <w:rPr>
        <w:b/>
        <w:bCs/>
      </w:rPr>
      <w:tblPr/>
      <w:tcPr>
        <w:tcBorders>
          <w:top w:val="double" w:sz="4" w:space="0" w:color="E3032E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C7D1" w:themeFill="accent1" w:themeFillTint="33"/>
      </w:tcPr>
    </w:tblStylePr>
    <w:tblStylePr w:type="band1Horz">
      <w:tblPr/>
      <w:tcPr>
        <w:shd w:val="clear" w:color="auto" w:fill="FEC7D1" w:themeFill="accent1" w:themeFillTint="33"/>
      </w:tcPr>
    </w:tblStylePr>
  </w:style>
  <w:style w:type="character" w:styleId="Platzhaltertext">
    <w:name w:val="Placeholder Text"/>
    <w:basedOn w:val="Absatz-Standardschriftart"/>
    <w:uiPriority w:val="99"/>
    <w:semiHidden/>
    <w:rsid w:val="009936FD"/>
    <w:rPr>
      <w:color w:val="808080"/>
    </w:rPr>
  </w:style>
  <w:style w:type="paragraph" w:customStyle="1" w:styleId="Flietext">
    <w:name w:val="Fließtext"/>
    <w:basedOn w:val="Standard"/>
    <w:autoRedefine/>
    <w:qFormat/>
    <w:rsid w:val="00355FC6"/>
    <w:pPr>
      <w:spacing w:before="120" w:after="100"/>
    </w:pPr>
  </w:style>
  <w:style w:type="paragraph" w:customStyle="1" w:styleId="blauerInfotext">
    <w:name w:val="blauer Infotext"/>
    <w:basedOn w:val="Standard"/>
    <w:qFormat/>
    <w:rsid w:val="003D0BCE"/>
    <w:pPr>
      <w:widowControl w:val="0"/>
      <w:adjustRightInd w:val="0"/>
      <w:spacing w:after="40"/>
      <w:textAlignment w:val="baseline"/>
    </w:pPr>
    <w:rPr>
      <w:rFonts w:ascii="Calibri" w:eastAsia="Times New Roman" w:hAnsi="Calibri" w:cs="Arial"/>
      <w:color w:val="458CC3" w:themeColor="accent2"/>
      <w:spacing w:val="0"/>
      <w:sz w:val="20"/>
      <w:szCs w:val="20"/>
      <w:lang w:eastAsia="en-GB"/>
    </w:rPr>
  </w:style>
  <w:style w:type="character" w:styleId="BesuchterLink">
    <w:name w:val="FollowedHyperlink"/>
    <w:basedOn w:val="Absatz-Standardschriftart"/>
    <w:uiPriority w:val="99"/>
    <w:semiHidden/>
    <w:unhideWhenUsed/>
    <w:rsid w:val="00CF4918"/>
    <w:rPr>
      <w:color w:val="000000" w:themeColor="followedHyperlink"/>
      <w:u w:val="single"/>
    </w:rPr>
  </w:style>
  <w:style w:type="paragraph" w:styleId="berarbeitung">
    <w:name w:val="Revision"/>
    <w:hidden/>
    <w:uiPriority w:val="99"/>
    <w:semiHidden/>
    <w:rsid w:val="00574934"/>
    <w:rPr>
      <w:rFonts w:cs="Times New Roman (Textkörper CS)"/>
      <w:color w:val="000000" w:themeColor="text1"/>
      <w:spacing w:val="4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76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3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3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0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6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71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1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0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26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97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33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4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6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30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9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6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8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4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6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38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25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68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0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6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1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9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0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5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2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40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34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46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8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75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1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6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9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9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4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28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1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1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1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35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8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16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72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4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23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23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0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fg.at/comet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ffg.at/recht-finanzen/kostenleitfaden/version-22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s://www.ffg.at/comet/projektdurchfuehrung" TargetMode="External"/><Relationship Id="rId19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hyperlink" Target="https://www.ffg.at/comet/projektdurchfuehrung" TargetMode="Externa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LA\Desktop\neue%20Vorlagen\Bericht_MitDeckblatt_032018_extern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A5AC84B566B242EF8337D24DE922ECD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AB93C2D-53B5-451F-8614-5C701DE91726}"/>
      </w:docPartPr>
      <w:docPartBody>
        <w:p w:rsidR="00423E86" w:rsidRDefault="008C4B9A" w:rsidP="008C4B9A">
          <w:pPr>
            <w:pStyle w:val="A5AC84B566B242EF8337D24DE922ECD22"/>
          </w:pPr>
          <w:r w:rsidRPr="00B01642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5161A342569B4FCDA084CDEB2DB9FA8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7C213AE-6F27-42B2-A396-40DCBEF5EF2D}"/>
      </w:docPartPr>
      <w:docPartBody>
        <w:p w:rsidR="00423E86" w:rsidRDefault="008C4B9A" w:rsidP="008C4B9A">
          <w:pPr>
            <w:pStyle w:val="5161A342569B4FCDA084CDEB2DB9FA852"/>
          </w:pPr>
          <w:r w:rsidRPr="00B01642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7B00E7D3C29B4268A3CF08DA333B99B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9FD6AD7-13BA-4190-A6A5-388212CFE592}"/>
      </w:docPartPr>
      <w:docPartBody>
        <w:p w:rsidR="00423E86" w:rsidRDefault="008C4B9A" w:rsidP="008C4B9A">
          <w:pPr>
            <w:pStyle w:val="7B00E7D3C29B4268A3CF08DA333B99B32"/>
          </w:pPr>
          <w:r w:rsidRPr="00B01642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86440CC3A2C94367BC64EE44322CF63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A187EAB-A9E9-48F7-B3B6-0B0AB9876ECC}"/>
      </w:docPartPr>
      <w:docPartBody>
        <w:p w:rsidR="00423E86" w:rsidRDefault="008C4B9A" w:rsidP="008C4B9A">
          <w:pPr>
            <w:pStyle w:val="86440CC3A2C94367BC64EE44322CF63A2"/>
          </w:pPr>
          <w:r w:rsidRPr="00B01642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CDD0FB036552444EB172799F27B83DE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9FD6E6E-872D-43CF-AF21-88226B3467FD}"/>
      </w:docPartPr>
      <w:docPartBody>
        <w:p w:rsidR="00423E86" w:rsidRDefault="008C4B9A" w:rsidP="008C4B9A">
          <w:pPr>
            <w:pStyle w:val="CDD0FB036552444EB172799F27B83DE42"/>
          </w:pPr>
          <w:r w:rsidRPr="00B01642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83C73B5A7BD04E0DA8E785C29D53A07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BC538E5-790B-46B0-8580-ACB4DB430C0C}"/>
      </w:docPartPr>
      <w:docPartBody>
        <w:p w:rsidR="00423E86" w:rsidRDefault="008C4B9A" w:rsidP="008C4B9A">
          <w:pPr>
            <w:pStyle w:val="83C73B5A7BD04E0DA8E785C29D53A07D2"/>
          </w:pPr>
          <w:r w:rsidRPr="00B01642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B5EA77918A714D44875C07232B9625D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D6CD270-7A3B-4BE5-B349-3720FD4FA566}"/>
      </w:docPartPr>
      <w:docPartBody>
        <w:p w:rsidR="00423E86" w:rsidRDefault="008C4B9A" w:rsidP="008C4B9A">
          <w:pPr>
            <w:pStyle w:val="B5EA77918A714D44875C07232B9625D52"/>
          </w:pPr>
          <w:r w:rsidRPr="00B01642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E2B8F8DB26364708BB7B98D45040EEB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1C7C820-8837-4361-896A-E064FC7B45F7}"/>
      </w:docPartPr>
      <w:docPartBody>
        <w:p w:rsidR="00423E86" w:rsidRDefault="008C4B9A" w:rsidP="008C4B9A">
          <w:pPr>
            <w:pStyle w:val="E2B8F8DB26364708BB7B98D45040EEB22"/>
          </w:pPr>
          <w:r w:rsidRPr="00B01642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D17CFC1CAF33479FAF034A1B2BE859F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FDD9F5F-DB5D-4EB4-B44C-F48F0C107403}"/>
      </w:docPartPr>
      <w:docPartBody>
        <w:p w:rsidR="00423E86" w:rsidRDefault="008C4B9A" w:rsidP="008C4B9A">
          <w:pPr>
            <w:pStyle w:val="D17CFC1CAF33479FAF034A1B2BE859FD2"/>
          </w:pPr>
          <w:r w:rsidRPr="00B01642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2B0C8FC987694F34B28540DEB572910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824D018-ADE2-4C24-B12C-B540AAF48ED3}"/>
      </w:docPartPr>
      <w:docPartBody>
        <w:p w:rsidR="00DD0371" w:rsidRDefault="008C4B9A" w:rsidP="008C4B9A">
          <w:pPr>
            <w:pStyle w:val="2B0C8FC987694F34B28540DEB57291052"/>
          </w:pPr>
          <w:r w:rsidRPr="00B01642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E148D04581644BFFAC1E7AB363DF369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0D7043E-88FC-4E2C-91BA-7ACA80909C9D}"/>
      </w:docPartPr>
      <w:docPartBody>
        <w:p w:rsidR="00DD0371" w:rsidRDefault="000F60E3" w:rsidP="000F60E3">
          <w:pPr>
            <w:pStyle w:val="E148D04581644BFFAC1E7AB363DF3696"/>
          </w:pPr>
          <w:r w:rsidRPr="00B01642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6FB080D6832C42D68F6951D99F30B47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1AF41F4-A872-42F5-8361-6102C8D769AA}"/>
      </w:docPartPr>
      <w:docPartBody>
        <w:p w:rsidR="00DD0371" w:rsidRDefault="008C4B9A" w:rsidP="008C4B9A">
          <w:pPr>
            <w:pStyle w:val="6FB080D6832C42D68F6951D99F30B47A2"/>
          </w:pPr>
          <w:r w:rsidRPr="00B01642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7938E4324BB242CDBBB41960AF3A7F9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2A9347D-9625-4040-B3E9-F09940EF867C}"/>
      </w:docPartPr>
      <w:docPartBody>
        <w:p w:rsidR="00DD0371" w:rsidRDefault="000F60E3" w:rsidP="000F60E3">
          <w:pPr>
            <w:pStyle w:val="7938E4324BB242CDBBB41960AF3A7F9C"/>
          </w:pPr>
          <w:r w:rsidRPr="00B01642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7F6018D2B8CE44F58DAEF5805607C54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18237D9-621B-4AD8-9CAF-C0469281E393}"/>
      </w:docPartPr>
      <w:docPartBody>
        <w:p w:rsidR="00DD0371" w:rsidRDefault="008C4B9A" w:rsidP="008C4B9A">
          <w:pPr>
            <w:pStyle w:val="7F6018D2B8CE44F58DAEF5805607C54D2"/>
          </w:pPr>
          <w:r w:rsidRPr="00B01642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E3F75E685C824146BBE6664C9844BAC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080933F-DB33-45F4-BC51-52DE18C782F5}"/>
      </w:docPartPr>
      <w:docPartBody>
        <w:p w:rsidR="00DD0371" w:rsidRDefault="000F60E3" w:rsidP="000F60E3">
          <w:pPr>
            <w:pStyle w:val="E3F75E685C824146BBE6664C9844BAC8"/>
          </w:pPr>
          <w:r w:rsidRPr="00B01642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4509FEC457954488A557B150E706EE5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DBDBCF8-058D-433A-A481-10675168EDC8}"/>
      </w:docPartPr>
      <w:docPartBody>
        <w:p w:rsidR="00DD0371" w:rsidRDefault="008C4B9A" w:rsidP="008C4B9A">
          <w:pPr>
            <w:pStyle w:val="4509FEC457954488A557B150E706EE542"/>
          </w:pPr>
          <w:r w:rsidRPr="00B01642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72DB1D21229C4C7C8D570843360AD51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8DB383D-93B3-4038-BD37-872F47960312}"/>
      </w:docPartPr>
      <w:docPartBody>
        <w:p w:rsidR="00DD0371" w:rsidRDefault="008C4B9A" w:rsidP="008C4B9A">
          <w:pPr>
            <w:pStyle w:val="72DB1D21229C4C7C8D570843360AD51E2"/>
          </w:pPr>
          <w:r w:rsidRPr="00B01642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26DD5E64E0EC4F36A41016267EBCAC3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2A81B87-422B-4412-B908-DAB26B4177E5}"/>
      </w:docPartPr>
      <w:docPartBody>
        <w:p w:rsidR="00DD0371" w:rsidRDefault="008C4B9A" w:rsidP="008C4B9A">
          <w:pPr>
            <w:pStyle w:val="26DD5E64E0EC4F36A41016267EBCAC3C2"/>
          </w:pPr>
          <w:r w:rsidRPr="00B01642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91BBA4C2F1024EE1A8B0CCFFF3CC3A5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597677F-FA5B-4722-A813-0BC6E94DF457}"/>
      </w:docPartPr>
      <w:docPartBody>
        <w:p w:rsidR="00DD0371" w:rsidRDefault="008C4B9A" w:rsidP="008C4B9A">
          <w:pPr>
            <w:pStyle w:val="91BBA4C2F1024EE1A8B0CCFFF3CC3A5E2"/>
          </w:pPr>
          <w:r w:rsidRPr="00B01642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ACCA2F62745F4DA483F112FDAC5C1E2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42B3405-0394-4586-9EB0-DE314B2D2F5A}"/>
      </w:docPartPr>
      <w:docPartBody>
        <w:p w:rsidR="00DD0371" w:rsidRDefault="008C4B9A" w:rsidP="008C4B9A">
          <w:pPr>
            <w:pStyle w:val="ACCA2F62745F4DA483F112FDAC5C1E2D2"/>
          </w:pPr>
          <w:r w:rsidRPr="00B01642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C4FEB157C0CB4D52BD7754EF1503C43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4DA40A1-8466-4843-8B75-BD7E2B6876C5}"/>
      </w:docPartPr>
      <w:docPartBody>
        <w:p w:rsidR="00A71791" w:rsidRDefault="008C4B9A" w:rsidP="008C4B9A">
          <w:pPr>
            <w:pStyle w:val="C4FEB157C0CB4D52BD7754EF1503C4382"/>
          </w:pPr>
          <w:r w:rsidRPr="00770EFE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2E09CAB4F1D14D45A923D9B15160FFF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A90D946-76E4-427D-8609-93E7A3AB711D}"/>
      </w:docPartPr>
      <w:docPartBody>
        <w:p w:rsidR="004110B2" w:rsidRDefault="008C4B9A" w:rsidP="008C4B9A">
          <w:pPr>
            <w:pStyle w:val="2E09CAB4F1D14D45A923D9B15160FFF22"/>
          </w:pPr>
          <w:r w:rsidRPr="00B01642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F43A83C15B55462481EAADA2534256E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548C81F-8A13-4A2A-85E7-1D79556F80E7}"/>
      </w:docPartPr>
      <w:docPartBody>
        <w:p w:rsidR="004110B2" w:rsidRDefault="008C4B9A" w:rsidP="008C4B9A">
          <w:pPr>
            <w:pStyle w:val="F43A83C15B55462481EAADA2534256EC1"/>
          </w:pPr>
          <w:r w:rsidRPr="00B01642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7BF2F870CA1541F2B458E7AF821C8A6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87312A2-8ECA-4441-9D8B-00CAFEBFF026}"/>
      </w:docPartPr>
      <w:docPartBody>
        <w:p w:rsidR="004110B2" w:rsidRDefault="008C4B9A" w:rsidP="008C4B9A">
          <w:pPr>
            <w:pStyle w:val="7BF2F870CA1541F2B458E7AF821C8A6B1"/>
          </w:pPr>
          <w:r w:rsidRPr="00B01642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E78ED6A39AE74A7499D6C472AE5A5C6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83E4F59-ECC1-498F-BEC4-894FFD58EEB9}"/>
      </w:docPartPr>
      <w:docPartBody>
        <w:p w:rsidR="004110B2" w:rsidRDefault="008C4B9A" w:rsidP="008C4B9A">
          <w:pPr>
            <w:pStyle w:val="E78ED6A39AE74A7499D6C472AE5A5C62"/>
          </w:pPr>
          <w:r w:rsidRPr="00B01642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BE86BB1CCA0A4B2EBF279F11E0B7FE7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599A125-3DB7-4714-B901-EC948FDFD8B4}"/>
      </w:docPartPr>
      <w:docPartBody>
        <w:p w:rsidR="000B319A" w:rsidRDefault="00D745F2" w:rsidP="00D745F2">
          <w:pPr>
            <w:pStyle w:val="BE86BB1CCA0A4B2EBF279F11E0B7FE7F"/>
          </w:pPr>
          <w:r w:rsidRPr="00B01642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468E947693CA4DEBB28F94069948DD8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DD51FBD-F7A5-49B6-BEAB-28B195F8764F}"/>
      </w:docPartPr>
      <w:docPartBody>
        <w:p w:rsidR="006764CC" w:rsidRDefault="000B319A" w:rsidP="000B319A">
          <w:pPr>
            <w:pStyle w:val="468E947693CA4DEBB28F94069948DD8A"/>
          </w:pPr>
          <w:r w:rsidRPr="00B01642">
            <w:rPr>
              <w:rStyle w:val="Platzhaltertext"/>
            </w:rPr>
            <w:t>Klicken oder tippen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 (Textkörper CS)">
    <w:altName w:val="Times New Roman"/>
    <w:charset w:val="00"/>
    <w:family w:val="roman"/>
    <w:pitch w:val="default"/>
  </w:font>
  <w:font w:name="Times New Roman (Überschriften">
    <w:altName w:val="Times New Roman"/>
    <w:charset w:val="00"/>
    <w:family w:val="roman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408C"/>
    <w:rsid w:val="00027AC8"/>
    <w:rsid w:val="000B319A"/>
    <w:rsid w:val="000F60E3"/>
    <w:rsid w:val="00191734"/>
    <w:rsid w:val="003345E4"/>
    <w:rsid w:val="004110B2"/>
    <w:rsid w:val="00423E86"/>
    <w:rsid w:val="0067408C"/>
    <w:rsid w:val="006764CC"/>
    <w:rsid w:val="006805AB"/>
    <w:rsid w:val="008C4B9A"/>
    <w:rsid w:val="00A71791"/>
    <w:rsid w:val="00AB0930"/>
    <w:rsid w:val="00B73A8A"/>
    <w:rsid w:val="00BE7FE3"/>
    <w:rsid w:val="00C00FCA"/>
    <w:rsid w:val="00C40903"/>
    <w:rsid w:val="00C47723"/>
    <w:rsid w:val="00D745F2"/>
    <w:rsid w:val="00DD0371"/>
    <w:rsid w:val="00EF33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0B319A"/>
    <w:rPr>
      <w:color w:val="808080"/>
    </w:rPr>
  </w:style>
  <w:style w:type="paragraph" w:customStyle="1" w:styleId="68D1EDA0DAA64933AB4A933998B23C35">
    <w:name w:val="68D1EDA0DAA64933AB4A933998B23C35"/>
    <w:rsid w:val="0067408C"/>
  </w:style>
  <w:style w:type="paragraph" w:customStyle="1" w:styleId="327BDFD5BEB847CDBDB4656764177267">
    <w:name w:val="327BDFD5BEB847CDBDB4656764177267"/>
    <w:rsid w:val="0067408C"/>
  </w:style>
  <w:style w:type="paragraph" w:customStyle="1" w:styleId="A5AC84B566B242EF8337D24DE922ECD2">
    <w:name w:val="A5AC84B566B242EF8337D24DE922ECD2"/>
    <w:rsid w:val="0067408C"/>
  </w:style>
  <w:style w:type="paragraph" w:customStyle="1" w:styleId="5161A342569B4FCDA084CDEB2DB9FA85">
    <w:name w:val="5161A342569B4FCDA084CDEB2DB9FA85"/>
    <w:rsid w:val="0067408C"/>
  </w:style>
  <w:style w:type="paragraph" w:customStyle="1" w:styleId="7B00E7D3C29B4268A3CF08DA333B99B3">
    <w:name w:val="7B00E7D3C29B4268A3CF08DA333B99B3"/>
    <w:rsid w:val="0067408C"/>
  </w:style>
  <w:style w:type="paragraph" w:customStyle="1" w:styleId="86440CC3A2C94367BC64EE44322CF63A">
    <w:name w:val="86440CC3A2C94367BC64EE44322CF63A"/>
    <w:rsid w:val="0067408C"/>
  </w:style>
  <w:style w:type="paragraph" w:customStyle="1" w:styleId="CDD0FB036552444EB172799F27B83DE4">
    <w:name w:val="CDD0FB036552444EB172799F27B83DE4"/>
    <w:rsid w:val="0067408C"/>
  </w:style>
  <w:style w:type="paragraph" w:customStyle="1" w:styleId="83C73B5A7BD04E0DA8E785C29D53A07D">
    <w:name w:val="83C73B5A7BD04E0DA8E785C29D53A07D"/>
    <w:rsid w:val="0067408C"/>
  </w:style>
  <w:style w:type="paragraph" w:customStyle="1" w:styleId="72296634F6624202A346CFEF349D93E9">
    <w:name w:val="72296634F6624202A346CFEF349D93E9"/>
    <w:rsid w:val="0067408C"/>
  </w:style>
  <w:style w:type="paragraph" w:customStyle="1" w:styleId="B5EA77918A714D44875C07232B9625D5">
    <w:name w:val="B5EA77918A714D44875C07232B9625D5"/>
    <w:rsid w:val="0067408C"/>
  </w:style>
  <w:style w:type="paragraph" w:customStyle="1" w:styleId="E2B8F8DB26364708BB7B98D45040EEB2">
    <w:name w:val="E2B8F8DB26364708BB7B98D45040EEB2"/>
    <w:rsid w:val="0067408C"/>
  </w:style>
  <w:style w:type="paragraph" w:customStyle="1" w:styleId="D17CFC1CAF33479FAF034A1B2BE859FD">
    <w:name w:val="D17CFC1CAF33479FAF034A1B2BE859FD"/>
    <w:rsid w:val="0067408C"/>
  </w:style>
  <w:style w:type="paragraph" w:customStyle="1" w:styleId="4D832ABBA65C45369B17F25744F60029">
    <w:name w:val="4D832ABBA65C45369B17F25744F60029"/>
    <w:rsid w:val="00423E86"/>
  </w:style>
  <w:style w:type="paragraph" w:customStyle="1" w:styleId="43B28298CD7D4BD4B2255F9C6C79CBA2">
    <w:name w:val="43B28298CD7D4BD4B2255F9C6C79CBA2"/>
    <w:rsid w:val="00423E86"/>
  </w:style>
  <w:style w:type="paragraph" w:customStyle="1" w:styleId="6B076E8EEF594BB992B92D1057043282">
    <w:name w:val="6B076E8EEF594BB992B92D1057043282"/>
    <w:rsid w:val="00423E86"/>
  </w:style>
  <w:style w:type="paragraph" w:customStyle="1" w:styleId="FE10D74D497943BCBCF0EF560115A172">
    <w:name w:val="FE10D74D497943BCBCF0EF560115A172"/>
    <w:rsid w:val="00423E86"/>
  </w:style>
  <w:style w:type="paragraph" w:customStyle="1" w:styleId="0E50D1BA199144B59096A877F2FB5238">
    <w:name w:val="0E50D1BA199144B59096A877F2FB5238"/>
    <w:rsid w:val="00423E86"/>
  </w:style>
  <w:style w:type="paragraph" w:customStyle="1" w:styleId="673DCB62D80B43B0B10BD7C2D7EFD31B">
    <w:name w:val="673DCB62D80B43B0B10BD7C2D7EFD31B"/>
    <w:rsid w:val="00423E86"/>
  </w:style>
  <w:style w:type="paragraph" w:customStyle="1" w:styleId="797790BFFE6A4C42800825BE56F9738B">
    <w:name w:val="797790BFFE6A4C42800825BE56F9738B"/>
    <w:rsid w:val="00423E86"/>
  </w:style>
  <w:style w:type="paragraph" w:customStyle="1" w:styleId="B4E718501291414A91F4B9B3984F73DD">
    <w:name w:val="B4E718501291414A91F4B9B3984F73DD"/>
    <w:rsid w:val="00423E86"/>
  </w:style>
  <w:style w:type="paragraph" w:customStyle="1" w:styleId="6034A1294CAB4943B55E0A14E7FEFE94">
    <w:name w:val="6034A1294CAB4943B55E0A14E7FEFE94"/>
    <w:rsid w:val="00423E86"/>
  </w:style>
  <w:style w:type="paragraph" w:customStyle="1" w:styleId="BF790704313246C78184EE5E6E7BE5EE">
    <w:name w:val="BF790704313246C78184EE5E6E7BE5EE"/>
    <w:rsid w:val="00423E86"/>
  </w:style>
  <w:style w:type="paragraph" w:customStyle="1" w:styleId="F226E2D62D5F4699AD52849D156CBE6E">
    <w:name w:val="F226E2D62D5F4699AD52849D156CBE6E"/>
    <w:rsid w:val="00423E86"/>
  </w:style>
  <w:style w:type="paragraph" w:customStyle="1" w:styleId="0310618B4F1C4B0DB50F910D928D22C2">
    <w:name w:val="0310618B4F1C4B0DB50F910D928D22C2"/>
    <w:rsid w:val="00423E86"/>
  </w:style>
  <w:style w:type="paragraph" w:customStyle="1" w:styleId="472D118232494962892FF9068FEEF2B4">
    <w:name w:val="472D118232494962892FF9068FEEF2B4"/>
    <w:rsid w:val="00423E86"/>
  </w:style>
  <w:style w:type="paragraph" w:customStyle="1" w:styleId="1961125DB20B45588F12F55D4F2F91B0">
    <w:name w:val="1961125DB20B45588F12F55D4F2F91B0"/>
    <w:rsid w:val="00423E86"/>
  </w:style>
  <w:style w:type="paragraph" w:customStyle="1" w:styleId="34BBC4CFC8D84FE293AE532456D4AB1C">
    <w:name w:val="34BBC4CFC8D84FE293AE532456D4AB1C"/>
    <w:rsid w:val="00423E86"/>
  </w:style>
  <w:style w:type="paragraph" w:customStyle="1" w:styleId="C1B2FF8F96534CC2873888C43B27800D">
    <w:name w:val="C1B2FF8F96534CC2873888C43B27800D"/>
    <w:rsid w:val="00423E86"/>
  </w:style>
  <w:style w:type="paragraph" w:customStyle="1" w:styleId="BABDCE2725484DDD94FEE4752701BE51">
    <w:name w:val="BABDCE2725484DDD94FEE4752701BE51"/>
    <w:rsid w:val="00423E86"/>
  </w:style>
  <w:style w:type="paragraph" w:customStyle="1" w:styleId="ECE2965692144450A8D6752092F8E3EF">
    <w:name w:val="ECE2965692144450A8D6752092F8E3EF"/>
    <w:rsid w:val="00423E86"/>
  </w:style>
  <w:style w:type="paragraph" w:customStyle="1" w:styleId="73BD7972432B4054893FC31813E7E7D3">
    <w:name w:val="73BD7972432B4054893FC31813E7E7D3"/>
    <w:rsid w:val="00423E86"/>
  </w:style>
  <w:style w:type="paragraph" w:customStyle="1" w:styleId="ACBB6A6F3B5949449E2BDCFDD0F7CCFD">
    <w:name w:val="ACBB6A6F3B5949449E2BDCFDD0F7CCFD"/>
    <w:rsid w:val="00423E86"/>
  </w:style>
  <w:style w:type="paragraph" w:customStyle="1" w:styleId="6017266C8C904F32957BC2537D0C0985">
    <w:name w:val="6017266C8C904F32957BC2537D0C0985"/>
    <w:rsid w:val="00423E86"/>
  </w:style>
  <w:style w:type="paragraph" w:customStyle="1" w:styleId="F8C042EEF985489FB21DBF64FDB06985">
    <w:name w:val="F8C042EEF985489FB21DBF64FDB06985"/>
    <w:rsid w:val="00423E86"/>
  </w:style>
  <w:style w:type="paragraph" w:customStyle="1" w:styleId="D4D26ED798114FF88CE956E8D5385150">
    <w:name w:val="D4D26ED798114FF88CE956E8D5385150"/>
    <w:rsid w:val="00423E86"/>
  </w:style>
  <w:style w:type="paragraph" w:customStyle="1" w:styleId="7A8490F8D3DE4D2EAE79A4082B8BFF62">
    <w:name w:val="7A8490F8D3DE4D2EAE79A4082B8BFF62"/>
    <w:rsid w:val="00423E86"/>
  </w:style>
  <w:style w:type="paragraph" w:customStyle="1" w:styleId="E9E7D7D0A3C7496ABD2D265C01D593A4">
    <w:name w:val="E9E7D7D0A3C7496ABD2D265C01D593A4"/>
    <w:rsid w:val="00423E86"/>
  </w:style>
  <w:style w:type="paragraph" w:customStyle="1" w:styleId="B991C3CC39E14F1A8DAE380E4A195252">
    <w:name w:val="B991C3CC39E14F1A8DAE380E4A195252"/>
    <w:rsid w:val="00423E86"/>
  </w:style>
  <w:style w:type="paragraph" w:customStyle="1" w:styleId="A64E6A32CB5045DBBA59A7953B341CDA">
    <w:name w:val="A64E6A32CB5045DBBA59A7953B341CDA"/>
    <w:rsid w:val="00423E86"/>
  </w:style>
  <w:style w:type="paragraph" w:customStyle="1" w:styleId="77319CF8E2A0432686545526E1393DF7">
    <w:name w:val="77319CF8E2A0432686545526E1393DF7"/>
    <w:rsid w:val="00423E86"/>
  </w:style>
  <w:style w:type="paragraph" w:customStyle="1" w:styleId="BB1867B91F5141278BE30A1F441C60C1">
    <w:name w:val="BB1867B91F5141278BE30A1F441C60C1"/>
    <w:rsid w:val="00423E86"/>
  </w:style>
  <w:style w:type="paragraph" w:customStyle="1" w:styleId="B0D75ECF833F4D42B628D96866B5ECAE">
    <w:name w:val="B0D75ECF833F4D42B628D96866B5ECAE"/>
    <w:rsid w:val="00423E86"/>
  </w:style>
  <w:style w:type="paragraph" w:customStyle="1" w:styleId="2307420FC822479E84AB26CF4F6844A6">
    <w:name w:val="2307420FC822479E84AB26CF4F6844A6"/>
    <w:rsid w:val="00423E86"/>
  </w:style>
  <w:style w:type="paragraph" w:customStyle="1" w:styleId="14D19BAC3B244C3985691502B1EEA775">
    <w:name w:val="14D19BAC3B244C3985691502B1EEA775"/>
    <w:rsid w:val="00423E86"/>
  </w:style>
  <w:style w:type="paragraph" w:customStyle="1" w:styleId="749F98AAC352409B850EF6EB9D26DA77">
    <w:name w:val="749F98AAC352409B850EF6EB9D26DA77"/>
    <w:rsid w:val="00423E86"/>
  </w:style>
  <w:style w:type="paragraph" w:customStyle="1" w:styleId="A363510C956D4D0ABBB04348F46C57EE">
    <w:name w:val="A363510C956D4D0ABBB04348F46C57EE"/>
    <w:rsid w:val="00423E86"/>
  </w:style>
  <w:style w:type="paragraph" w:customStyle="1" w:styleId="ACED1B5A7CF84544998B3EDFE0B729E3">
    <w:name w:val="ACED1B5A7CF84544998B3EDFE0B729E3"/>
    <w:rsid w:val="00423E86"/>
  </w:style>
  <w:style w:type="paragraph" w:customStyle="1" w:styleId="D5C9749ECA214527AA82814BDCFFE527">
    <w:name w:val="D5C9749ECA214527AA82814BDCFFE527"/>
    <w:rsid w:val="00423E86"/>
  </w:style>
  <w:style w:type="paragraph" w:customStyle="1" w:styleId="763CE13D31904DF89BEAE3EDFDD483A0">
    <w:name w:val="763CE13D31904DF89BEAE3EDFDD483A0"/>
    <w:rsid w:val="00423E86"/>
  </w:style>
  <w:style w:type="paragraph" w:customStyle="1" w:styleId="F424DFED2E9D4EB8A88451C3E06A4CB4">
    <w:name w:val="F424DFED2E9D4EB8A88451C3E06A4CB4"/>
    <w:rsid w:val="00423E86"/>
  </w:style>
  <w:style w:type="paragraph" w:customStyle="1" w:styleId="7E82CC77C55C410992C3D1A078EFE971">
    <w:name w:val="7E82CC77C55C410992C3D1A078EFE971"/>
    <w:rsid w:val="00423E86"/>
  </w:style>
  <w:style w:type="paragraph" w:customStyle="1" w:styleId="C6F796A1B4F54C55A7473386486FBB3D">
    <w:name w:val="C6F796A1B4F54C55A7473386486FBB3D"/>
    <w:rsid w:val="00423E86"/>
  </w:style>
  <w:style w:type="paragraph" w:customStyle="1" w:styleId="D795B82E7B7644D1A5BD628FA50950AA">
    <w:name w:val="D795B82E7B7644D1A5BD628FA50950AA"/>
    <w:rsid w:val="00423E86"/>
  </w:style>
  <w:style w:type="paragraph" w:customStyle="1" w:styleId="5092A72F73D241699D1C787AF73C3472">
    <w:name w:val="5092A72F73D241699D1C787AF73C3472"/>
    <w:rsid w:val="00423E86"/>
  </w:style>
  <w:style w:type="paragraph" w:customStyle="1" w:styleId="8047B42A9C2F4612AE78FA4F44D08A98">
    <w:name w:val="8047B42A9C2F4612AE78FA4F44D08A98"/>
    <w:rsid w:val="00423E86"/>
  </w:style>
  <w:style w:type="paragraph" w:customStyle="1" w:styleId="D48BAB008F4846669E56767440454231">
    <w:name w:val="D48BAB008F4846669E56767440454231"/>
    <w:rsid w:val="00423E86"/>
  </w:style>
  <w:style w:type="paragraph" w:customStyle="1" w:styleId="42CFDF4BCA444909893193C4A0DB5784">
    <w:name w:val="42CFDF4BCA444909893193C4A0DB5784"/>
    <w:rsid w:val="00423E86"/>
  </w:style>
  <w:style w:type="paragraph" w:customStyle="1" w:styleId="203D3875A40D494697EDF886CC42F67F">
    <w:name w:val="203D3875A40D494697EDF886CC42F67F"/>
    <w:rsid w:val="00423E86"/>
  </w:style>
  <w:style w:type="paragraph" w:customStyle="1" w:styleId="6BADE6317E7F4A7C8C9AFDBFB27F4CF8">
    <w:name w:val="6BADE6317E7F4A7C8C9AFDBFB27F4CF8"/>
    <w:rsid w:val="00423E86"/>
  </w:style>
  <w:style w:type="paragraph" w:customStyle="1" w:styleId="BE380F23998A482686BDED1EA1EA7AC8">
    <w:name w:val="BE380F23998A482686BDED1EA1EA7AC8"/>
    <w:rsid w:val="00423E86"/>
  </w:style>
  <w:style w:type="paragraph" w:customStyle="1" w:styleId="75AB6CA9E3224E5FAA23067205B47CC6">
    <w:name w:val="75AB6CA9E3224E5FAA23067205B47CC6"/>
    <w:rsid w:val="00423E86"/>
  </w:style>
  <w:style w:type="paragraph" w:customStyle="1" w:styleId="F04EDC9C26044497BB20D3BEB3D593B1">
    <w:name w:val="F04EDC9C26044497BB20D3BEB3D593B1"/>
    <w:rsid w:val="00423E86"/>
  </w:style>
  <w:style w:type="paragraph" w:customStyle="1" w:styleId="D187C3E3EECC4120899D2489AE1697A2">
    <w:name w:val="D187C3E3EECC4120899D2489AE1697A2"/>
    <w:rsid w:val="00423E86"/>
  </w:style>
  <w:style w:type="paragraph" w:customStyle="1" w:styleId="63F44BA5B5164F5D823FE5AA85DABC1D">
    <w:name w:val="63F44BA5B5164F5D823FE5AA85DABC1D"/>
    <w:rsid w:val="00423E86"/>
  </w:style>
  <w:style w:type="paragraph" w:customStyle="1" w:styleId="6A9F107D4CE841499F7FB626D16F0B4E">
    <w:name w:val="6A9F107D4CE841499F7FB626D16F0B4E"/>
    <w:rsid w:val="00423E86"/>
  </w:style>
  <w:style w:type="paragraph" w:customStyle="1" w:styleId="E8423DD7C9394CF6BEF5798DF8AC98D8">
    <w:name w:val="E8423DD7C9394CF6BEF5798DF8AC98D8"/>
    <w:rsid w:val="00423E86"/>
  </w:style>
  <w:style w:type="paragraph" w:customStyle="1" w:styleId="E7F6E465D6644A69AF028CA44783EFBE">
    <w:name w:val="E7F6E465D6644A69AF028CA44783EFBE"/>
    <w:rsid w:val="00423E86"/>
  </w:style>
  <w:style w:type="paragraph" w:customStyle="1" w:styleId="B3A9865FFE1240D7B71C5A5C0AD8B494">
    <w:name w:val="B3A9865FFE1240D7B71C5A5C0AD8B494"/>
    <w:rsid w:val="00423E86"/>
  </w:style>
  <w:style w:type="paragraph" w:customStyle="1" w:styleId="38424A68BF1141248B200DE3903D66E6">
    <w:name w:val="38424A68BF1141248B200DE3903D66E6"/>
    <w:rsid w:val="00C47723"/>
  </w:style>
  <w:style w:type="paragraph" w:customStyle="1" w:styleId="FF509266BE0C4790BC34EAE9FC377EAA">
    <w:name w:val="FF509266BE0C4790BC34EAE9FC377EAA"/>
    <w:rsid w:val="00C47723"/>
  </w:style>
  <w:style w:type="paragraph" w:customStyle="1" w:styleId="BFF0777B9A15478B91C8B95191F59916">
    <w:name w:val="BFF0777B9A15478B91C8B95191F59916"/>
    <w:rsid w:val="00C47723"/>
  </w:style>
  <w:style w:type="paragraph" w:customStyle="1" w:styleId="328781EA6DF34E9CBF9EC6CB05F83E62">
    <w:name w:val="328781EA6DF34E9CBF9EC6CB05F83E62"/>
    <w:rsid w:val="00C47723"/>
  </w:style>
  <w:style w:type="paragraph" w:customStyle="1" w:styleId="22689AB027EB4DC7B81FAC073D5E467E">
    <w:name w:val="22689AB027EB4DC7B81FAC073D5E467E"/>
    <w:rsid w:val="00C47723"/>
  </w:style>
  <w:style w:type="paragraph" w:customStyle="1" w:styleId="C0D9F6F4CF2A4B9AB58FA2047DF3FE8F">
    <w:name w:val="C0D9F6F4CF2A4B9AB58FA2047DF3FE8F"/>
    <w:rsid w:val="00C47723"/>
  </w:style>
  <w:style w:type="paragraph" w:customStyle="1" w:styleId="4A8D0A6BF67E4DCD9D0F388ABE2ADE14">
    <w:name w:val="4A8D0A6BF67E4DCD9D0F388ABE2ADE14"/>
    <w:rsid w:val="00C47723"/>
  </w:style>
  <w:style w:type="paragraph" w:customStyle="1" w:styleId="5AB6AB09BD7E4DA0A131E0697952EF51">
    <w:name w:val="5AB6AB09BD7E4DA0A131E0697952EF51"/>
    <w:rsid w:val="00C47723"/>
  </w:style>
  <w:style w:type="paragraph" w:customStyle="1" w:styleId="7F271A3C687C47B39B38F63472DB6BE7">
    <w:name w:val="7F271A3C687C47B39B38F63472DB6BE7"/>
    <w:rsid w:val="00C47723"/>
  </w:style>
  <w:style w:type="paragraph" w:customStyle="1" w:styleId="C06E6FEDD0F549B39009FFD34017A517">
    <w:name w:val="C06E6FEDD0F549B39009FFD34017A517"/>
    <w:rsid w:val="00C47723"/>
  </w:style>
  <w:style w:type="paragraph" w:customStyle="1" w:styleId="341293A0FB354B5ABCA2578DCECB0F36">
    <w:name w:val="341293A0FB354B5ABCA2578DCECB0F36"/>
    <w:rsid w:val="00C47723"/>
  </w:style>
  <w:style w:type="paragraph" w:customStyle="1" w:styleId="2A0D903B0E454896B04A82FD039C94D5">
    <w:name w:val="2A0D903B0E454896B04A82FD039C94D5"/>
    <w:rsid w:val="00C47723"/>
  </w:style>
  <w:style w:type="paragraph" w:customStyle="1" w:styleId="998812FAFA4F450FAC99A9FBC8502AF1">
    <w:name w:val="998812FAFA4F450FAC99A9FBC8502AF1"/>
    <w:rsid w:val="00C47723"/>
  </w:style>
  <w:style w:type="paragraph" w:customStyle="1" w:styleId="B4B524B6ED7746619A0EE505F6FB2D8A">
    <w:name w:val="B4B524B6ED7746619A0EE505F6FB2D8A"/>
    <w:rsid w:val="00C47723"/>
  </w:style>
  <w:style w:type="paragraph" w:customStyle="1" w:styleId="F683825BC35C4A81A21F8B535B579290">
    <w:name w:val="F683825BC35C4A81A21F8B535B579290"/>
    <w:rsid w:val="00C47723"/>
  </w:style>
  <w:style w:type="paragraph" w:customStyle="1" w:styleId="0AABA29A909F48DEBCC7AC1E86E62AE8">
    <w:name w:val="0AABA29A909F48DEBCC7AC1E86E62AE8"/>
    <w:rsid w:val="00C47723"/>
  </w:style>
  <w:style w:type="paragraph" w:customStyle="1" w:styleId="2759E472A1CE4F2C8ECB8006F15E32F2">
    <w:name w:val="2759E472A1CE4F2C8ECB8006F15E32F2"/>
    <w:rsid w:val="00C47723"/>
  </w:style>
  <w:style w:type="paragraph" w:customStyle="1" w:styleId="9879A756681E41EA8ADE2E4E8C8D8BAF">
    <w:name w:val="9879A756681E41EA8ADE2E4E8C8D8BAF"/>
    <w:rsid w:val="00C47723"/>
  </w:style>
  <w:style w:type="paragraph" w:customStyle="1" w:styleId="457DF0418528496BB15CCDA872DBAA49">
    <w:name w:val="457DF0418528496BB15CCDA872DBAA49"/>
    <w:rsid w:val="00C47723"/>
  </w:style>
  <w:style w:type="paragraph" w:customStyle="1" w:styleId="A0F9F26905C04A66840C99F0C3C6E387">
    <w:name w:val="A0F9F26905C04A66840C99F0C3C6E387"/>
    <w:rsid w:val="00C47723"/>
  </w:style>
  <w:style w:type="paragraph" w:customStyle="1" w:styleId="1437DCB8E2C64E1586D4CE0B7924D977">
    <w:name w:val="1437DCB8E2C64E1586D4CE0B7924D977"/>
    <w:rsid w:val="00C47723"/>
  </w:style>
  <w:style w:type="paragraph" w:customStyle="1" w:styleId="744593412975435F9E38BFB9BE15D2E7">
    <w:name w:val="744593412975435F9E38BFB9BE15D2E7"/>
    <w:rsid w:val="00C47723"/>
  </w:style>
  <w:style w:type="paragraph" w:customStyle="1" w:styleId="11A91C801CFD4AC1BF672567D86B1100">
    <w:name w:val="11A91C801CFD4AC1BF672567D86B1100"/>
    <w:rsid w:val="00C47723"/>
  </w:style>
  <w:style w:type="paragraph" w:customStyle="1" w:styleId="5163310B49314CB6A2EF50DB27A30749">
    <w:name w:val="5163310B49314CB6A2EF50DB27A30749"/>
    <w:rsid w:val="00C47723"/>
  </w:style>
  <w:style w:type="paragraph" w:customStyle="1" w:styleId="B2B214FED8D84D0AA8593459C4FA65EB">
    <w:name w:val="B2B214FED8D84D0AA8593459C4FA65EB"/>
    <w:rsid w:val="00C47723"/>
  </w:style>
  <w:style w:type="paragraph" w:customStyle="1" w:styleId="DF49F02083EE4ED0945148FED076F516">
    <w:name w:val="DF49F02083EE4ED0945148FED076F516"/>
    <w:rsid w:val="000F60E3"/>
  </w:style>
  <w:style w:type="paragraph" w:customStyle="1" w:styleId="BBB38CDD00AA4E27A8749CCB4585B096">
    <w:name w:val="BBB38CDD00AA4E27A8749CCB4585B096"/>
    <w:rsid w:val="000F60E3"/>
  </w:style>
  <w:style w:type="paragraph" w:customStyle="1" w:styleId="5BC9D38D9D3747F3854224378A16BD05">
    <w:name w:val="5BC9D38D9D3747F3854224378A16BD05"/>
    <w:rsid w:val="000F60E3"/>
  </w:style>
  <w:style w:type="paragraph" w:customStyle="1" w:styleId="F68D0EB827A74A4A812529EA62479BD8">
    <w:name w:val="F68D0EB827A74A4A812529EA62479BD8"/>
    <w:rsid w:val="000F60E3"/>
  </w:style>
  <w:style w:type="paragraph" w:customStyle="1" w:styleId="6056D30D71DA424CA7C3BCA930E75F4A">
    <w:name w:val="6056D30D71DA424CA7C3BCA930E75F4A"/>
    <w:rsid w:val="000F60E3"/>
  </w:style>
  <w:style w:type="paragraph" w:customStyle="1" w:styleId="5897A3D2D9E4480EB743ABC5957FD107">
    <w:name w:val="5897A3D2D9E4480EB743ABC5957FD107"/>
    <w:rsid w:val="000F60E3"/>
  </w:style>
  <w:style w:type="paragraph" w:customStyle="1" w:styleId="1ADC54163B6046C7B78F9241DDAB6B48">
    <w:name w:val="1ADC54163B6046C7B78F9241DDAB6B48"/>
    <w:rsid w:val="000F60E3"/>
  </w:style>
  <w:style w:type="paragraph" w:customStyle="1" w:styleId="BD0B7E9CF0DA4855940644C7A191909A">
    <w:name w:val="BD0B7E9CF0DA4855940644C7A191909A"/>
    <w:rsid w:val="000F60E3"/>
  </w:style>
  <w:style w:type="paragraph" w:customStyle="1" w:styleId="FA20F0F2E56B4A68AF5C9CFC6DAE1081">
    <w:name w:val="FA20F0F2E56B4A68AF5C9CFC6DAE1081"/>
    <w:rsid w:val="000F60E3"/>
  </w:style>
  <w:style w:type="paragraph" w:customStyle="1" w:styleId="FD9B663C242A4B1A9F31CB23FBC3397A">
    <w:name w:val="FD9B663C242A4B1A9F31CB23FBC3397A"/>
    <w:rsid w:val="000F60E3"/>
  </w:style>
  <w:style w:type="paragraph" w:customStyle="1" w:styleId="3F882100B1A54F41A4C476CEBCD5D1E3">
    <w:name w:val="3F882100B1A54F41A4C476CEBCD5D1E3"/>
    <w:rsid w:val="000F60E3"/>
  </w:style>
  <w:style w:type="paragraph" w:customStyle="1" w:styleId="E078DFAF304547FAA85E9B14672C798F">
    <w:name w:val="E078DFAF304547FAA85E9B14672C798F"/>
    <w:rsid w:val="000F60E3"/>
  </w:style>
  <w:style w:type="paragraph" w:customStyle="1" w:styleId="47AFDC543F1044B697A46D8070528644">
    <w:name w:val="47AFDC543F1044B697A46D8070528644"/>
    <w:rsid w:val="000F60E3"/>
  </w:style>
  <w:style w:type="paragraph" w:customStyle="1" w:styleId="298F5AB1A3B74AC8B42B596B951936AE">
    <w:name w:val="298F5AB1A3B74AC8B42B596B951936AE"/>
    <w:rsid w:val="000F60E3"/>
  </w:style>
  <w:style w:type="paragraph" w:customStyle="1" w:styleId="F99E85CAD3CA4B148D40CEC41EE9317C">
    <w:name w:val="F99E85CAD3CA4B148D40CEC41EE9317C"/>
    <w:rsid w:val="000F60E3"/>
  </w:style>
  <w:style w:type="paragraph" w:customStyle="1" w:styleId="7CCE2A31B8EE4A7B88934993AA726498">
    <w:name w:val="7CCE2A31B8EE4A7B88934993AA726498"/>
    <w:rsid w:val="000F60E3"/>
  </w:style>
  <w:style w:type="paragraph" w:customStyle="1" w:styleId="0FC7DD395D744811B26721D0F86135D6">
    <w:name w:val="0FC7DD395D744811B26721D0F86135D6"/>
    <w:rsid w:val="000F60E3"/>
  </w:style>
  <w:style w:type="paragraph" w:customStyle="1" w:styleId="212DFA4499C94CCF92C48F5CEF7D9F7A">
    <w:name w:val="212DFA4499C94CCF92C48F5CEF7D9F7A"/>
    <w:rsid w:val="000F60E3"/>
  </w:style>
  <w:style w:type="paragraph" w:customStyle="1" w:styleId="C19244804D3B4B05A91C9CA6E92268B0">
    <w:name w:val="C19244804D3B4B05A91C9CA6E92268B0"/>
    <w:rsid w:val="000F60E3"/>
  </w:style>
  <w:style w:type="paragraph" w:customStyle="1" w:styleId="796354E45D9D4827A72795033740C417">
    <w:name w:val="796354E45D9D4827A72795033740C417"/>
    <w:rsid w:val="000F60E3"/>
  </w:style>
  <w:style w:type="paragraph" w:customStyle="1" w:styleId="B5A36F604CC24DAF82607894D0EFFC68">
    <w:name w:val="B5A36F604CC24DAF82607894D0EFFC68"/>
    <w:rsid w:val="000F60E3"/>
  </w:style>
  <w:style w:type="paragraph" w:customStyle="1" w:styleId="993EB52805CD4F5B891E38177DBD6590">
    <w:name w:val="993EB52805CD4F5B891E38177DBD6590"/>
    <w:rsid w:val="000F60E3"/>
  </w:style>
  <w:style w:type="paragraph" w:customStyle="1" w:styleId="2DF3430D9C614978B27BE40A446F0FD3">
    <w:name w:val="2DF3430D9C614978B27BE40A446F0FD3"/>
    <w:rsid w:val="000F60E3"/>
  </w:style>
  <w:style w:type="paragraph" w:customStyle="1" w:styleId="CF787DC5960E4DC8A84D12FEBAA69264">
    <w:name w:val="CF787DC5960E4DC8A84D12FEBAA69264"/>
    <w:rsid w:val="000F60E3"/>
  </w:style>
  <w:style w:type="paragraph" w:customStyle="1" w:styleId="7A5E2991309D4CDFA1ACA0AF1404D496">
    <w:name w:val="7A5E2991309D4CDFA1ACA0AF1404D496"/>
    <w:rsid w:val="000F60E3"/>
  </w:style>
  <w:style w:type="paragraph" w:customStyle="1" w:styleId="AF77E7C7F51441538573F76463B4E394">
    <w:name w:val="AF77E7C7F51441538573F76463B4E394"/>
    <w:rsid w:val="000F60E3"/>
  </w:style>
  <w:style w:type="paragraph" w:customStyle="1" w:styleId="D7A3952C32464705ABE082CEED708E16">
    <w:name w:val="D7A3952C32464705ABE082CEED708E16"/>
    <w:rsid w:val="000F60E3"/>
  </w:style>
  <w:style w:type="paragraph" w:customStyle="1" w:styleId="6202F28944CA40DA8E6896EB0BB5628E">
    <w:name w:val="6202F28944CA40DA8E6896EB0BB5628E"/>
    <w:rsid w:val="000F60E3"/>
  </w:style>
  <w:style w:type="paragraph" w:customStyle="1" w:styleId="48B55F7A97C9437E8ED31B6128A27FAE">
    <w:name w:val="48B55F7A97C9437E8ED31B6128A27FAE"/>
    <w:rsid w:val="000F60E3"/>
  </w:style>
  <w:style w:type="paragraph" w:customStyle="1" w:styleId="A484126C266E43459295DAAADA55BEE7">
    <w:name w:val="A484126C266E43459295DAAADA55BEE7"/>
    <w:rsid w:val="000F60E3"/>
  </w:style>
  <w:style w:type="paragraph" w:customStyle="1" w:styleId="DDC622EB8154413A8DA215FB0FA7B4FA">
    <w:name w:val="DDC622EB8154413A8DA215FB0FA7B4FA"/>
    <w:rsid w:val="000F60E3"/>
  </w:style>
  <w:style w:type="paragraph" w:customStyle="1" w:styleId="0BD7C80FC8AC45428B7E4679016F9E4F">
    <w:name w:val="0BD7C80FC8AC45428B7E4679016F9E4F"/>
    <w:rsid w:val="000F60E3"/>
  </w:style>
  <w:style w:type="paragraph" w:customStyle="1" w:styleId="C767F2DBC5B74400BE40097646D6ECC8">
    <w:name w:val="C767F2DBC5B74400BE40097646D6ECC8"/>
    <w:rsid w:val="000F60E3"/>
  </w:style>
  <w:style w:type="paragraph" w:customStyle="1" w:styleId="F8589A2BE769435F9E1BFC907164614E">
    <w:name w:val="F8589A2BE769435F9E1BFC907164614E"/>
    <w:rsid w:val="000F60E3"/>
  </w:style>
  <w:style w:type="paragraph" w:customStyle="1" w:styleId="2EF8480632FE4F9FBF68FC59D71D79A2">
    <w:name w:val="2EF8480632FE4F9FBF68FC59D71D79A2"/>
    <w:rsid w:val="000F60E3"/>
  </w:style>
  <w:style w:type="paragraph" w:customStyle="1" w:styleId="7DC73E12DC6B4427A8E65D36CDDA6224">
    <w:name w:val="7DC73E12DC6B4427A8E65D36CDDA6224"/>
    <w:rsid w:val="000F60E3"/>
  </w:style>
  <w:style w:type="paragraph" w:customStyle="1" w:styleId="20030DFD977D4C74A38C8457414C3D26">
    <w:name w:val="20030DFD977D4C74A38C8457414C3D26"/>
    <w:rsid w:val="000F60E3"/>
  </w:style>
  <w:style w:type="paragraph" w:customStyle="1" w:styleId="86080A7B4AE54BD7B826BA79931472D7">
    <w:name w:val="86080A7B4AE54BD7B826BA79931472D7"/>
    <w:rsid w:val="000F60E3"/>
  </w:style>
  <w:style w:type="paragraph" w:customStyle="1" w:styleId="806DE5FBA4C9441FBEE4DDE6E21CCE86">
    <w:name w:val="806DE5FBA4C9441FBEE4DDE6E21CCE86"/>
    <w:rsid w:val="000F60E3"/>
  </w:style>
  <w:style w:type="paragraph" w:customStyle="1" w:styleId="E16D2B15BA464FA698F1A8FBDBDF4C5E">
    <w:name w:val="E16D2B15BA464FA698F1A8FBDBDF4C5E"/>
    <w:rsid w:val="000F60E3"/>
  </w:style>
  <w:style w:type="paragraph" w:customStyle="1" w:styleId="41052A8BBA8C47AF9C9B2CDD64FB67D5">
    <w:name w:val="41052A8BBA8C47AF9C9B2CDD64FB67D5"/>
    <w:rsid w:val="000F60E3"/>
  </w:style>
  <w:style w:type="paragraph" w:customStyle="1" w:styleId="50456726765D4058B3DE55805BC58B3A">
    <w:name w:val="50456726765D4058B3DE55805BC58B3A"/>
    <w:rsid w:val="000F60E3"/>
  </w:style>
  <w:style w:type="paragraph" w:customStyle="1" w:styleId="EA1157449C7743C3A7AA7A474B22C6D3">
    <w:name w:val="EA1157449C7743C3A7AA7A474B22C6D3"/>
    <w:rsid w:val="000F60E3"/>
  </w:style>
  <w:style w:type="paragraph" w:customStyle="1" w:styleId="920E4EE856BE40798280550F16EE8BD7">
    <w:name w:val="920E4EE856BE40798280550F16EE8BD7"/>
    <w:rsid w:val="000F60E3"/>
  </w:style>
  <w:style w:type="paragraph" w:customStyle="1" w:styleId="9A2A155FF40D4989BB8447D1998F6651">
    <w:name w:val="9A2A155FF40D4989BB8447D1998F6651"/>
    <w:rsid w:val="000F60E3"/>
  </w:style>
  <w:style w:type="paragraph" w:customStyle="1" w:styleId="BFF2F014044F4CF182E5333EF0C8BCB3">
    <w:name w:val="BFF2F014044F4CF182E5333EF0C8BCB3"/>
    <w:rsid w:val="000F60E3"/>
  </w:style>
  <w:style w:type="paragraph" w:customStyle="1" w:styleId="BC266217669F4CE88B70B7B5ED698134">
    <w:name w:val="BC266217669F4CE88B70B7B5ED698134"/>
    <w:rsid w:val="000F60E3"/>
  </w:style>
  <w:style w:type="paragraph" w:customStyle="1" w:styleId="1871ED3AE22940F88BFAD5A38AE6A358">
    <w:name w:val="1871ED3AE22940F88BFAD5A38AE6A358"/>
    <w:rsid w:val="000F60E3"/>
  </w:style>
  <w:style w:type="paragraph" w:customStyle="1" w:styleId="768324FA638446C09C0C621B2DD2AB77">
    <w:name w:val="768324FA638446C09C0C621B2DD2AB77"/>
    <w:rsid w:val="000F60E3"/>
  </w:style>
  <w:style w:type="paragraph" w:customStyle="1" w:styleId="00304924BF9D4EAFADD6B36CB9502AA3">
    <w:name w:val="00304924BF9D4EAFADD6B36CB9502AA3"/>
    <w:rsid w:val="000F60E3"/>
  </w:style>
  <w:style w:type="paragraph" w:customStyle="1" w:styleId="7C61BDE1FFB2459A9484A1B5A2AD435D">
    <w:name w:val="7C61BDE1FFB2459A9484A1B5A2AD435D"/>
    <w:rsid w:val="000F60E3"/>
  </w:style>
  <w:style w:type="paragraph" w:customStyle="1" w:styleId="75A0AA06BF7C411694D172016A5F246C">
    <w:name w:val="75A0AA06BF7C411694D172016A5F246C"/>
    <w:rsid w:val="000F60E3"/>
  </w:style>
  <w:style w:type="paragraph" w:customStyle="1" w:styleId="5F332BBE7CD24DFB9720E858094527A3">
    <w:name w:val="5F332BBE7CD24DFB9720E858094527A3"/>
    <w:rsid w:val="000F60E3"/>
  </w:style>
  <w:style w:type="paragraph" w:customStyle="1" w:styleId="7457DB13CFDA4A0793029F860A52CF3C">
    <w:name w:val="7457DB13CFDA4A0793029F860A52CF3C"/>
    <w:rsid w:val="000F60E3"/>
  </w:style>
  <w:style w:type="paragraph" w:customStyle="1" w:styleId="96054286C7A34928A6C4E83063D18E82">
    <w:name w:val="96054286C7A34928A6C4E83063D18E82"/>
    <w:rsid w:val="000F60E3"/>
  </w:style>
  <w:style w:type="paragraph" w:customStyle="1" w:styleId="8000562626444231BD095A07D183F16D">
    <w:name w:val="8000562626444231BD095A07D183F16D"/>
    <w:rsid w:val="000F60E3"/>
  </w:style>
  <w:style w:type="paragraph" w:customStyle="1" w:styleId="3C069089A8BE411BB620AC271D5EFA63">
    <w:name w:val="3C069089A8BE411BB620AC271D5EFA63"/>
    <w:rsid w:val="000F60E3"/>
  </w:style>
  <w:style w:type="paragraph" w:customStyle="1" w:styleId="9ADE8873EFE74CB186D70E6AA305057C">
    <w:name w:val="9ADE8873EFE74CB186D70E6AA305057C"/>
    <w:rsid w:val="000F60E3"/>
  </w:style>
  <w:style w:type="paragraph" w:customStyle="1" w:styleId="F9C51EB06D1E4E82830049B8A676177A">
    <w:name w:val="F9C51EB06D1E4E82830049B8A676177A"/>
    <w:rsid w:val="000F60E3"/>
  </w:style>
  <w:style w:type="paragraph" w:customStyle="1" w:styleId="6E927E1C22264A1797946F68204F3D76">
    <w:name w:val="6E927E1C22264A1797946F68204F3D76"/>
    <w:rsid w:val="000F60E3"/>
  </w:style>
  <w:style w:type="paragraph" w:customStyle="1" w:styleId="A867EF2CB1E440A39C4FADB49EDDB177">
    <w:name w:val="A867EF2CB1E440A39C4FADB49EDDB177"/>
    <w:rsid w:val="000F60E3"/>
  </w:style>
  <w:style w:type="paragraph" w:customStyle="1" w:styleId="A70ED870E6E04C0BB4F77BA1C4AD0A99">
    <w:name w:val="A70ED870E6E04C0BB4F77BA1C4AD0A99"/>
    <w:rsid w:val="000F60E3"/>
  </w:style>
  <w:style w:type="paragraph" w:customStyle="1" w:styleId="E5EC3AA1A3654974BC3CD74EC4CD5B08">
    <w:name w:val="E5EC3AA1A3654974BC3CD74EC4CD5B08"/>
    <w:rsid w:val="000F60E3"/>
  </w:style>
  <w:style w:type="paragraph" w:customStyle="1" w:styleId="3022E3969BDD4380BA13FDA86F25EB54">
    <w:name w:val="3022E3969BDD4380BA13FDA86F25EB54"/>
    <w:rsid w:val="000F60E3"/>
  </w:style>
  <w:style w:type="paragraph" w:customStyle="1" w:styleId="5FC79E0811354E89B427D83CDEC55263">
    <w:name w:val="5FC79E0811354E89B427D83CDEC55263"/>
    <w:rsid w:val="000F60E3"/>
  </w:style>
  <w:style w:type="paragraph" w:customStyle="1" w:styleId="FEC9BCF5473447BF859E5D054BF0BD4E">
    <w:name w:val="FEC9BCF5473447BF859E5D054BF0BD4E"/>
    <w:rsid w:val="000F60E3"/>
  </w:style>
  <w:style w:type="paragraph" w:customStyle="1" w:styleId="5F98D239A728400FBD568E65C1011358">
    <w:name w:val="5F98D239A728400FBD568E65C1011358"/>
    <w:rsid w:val="000F60E3"/>
  </w:style>
  <w:style w:type="paragraph" w:customStyle="1" w:styleId="5E63DFDA0CCB44E291E33B919E3C1203">
    <w:name w:val="5E63DFDA0CCB44E291E33B919E3C1203"/>
    <w:rsid w:val="000F60E3"/>
  </w:style>
  <w:style w:type="paragraph" w:customStyle="1" w:styleId="CD144798722B4CCE9ECD16075CA798D4">
    <w:name w:val="CD144798722B4CCE9ECD16075CA798D4"/>
    <w:rsid w:val="000F60E3"/>
  </w:style>
  <w:style w:type="paragraph" w:customStyle="1" w:styleId="A688274228424411BBD5FAEFBB111008">
    <w:name w:val="A688274228424411BBD5FAEFBB111008"/>
    <w:rsid w:val="000F60E3"/>
  </w:style>
  <w:style w:type="paragraph" w:customStyle="1" w:styleId="5FB791558E3B4C9C94B011E438FD5481">
    <w:name w:val="5FB791558E3B4C9C94B011E438FD5481"/>
    <w:rsid w:val="000F60E3"/>
  </w:style>
  <w:style w:type="paragraph" w:customStyle="1" w:styleId="395699CC19744D77851198D87BC17B8C">
    <w:name w:val="395699CC19744D77851198D87BC17B8C"/>
    <w:rsid w:val="000F60E3"/>
  </w:style>
  <w:style w:type="paragraph" w:customStyle="1" w:styleId="10A97FB8FD8B43539E00F3D06B1A341D">
    <w:name w:val="10A97FB8FD8B43539E00F3D06B1A341D"/>
    <w:rsid w:val="000F60E3"/>
  </w:style>
  <w:style w:type="paragraph" w:customStyle="1" w:styleId="D70464A3A38649B79C481470A4F260A8">
    <w:name w:val="D70464A3A38649B79C481470A4F260A8"/>
    <w:rsid w:val="000F60E3"/>
  </w:style>
  <w:style w:type="paragraph" w:customStyle="1" w:styleId="F0EEE2D99DA642C290EF29AC8C55DD8D">
    <w:name w:val="F0EEE2D99DA642C290EF29AC8C55DD8D"/>
    <w:rsid w:val="000F60E3"/>
  </w:style>
  <w:style w:type="paragraph" w:customStyle="1" w:styleId="421E9904131B449C9FF0251E6C9C364A">
    <w:name w:val="421E9904131B449C9FF0251E6C9C364A"/>
    <w:rsid w:val="000F60E3"/>
  </w:style>
  <w:style w:type="paragraph" w:customStyle="1" w:styleId="9449E03413BB49D6855301001EE44DC5">
    <w:name w:val="9449E03413BB49D6855301001EE44DC5"/>
    <w:rsid w:val="000F60E3"/>
  </w:style>
  <w:style w:type="paragraph" w:customStyle="1" w:styleId="7039B74845104B26B3C66C8ECF8930FF">
    <w:name w:val="7039B74845104B26B3C66C8ECF8930FF"/>
    <w:rsid w:val="000F60E3"/>
  </w:style>
  <w:style w:type="paragraph" w:customStyle="1" w:styleId="A7834B2F42604A5EA825438AFB870B94">
    <w:name w:val="A7834B2F42604A5EA825438AFB870B94"/>
    <w:rsid w:val="000F60E3"/>
  </w:style>
  <w:style w:type="paragraph" w:customStyle="1" w:styleId="195705996AB4486E95B256C0AFA28FE2">
    <w:name w:val="195705996AB4486E95B256C0AFA28FE2"/>
    <w:rsid w:val="000F60E3"/>
  </w:style>
  <w:style w:type="paragraph" w:customStyle="1" w:styleId="549F4D199FEC4CECBE8C5149F5928FA9">
    <w:name w:val="549F4D199FEC4CECBE8C5149F5928FA9"/>
    <w:rsid w:val="000F60E3"/>
  </w:style>
  <w:style w:type="paragraph" w:customStyle="1" w:styleId="CEE82B0D479E43F495724F2FFB0EAED1">
    <w:name w:val="CEE82B0D479E43F495724F2FFB0EAED1"/>
    <w:rsid w:val="000F60E3"/>
  </w:style>
  <w:style w:type="paragraph" w:customStyle="1" w:styleId="B80D2426E7054C399E9D4BF7720E05A8">
    <w:name w:val="B80D2426E7054C399E9D4BF7720E05A8"/>
    <w:rsid w:val="000F60E3"/>
  </w:style>
  <w:style w:type="paragraph" w:customStyle="1" w:styleId="6BB1ACA7C41D41B0B14B481211E2F5BB">
    <w:name w:val="6BB1ACA7C41D41B0B14B481211E2F5BB"/>
    <w:rsid w:val="000F60E3"/>
  </w:style>
  <w:style w:type="paragraph" w:customStyle="1" w:styleId="92FEF0AEB63C401FBD5174454ADBED73">
    <w:name w:val="92FEF0AEB63C401FBD5174454ADBED73"/>
    <w:rsid w:val="000F60E3"/>
  </w:style>
  <w:style w:type="paragraph" w:customStyle="1" w:styleId="FEEEB869BCA34CF19E3E003648DD016D">
    <w:name w:val="FEEEB869BCA34CF19E3E003648DD016D"/>
    <w:rsid w:val="000F60E3"/>
  </w:style>
  <w:style w:type="paragraph" w:customStyle="1" w:styleId="5148066BF7974C6DA3B040DC864665D9">
    <w:name w:val="5148066BF7974C6DA3B040DC864665D9"/>
    <w:rsid w:val="000F60E3"/>
  </w:style>
  <w:style w:type="paragraph" w:customStyle="1" w:styleId="5865AB9839B3469FAEF6D779731E3FD6">
    <w:name w:val="5865AB9839B3469FAEF6D779731E3FD6"/>
    <w:rsid w:val="000F60E3"/>
  </w:style>
  <w:style w:type="paragraph" w:customStyle="1" w:styleId="DE16374DA30942B7918FC27954391289">
    <w:name w:val="DE16374DA30942B7918FC27954391289"/>
    <w:rsid w:val="000F60E3"/>
  </w:style>
  <w:style w:type="paragraph" w:customStyle="1" w:styleId="7C06EFCC7D5647E481FDB9C713710C74">
    <w:name w:val="7C06EFCC7D5647E481FDB9C713710C74"/>
    <w:rsid w:val="000F60E3"/>
  </w:style>
  <w:style w:type="paragraph" w:customStyle="1" w:styleId="B9ED44F8B5204ADF96C009372B675756">
    <w:name w:val="B9ED44F8B5204ADF96C009372B675756"/>
    <w:rsid w:val="000F60E3"/>
  </w:style>
  <w:style w:type="paragraph" w:customStyle="1" w:styleId="CFB895860EEA459F8C343E0477003844">
    <w:name w:val="CFB895860EEA459F8C343E0477003844"/>
    <w:rsid w:val="000F60E3"/>
  </w:style>
  <w:style w:type="paragraph" w:customStyle="1" w:styleId="8C1DD04A4AF949E5B6AE4480FBE3FED0">
    <w:name w:val="8C1DD04A4AF949E5B6AE4480FBE3FED0"/>
    <w:rsid w:val="000F60E3"/>
  </w:style>
  <w:style w:type="paragraph" w:customStyle="1" w:styleId="60C2C2A7D27D4A49A038DDFCFB17C966">
    <w:name w:val="60C2C2A7D27D4A49A038DDFCFB17C966"/>
    <w:rsid w:val="000F60E3"/>
  </w:style>
  <w:style w:type="paragraph" w:customStyle="1" w:styleId="77C43AFD90D542A7B94E3D45B61EEEE6">
    <w:name w:val="77C43AFD90D542A7B94E3D45B61EEEE6"/>
    <w:rsid w:val="000F60E3"/>
  </w:style>
  <w:style w:type="paragraph" w:customStyle="1" w:styleId="3FE2C38138474E5998DAA22D60170F70">
    <w:name w:val="3FE2C38138474E5998DAA22D60170F70"/>
    <w:rsid w:val="000F60E3"/>
  </w:style>
  <w:style w:type="paragraph" w:customStyle="1" w:styleId="8776E48CD5FD4379A392C568352D8BB2">
    <w:name w:val="8776E48CD5FD4379A392C568352D8BB2"/>
    <w:rsid w:val="000F60E3"/>
  </w:style>
  <w:style w:type="paragraph" w:customStyle="1" w:styleId="08622C1ED44B4FC597ED0ACEF093EE2D">
    <w:name w:val="08622C1ED44B4FC597ED0ACEF093EE2D"/>
    <w:rsid w:val="000F60E3"/>
  </w:style>
  <w:style w:type="paragraph" w:customStyle="1" w:styleId="B4492C38BBC4402A89648B5D53FC8996">
    <w:name w:val="B4492C38BBC4402A89648B5D53FC8996"/>
    <w:rsid w:val="000F60E3"/>
  </w:style>
  <w:style w:type="paragraph" w:customStyle="1" w:styleId="CCF6115F815A4539B90F1C1ADD97E9AF">
    <w:name w:val="CCF6115F815A4539B90F1C1ADD97E9AF"/>
    <w:rsid w:val="000F60E3"/>
  </w:style>
  <w:style w:type="paragraph" w:customStyle="1" w:styleId="C927E5EEFC7E44078625EAB4D4DE83E3">
    <w:name w:val="C927E5EEFC7E44078625EAB4D4DE83E3"/>
    <w:rsid w:val="000F60E3"/>
  </w:style>
  <w:style w:type="paragraph" w:customStyle="1" w:styleId="8866C8BD6D704EBE8FEE233C3617F28E">
    <w:name w:val="8866C8BD6D704EBE8FEE233C3617F28E"/>
    <w:rsid w:val="000F60E3"/>
  </w:style>
  <w:style w:type="paragraph" w:customStyle="1" w:styleId="D08600A1A67042B0A6699BE6083D38B2">
    <w:name w:val="D08600A1A67042B0A6699BE6083D38B2"/>
    <w:rsid w:val="000F60E3"/>
  </w:style>
  <w:style w:type="paragraph" w:customStyle="1" w:styleId="BF4DD1A174F44A93A488028F30AED7F0">
    <w:name w:val="BF4DD1A174F44A93A488028F30AED7F0"/>
    <w:rsid w:val="000F60E3"/>
  </w:style>
  <w:style w:type="paragraph" w:customStyle="1" w:styleId="FF2733D9DF934AF2875C305AD63F2C10">
    <w:name w:val="FF2733D9DF934AF2875C305AD63F2C10"/>
    <w:rsid w:val="000F60E3"/>
  </w:style>
  <w:style w:type="paragraph" w:customStyle="1" w:styleId="6D47416A66A64EA296075CB0DCAA2EEA">
    <w:name w:val="6D47416A66A64EA296075CB0DCAA2EEA"/>
    <w:rsid w:val="000F60E3"/>
  </w:style>
  <w:style w:type="paragraph" w:customStyle="1" w:styleId="2B8F78E2EE6C4EAF839F2C8E6F3F4396">
    <w:name w:val="2B8F78E2EE6C4EAF839F2C8E6F3F4396"/>
    <w:rsid w:val="000F60E3"/>
  </w:style>
  <w:style w:type="paragraph" w:customStyle="1" w:styleId="1087FF85A2334F3795FFF7C6E603A9F6">
    <w:name w:val="1087FF85A2334F3795FFF7C6E603A9F6"/>
    <w:rsid w:val="000F60E3"/>
  </w:style>
  <w:style w:type="paragraph" w:customStyle="1" w:styleId="CBEF470D1F524415A5D41AC109807A0D">
    <w:name w:val="CBEF470D1F524415A5D41AC109807A0D"/>
    <w:rsid w:val="000F60E3"/>
  </w:style>
  <w:style w:type="paragraph" w:customStyle="1" w:styleId="B8996A640BD24EDD9B156FF67A3BDD2E">
    <w:name w:val="B8996A640BD24EDD9B156FF67A3BDD2E"/>
    <w:rsid w:val="000F60E3"/>
  </w:style>
  <w:style w:type="paragraph" w:customStyle="1" w:styleId="CDFBDE97627A4C798808B2E220579F50">
    <w:name w:val="CDFBDE97627A4C798808B2E220579F50"/>
    <w:rsid w:val="000F60E3"/>
  </w:style>
  <w:style w:type="paragraph" w:customStyle="1" w:styleId="E3DE6056DE1A45DA99E9EB937C33E0BB">
    <w:name w:val="E3DE6056DE1A45DA99E9EB937C33E0BB"/>
    <w:rsid w:val="000F60E3"/>
  </w:style>
  <w:style w:type="paragraph" w:customStyle="1" w:styleId="F9E1BD553C55466D92F757636AA16146">
    <w:name w:val="F9E1BD553C55466D92F757636AA16146"/>
    <w:rsid w:val="000F60E3"/>
  </w:style>
  <w:style w:type="paragraph" w:customStyle="1" w:styleId="4B7A124797664880BFB96E79F50E5AB4">
    <w:name w:val="4B7A124797664880BFB96E79F50E5AB4"/>
    <w:rsid w:val="000F60E3"/>
  </w:style>
  <w:style w:type="paragraph" w:customStyle="1" w:styleId="3F1AB2D3D7D94589AA5C9F0A1E2FBAC7">
    <w:name w:val="3F1AB2D3D7D94589AA5C9F0A1E2FBAC7"/>
    <w:rsid w:val="000F60E3"/>
  </w:style>
  <w:style w:type="paragraph" w:customStyle="1" w:styleId="57861CC0257143C6AF0C9DB6A94727BD">
    <w:name w:val="57861CC0257143C6AF0C9DB6A94727BD"/>
    <w:rsid w:val="000F60E3"/>
  </w:style>
  <w:style w:type="paragraph" w:customStyle="1" w:styleId="5B6FD04A46CE4EE6AF8018AEFE07CAF7">
    <w:name w:val="5B6FD04A46CE4EE6AF8018AEFE07CAF7"/>
    <w:rsid w:val="000F60E3"/>
  </w:style>
  <w:style w:type="paragraph" w:customStyle="1" w:styleId="6CA9B23A336141B4A85433D6DB30876C">
    <w:name w:val="6CA9B23A336141B4A85433D6DB30876C"/>
    <w:rsid w:val="000F60E3"/>
  </w:style>
  <w:style w:type="paragraph" w:customStyle="1" w:styleId="2106242B09444256938EF41B2AA04F3B">
    <w:name w:val="2106242B09444256938EF41B2AA04F3B"/>
    <w:rsid w:val="000F60E3"/>
  </w:style>
  <w:style w:type="paragraph" w:customStyle="1" w:styleId="A08F2430D0FA4B76A82325DD3C0D3974">
    <w:name w:val="A08F2430D0FA4B76A82325DD3C0D3974"/>
    <w:rsid w:val="000F60E3"/>
  </w:style>
  <w:style w:type="paragraph" w:customStyle="1" w:styleId="5AF537F676BD45E095A13EE4CCC803CF">
    <w:name w:val="5AF537F676BD45E095A13EE4CCC803CF"/>
    <w:rsid w:val="000F60E3"/>
  </w:style>
  <w:style w:type="paragraph" w:customStyle="1" w:styleId="F5AF842CCEF340A59C6A5AE461D02566">
    <w:name w:val="F5AF842CCEF340A59C6A5AE461D02566"/>
    <w:rsid w:val="000F60E3"/>
  </w:style>
  <w:style w:type="paragraph" w:customStyle="1" w:styleId="15E49AE5ABE54E2B870D1B75697A5E63">
    <w:name w:val="15E49AE5ABE54E2B870D1B75697A5E63"/>
    <w:rsid w:val="000F60E3"/>
  </w:style>
  <w:style w:type="paragraph" w:customStyle="1" w:styleId="C5DA63632BC8403BA1CF903AD40823BA">
    <w:name w:val="C5DA63632BC8403BA1CF903AD40823BA"/>
    <w:rsid w:val="000F60E3"/>
  </w:style>
  <w:style w:type="paragraph" w:customStyle="1" w:styleId="2BB91F93992E4AB5A3A680D46D65106D">
    <w:name w:val="2BB91F93992E4AB5A3A680D46D65106D"/>
    <w:rsid w:val="000F60E3"/>
  </w:style>
  <w:style w:type="paragraph" w:customStyle="1" w:styleId="7442559F289547C08906530C60413228">
    <w:name w:val="7442559F289547C08906530C60413228"/>
    <w:rsid w:val="000F60E3"/>
  </w:style>
  <w:style w:type="paragraph" w:customStyle="1" w:styleId="D3BF49934A394E11A6E69252095E579F">
    <w:name w:val="D3BF49934A394E11A6E69252095E579F"/>
    <w:rsid w:val="000F60E3"/>
  </w:style>
  <w:style w:type="paragraph" w:customStyle="1" w:styleId="46C7A24EFB8742F0A8CB70DA2E425C9B">
    <w:name w:val="46C7A24EFB8742F0A8CB70DA2E425C9B"/>
    <w:rsid w:val="000F60E3"/>
  </w:style>
  <w:style w:type="paragraph" w:customStyle="1" w:styleId="5C05680EDBC847E48E464A1A30CA4DBB">
    <w:name w:val="5C05680EDBC847E48E464A1A30CA4DBB"/>
    <w:rsid w:val="000F60E3"/>
  </w:style>
  <w:style w:type="paragraph" w:customStyle="1" w:styleId="801299EEBB0D44F28711E2F45E2CBED5">
    <w:name w:val="801299EEBB0D44F28711E2F45E2CBED5"/>
    <w:rsid w:val="000F60E3"/>
  </w:style>
  <w:style w:type="paragraph" w:customStyle="1" w:styleId="E358B824A1E140EA9B54007A67ED70A3">
    <w:name w:val="E358B824A1E140EA9B54007A67ED70A3"/>
    <w:rsid w:val="000F60E3"/>
  </w:style>
  <w:style w:type="paragraph" w:customStyle="1" w:styleId="03D07E2E076F4D5ABECAF02CBF24A0A9">
    <w:name w:val="03D07E2E076F4D5ABECAF02CBF24A0A9"/>
    <w:rsid w:val="000F60E3"/>
  </w:style>
  <w:style w:type="paragraph" w:customStyle="1" w:styleId="F2A4DC38CFAC4FFFB0B2BD8D5FB16BA6">
    <w:name w:val="F2A4DC38CFAC4FFFB0B2BD8D5FB16BA6"/>
    <w:rsid w:val="000F60E3"/>
  </w:style>
  <w:style w:type="paragraph" w:customStyle="1" w:styleId="863EC32207EB4979A23F2623F62008D3">
    <w:name w:val="863EC32207EB4979A23F2623F62008D3"/>
    <w:rsid w:val="000F60E3"/>
  </w:style>
  <w:style w:type="paragraph" w:customStyle="1" w:styleId="3838C876BD46481584A9B215A8A2DA4C">
    <w:name w:val="3838C876BD46481584A9B215A8A2DA4C"/>
    <w:rsid w:val="000F60E3"/>
  </w:style>
  <w:style w:type="paragraph" w:customStyle="1" w:styleId="51CEFD3673FB4AD79C088BCD6F029408">
    <w:name w:val="51CEFD3673FB4AD79C088BCD6F029408"/>
    <w:rsid w:val="000F60E3"/>
  </w:style>
  <w:style w:type="paragraph" w:customStyle="1" w:styleId="50AC4D649BE54F6796A92E89B67173AB">
    <w:name w:val="50AC4D649BE54F6796A92E89B67173AB"/>
    <w:rsid w:val="000F60E3"/>
  </w:style>
  <w:style w:type="paragraph" w:customStyle="1" w:styleId="DD4978B8877941C6B46A0F2C96635B40">
    <w:name w:val="DD4978B8877941C6B46A0F2C96635B40"/>
    <w:rsid w:val="000F60E3"/>
  </w:style>
  <w:style w:type="paragraph" w:customStyle="1" w:styleId="948752F710834C99B88FB4FF934CADE4">
    <w:name w:val="948752F710834C99B88FB4FF934CADE4"/>
    <w:rsid w:val="000F60E3"/>
  </w:style>
  <w:style w:type="paragraph" w:customStyle="1" w:styleId="ECB9F97196EF48C7B78FF85A94276AF8">
    <w:name w:val="ECB9F97196EF48C7B78FF85A94276AF8"/>
    <w:rsid w:val="000F60E3"/>
  </w:style>
  <w:style w:type="paragraph" w:customStyle="1" w:styleId="60E1968B2AF1464F8E96F8A996216622">
    <w:name w:val="60E1968B2AF1464F8E96F8A996216622"/>
    <w:rsid w:val="000F60E3"/>
  </w:style>
  <w:style w:type="paragraph" w:customStyle="1" w:styleId="3254183A6A8F4514B674ABF2C4BF3E38">
    <w:name w:val="3254183A6A8F4514B674ABF2C4BF3E38"/>
    <w:rsid w:val="000F60E3"/>
  </w:style>
  <w:style w:type="paragraph" w:customStyle="1" w:styleId="4B9F35863CC241F29109298EACE883DB">
    <w:name w:val="4B9F35863CC241F29109298EACE883DB"/>
    <w:rsid w:val="000F60E3"/>
  </w:style>
  <w:style w:type="paragraph" w:customStyle="1" w:styleId="670C07F7C87F4A158D714165E7CA99DD">
    <w:name w:val="670C07F7C87F4A158D714165E7CA99DD"/>
    <w:rsid w:val="000F60E3"/>
  </w:style>
  <w:style w:type="paragraph" w:customStyle="1" w:styleId="4387129EDFAA43689A225BEFF8C0F63C">
    <w:name w:val="4387129EDFAA43689A225BEFF8C0F63C"/>
    <w:rsid w:val="000F60E3"/>
  </w:style>
  <w:style w:type="paragraph" w:customStyle="1" w:styleId="B92223F787A74A28B0AA827D642A7757">
    <w:name w:val="B92223F787A74A28B0AA827D642A7757"/>
    <w:rsid w:val="000F60E3"/>
  </w:style>
  <w:style w:type="paragraph" w:customStyle="1" w:styleId="4D9D0482EEA1454FB912318D78C59E76">
    <w:name w:val="4D9D0482EEA1454FB912318D78C59E76"/>
    <w:rsid w:val="000F60E3"/>
  </w:style>
  <w:style w:type="paragraph" w:customStyle="1" w:styleId="1BEE1908793846208240201526E571BD">
    <w:name w:val="1BEE1908793846208240201526E571BD"/>
    <w:rsid w:val="000F60E3"/>
  </w:style>
  <w:style w:type="paragraph" w:customStyle="1" w:styleId="50204BE8602F4C80ADE9A9048A93EDF7">
    <w:name w:val="50204BE8602F4C80ADE9A9048A93EDF7"/>
    <w:rsid w:val="000F60E3"/>
  </w:style>
  <w:style w:type="paragraph" w:customStyle="1" w:styleId="D3333FD6CEDE47B5BF737857C3E1FA71">
    <w:name w:val="D3333FD6CEDE47B5BF737857C3E1FA71"/>
    <w:rsid w:val="000F60E3"/>
  </w:style>
  <w:style w:type="paragraph" w:customStyle="1" w:styleId="01225BF13954443393DFD204FF9D1106">
    <w:name w:val="01225BF13954443393DFD204FF9D1106"/>
    <w:rsid w:val="000F60E3"/>
  </w:style>
  <w:style w:type="paragraph" w:customStyle="1" w:styleId="5C703BE3D4E34EF6BF525011ECA12DE8">
    <w:name w:val="5C703BE3D4E34EF6BF525011ECA12DE8"/>
    <w:rsid w:val="000F60E3"/>
  </w:style>
  <w:style w:type="paragraph" w:customStyle="1" w:styleId="CFC745246ACB40289EE0DA9E2F6704F0">
    <w:name w:val="CFC745246ACB40289EE0DA9E2F6704F0"/>
    <w:rsid w:val="000F60E3"/>
  </w:style>
  <w:style w:type="paragraph" w:customStyle="1" w:styleId="0113F79A6E014EB6AFA012CE83417CAF">
    <w:name w:val="0113F79A6E014EB6AFA012CE83417CAF"/>
    <w:rsid w:val="000F60E3"/>
  </w:style>
  <w:style w:type="paragraph" w:customStyle="1" w:styleId="F3B5586F778B4C84B616E1DF77F1B718">
    <w:name w:val="F3B5586F778B4C84B616E1DF77F1B718"/>
    <w:rsid w:val="000F60E3"/>
  </w:style>
  <w:style w:type="paragraph" w:customStyle="1" w:styleId="EC605996D1524A848266A4E274541707">
    <w:name w:val="EC605996D1524A848266A4E274541707"/>
    <w:rsid w:val="000F60E3"/>
  </w:style>
  <w:style w:type="paragraph" w:customStyle="1" w:styleId="E961519D2EDF4DB69DAE8282C324A6E2">
    <w:name w:val="E961519D2EDF4DB69DAE8282C324A6E2"/>
    <w:rsid w:val="000F60E3"/>
  </w:style>
  <w:style w:type="paragraph" w:customStyle="1" w:styleId="8F4F264BDAB1455588438E238C981AC4">
    <w:name w:val="8F4F264BDAB1455588438E238C981AC4"/>
    <w:rsid w:val="000F60E3"/>
  </w:style>
  <w:style w:type="paragraph" w:customStyle="1" w:styleId="5F833B8845034A448E188B7AD3688DCA">
    <w:name w:val="5F833B8845034A448E188B7AD3688DCA"/>
    <w:rsid w:val="000F60E3"/>
  </w:style>
  <w:style w:type="paragraph" w:customStyle="1" w:styleId="9F8423F1812144A9A6DC229AF92CBE56">
    <w:name w:val="9F8423F1812144A9A6DC229AF92CBE56"/>
    <w:rsid w:val="000F60E3"/>
  </w:style>
  <w:style w:type="paragraph" w:customStyle="1" w:styleId="0FD5DED5A92646A9888E311F4FDDD044">
    <w:name w:val="0FD5DED5A92646A9888E311F4FDDD044"/>
    <w:rsid w:val="000F60E3"/>
  </w:style>
  <w:style w:type="paragraph" w:customStyle="1" w:styleId="686A0CBCFFC640CBB4875CC5BA38BD90">
    <w:name w:val="686A0CBCFFC640CBB4875CC5BA38BD90"/>
    <w:rsid w:val="000F60E3"/>
  </w:style>
  <w:style w:type="paragraph" w:customStyle="1" w:styleId="2E2EE7F8D9A94F3FB3A9869E4C7C3BEE">
    <w:name w:val="2E2EE7F8D9A94F3FB3A9869E4C7C3BEE"/>
    <w:rsid w:val="000F60E3"/>
  </w:style>
  <w:style w:type="paragraph" w:customStyle="1" w:styleId="65C66F4F69394B62B25CBD6059E06658">
    <w:name w:val="65C66F4F69394B62B25CBD6059E06658"/>
    <w:rsid w:val="000F60E3"/>
  </w:style>
  <w:style w:type="paragraph" w:customStyle="1" w:styleId="FF6640E5E8574EC584ECF5B690BAB373">
    <w:name w:val="FF6640E5E8574EC584ECF5B690BAB373"/>
    <w:rsid w:val="000F60E3"/>
  </w:style>
  <w:style w:type="paragraph" w:customStyle="1" w:styleId="858D9096573747D18B6A9A9327B34528">
    <w:name w:val="858D9096573747D18B6A9A9327B34528"/>
    <w:rsid w:val="000F60E3"/>
  </w:style>
  <w:style w:type="paragraph" w:customStyle="1" w:styleId="242C0555C6FC469CADF710D0CBE07A6F">
    <w:name w:val="242C0555C6FC469CADF710D0CBE07A6F"/>
    <w:rsid w:val="000F60E3"/>
  </w:style>
  <w:style w:type="paragraph" w:customStyle="1" w:styleId="CC35FC860B74476FA734C58B8E9AD889">
    <w:name w:val="CC35FC860B74476FA734C58B8E9AD889"/>
    <w:rsid w:val="000F60E3"/>
  </w:style>
  <w:style w:type="paragraph" w:customStyle="1" w:styleId="8504F51FBDCE4FB98CA0502C557278D9">
    <w:name w:val="8504F51FBDCE4FB98CA0502C557278D9"/>
    <w:rsid w:val="000F60E3"/>
  </w:style>
  <w:style w:type="paragraph" w:customStyle="1" w:styleId="2C53D574EDF34C588EC50C7BFF58ABE9">
    <w:name w:val="2C53D574EDF34C588EC50C7BFF58ABE9"/>
    <w:rsid w:val="000F60E3"/>
  </w:style>
  <w:style w:type="paragraph" w:customStyle="1" w:styleId="DD54C7E7492448729B5BA04DF6CD0522">
    <w:name w:val="DD54C7E7492448729B5BA04DF6CD0522"/>
    <w:rsid w:val="000F60E3"/>
  </w:style>
  <w:style w:type="paragraph" w:customStyle="1" w:styleId="F697F48A7E2B48E8A2B17A506516A96A">
    <w:name w:val="F697F48A7E2B48E8A2B17A506516A96A"/>
    <w:rsid w:val="000F60E3"/>
  </w:style>
  <w:style w:type="paragraph" w:customStyle="1" w:styleId="52E6D7ABA4ED4BA88F0D838B6EB18903">
    <w:name w:val="52E6D7ABA4ED4BA88F0D838B6EB18903"/>
    <w:rsid w:val="000F60E3"/>
  </w:style>
  <w:style w:type="paragraph" w:customStyle="1" w:styleId="BA3EB1DB45F44E3FB7CE9F728DB484D4">
    <w:name w:val="BA3EB1DB45F44E3FB7CE9F728DB484D4"/>
    <w:rsid w:val="000F60E3"/>
  </w:style>
  <w:style w:type="paragraph" w:customStyle="1" w:styleId="E7C20A4AEF8F4EA9A10603DB079BFD50">
    <w:name w:val="E7C20A4AEF8F4EA9A10603DB079BFD50"/>
    <w:rsid w:val="000F60E3"/>
  </w:style>
  <w:style w:type="paragraph" w:customStyle="1" w:styleId="BC4A224E5BF748FDA2B8B3FFA7B5DF31">
    <w:name w:val="BC4A224E5BF748FDA2B8B3FFA7B5DF31"/>
    <w:rsid w:val="000F60E3"/>
  </w:style>
  <w:style w:type="paragraph" w:customStyle="1" w:styleId="5A92B8BB9D7B4B64A3837EA9DCA02FA2">
    <w:name w:val="5A92B8BB9D7B4B64A3837EA9DCA02FA2"/>
    <w:rsid w:val="000F60E3"/>
  </w:style>
  <w:style w:type="paragraph" w:customStyle="1" w:styleId="60A537EA26164BD5A95274DB11CF91AA">
    <w:name w:val="60A537EA26164BD5A95274DB11CF91AA"/>
    <w:rsid w:val="000F60E3"/>
  </w:style>
  <w:style w:type="paragraph" w:customStyle="1" w:styleId="68CED559E98145B6A67B7194A84DDA71">
    <w:name w:val="68CED559E98145B6A67B7194A84DDA71"/>
    <w:rsid w:val="000F60E3"/>
  </w:style>
  <w:style w:type="paragraph" w:customStyle="1" w:styleId="645AE546C19A47E0BCB3A087608679A6">
    <w:name w:val="645AE546C19A47E0BCB3A087608679A6"/>
    <w:rsid w:val="000F60E3"/>
  </w:style>
  <w:style w:type="paragraph" w:customStyle="1" w:styleId="3A18B4C6875F481CA1308BE63F7AE86B">
    <w:name w:val="3A18B4C6875F481CA1308BE63F7AE86B"/>
    <w:rsid w:val="000F60E3"/>
  </w:style>
  <w:style w:type="paragraph" w:customStyle="1" w:styleId="DF8DC44A1F43422FA0125C6E154E9BE7">
    <w:name w:val="DF8DC44A1F43422FA0125C6E154E9BE7"/>
    <w:rsid w:val="000F60E3"/>
  </w:style>
  <w:style w:type="paragraph" w:customStyle="1" w:styleId="8A5D6C9D284145A1BC4FA09EC7A9DF34">
    <w:name w:val="8A5D6C9D284145A1BC4FA09EC7A9DF34"/>
    <w:rsid w:val="000F60E3"/>
  </w:style>
  <w:style w:type="paragraph" w:customStyle="1" w:styleId="5305F01683AF484187EFBA4904657183">
    <w:name w:val="5305F01683AF484187EFBA4904657183"/>
    <w:rsid w:val="000F60E3"/>
  </w:style>
  <w:style w:type="paragraph" w:customStyle="1" w:styleId="AA186A118FF94541BB42D3DD9180795D">
    <w:name w:val="AA186A118FF94541BB42D3DD9180795D"/>
    <w:rsid w:val="000F60E3"/>
  </w:style>
  <w:style w:type="paragraph" w:customStyle="1" w:styleId="3BEA6845B80E45D19F69DFD4F21E2251">
    <w:name w:val="3BEA6845B80E45D19F69DFD4F21E2251"/>
    <w:rsid w:val="000F60E3"/>
  </w:style>
  <w:style w:type="paragraph" w:customStyle="1" w:styleId="2A89F24DDB324DF484C859497493DBB4">
    <w:name w:val="2A89F24DDB324DF484C859497493DBB4"/>
    <w:rsid w:val="000F60E3"/>
  </w:style>
  <w:style w:type="paragraph" w:customStyle="1" w:styleId="82DB3E3A2E404467BAFE5FB30ADC4C8B">
    <w:name w:val="82DB3E3A2E404467BAFE5FB30ADC4C8B"/>
    <w:rsid w:val="000F60E3"/>
  </w:style>
  <w:style w:type="paragraph" w:customStyle="1" w:styleId="18367784022648CF803B2655887A85D1">
    <w:name w:val="18367784022648CF803B2655887A85D1"/>
    <w:rsid w:val="000F60E3"/>
  </w:style>
  <w:style w:type="paragraph" w:customStyle="1" w:styleId="570B8A64FD744B438BCA246BE538EB94">
    <w:name w:val="570B8A64FD744B438BCA246BE538EB94"/>
    <w:rsid w:val="000F60E3"/>
  </w:style>
  <w:style w:type="paragraph" w:customStyle="1" w:styleId="892440021A614E9DB0ABB6968505CEFB">
    <w:name w:val="892440021A614E9DB0ABB6968505CEFB"/>
    <w:rsid w:val="000F60E3"/>
  </w:style>
  <w:style w:type="paragraph" w:customStyle="1" w:styleId="EE421A18837245D097A98044A03B91B5">
    <w:name w:val="EE421A18837245D097A98044A03B91B5"/>
    <w:rsid w:val="000F60E3"/>
  </w:style>
  <w:style w:type="paragraph" w:customStyle="1" w:styleId="9274097DFA324F949ABF7F15A1176044">
    <w:name w:val="9274097DFA324F949ABF7F15A1176044"/>
    <w:rsid w:val="000F60E3"/>
  </w:style>
  <w:style w:type="paragraph" w:customStyle="1" w:styleId="C3F01C38A90F44F1880312731EA5FD09">
    <w:name w:val="C3F01C38A90F44F1880312731EA5FD09"/>
    <w:rsid w:val="000F60E3"/>
  </w:style>
  <w:style w:type="paragraph" w:customStyle="1" w:styleId="56C0AB5C53784C82BF6527D6AF707046">
    <w:name w:val="56C0AB5C53784C82BF6527D6AF707046"/>
    <w:rsid w:val="000F60E3"/>
  </w:style>
  <w:style w:type="paragraph" w:customStyle="1" w:styleId="3643A45A24B2464EA6FAAE8FBD1B9346">
    <w:name w:val="3643A45A24B2464EA6FAAE8FBD1B9346"/>
    <w:rsid w:val="000F60E3"/>
  </w:style>
  <w:style w:type="paragraph" w:customStyle="1" w:styleId="2B5A9AE274D149C7AB8E85203CA225FC">
    <w:name w:val="2B5A9AE274D149C7AB8E85203CA225FC"/>
    <w:rsid w:val="000F60E3"/>
  </w:style>
  <w:style w:type="paragraph" w:customStyle="1" w:styleId="06DB4D0526264AA4B469C95030DF2AA8">
    <w:name w:val="06DB4D0526264AA4B469C95030DF2AA8"/>
    <w:rsid w:val="000F60E3"/>
  </w:style>
  <w:style w:type="paragraph" w:customStyle="1" w:styleId="494007272EB1474195676C99064071EA">
    <w:name w:val="494007272EB1474195676C99064071EA"/>
    <w:rsid w:val="000F60E3"/>
  </w:style>
  <w:style w:type="paragraph" w:customStyle="1" w:styleId="AF5E49ED66DD493B9D3E0ABFB47FB457">
    <w:name w:val="AF5E49ED66DD493B9D3E0ABFB47FB457"/>
    <w:rsid w:val="000F60E3"/>
  </w:style>
  <w:style w:type="paragraph" w:customStyle="1" w:styleId="36351060059043D5B71CA025713D0CB7">
    <w:name w:val="36351060059043D5B71CA025713D0CB7"/>
    <w:rsid w:val="000F60E3"/>
  </w:style>
  <w:style w:type="paragraph" w:customStyle="1" w:styleId="94268FE9A07549E79A7D33D6D39675D1">
    <w:name w:val="94268FE9A07549E79A7D33D6D39675D1"/>
    <w:rsid w:val="000F60E3"/>
  </w:style>
  <w:style w:type="paragraph" w:customStyle="1" w:styleId="8DCA51600B2345938CC0E103A0BC5AFC">
    <w:name w:val="8DCA51600B2345938CC0E103A0BC5AFC"/>
    <w:rsid w:val="000F60E3"/>
  </w:style>
  <w:style w:type="paragraph" w:customStyle="1" w:styleId="74F35F1481BC43A08755E96C7ED999BF">
    <w:name w:val="74F35F1481BC43A08755E96C7ED999BF"/>
    <w:rsid w:val="000F60E3"/>
  </w:style>
  <w:style w:type="paragraph" w:customStyle="1" w:styleId="0C1A715F656D4D968B27711C6F918409">
    <w:name w:val="0C1A715F656D4D968B27711C6F918409"/>
    <w:rsid w:val="000F60E3"/>
  </w:style>
  <w:style w:type="paragraph" w:customStyle="1" w:styleId="F381CC28279641BF81966A731A949D27">
    <w:name w:val="F381CC28279641BF81966A731A949D27"/>
    <w:rsid w:val="000F60E3"/>
  </w:style>
  <w:style w:type="paragraph" w:customStyle="1" w:styleId="510A1378AFF64CF6974400DC49897DF6">
    <w:name w:val="510A1378AFF64CF6974400DC49897DF6"/>
    <w:rsid w:val="000F60E3"/>
  </w:style>
  <w:style w:type="paragraph" w:customStyle="1" w:styleId="9D8EB35BE37245C5B73ABC49D3A69667">
    <w:name w:val="9D8EB35BE37245C5B73ABC49D3A69667"/>
    <w:rsid w:val="000F60E3"/>
  </w:style>
  <w:style w:type="paragraph" w:customStyle="1" w:styleId="E5A8879CE8F0431FAEC12E121F90AEA9">
    <w:name w:val="E5A8879CE8F0431FAEC12E121F90AEA9"/>
    <w:rsid w:val="000F60E3"/>
  </w:style>
  <w:style w:type="paragraph" w:customStyle="1" w:styleId="689E339ACF04462AA961344628016747">
    <w:name w:val="689E339ACF04462AA961344628016747"/>
    <w:rsid w:val="000F60E3"/>
  </w:style>
  <w:style w:type="paragraph" w:customStyle="1" w:styleId="075FB18BBB2840438068E79137DA9661">
    <w:name w:val="075FB18BBB2840438068E79137DA9661"/>
    <w:rsid w:val="000F60E3"/>
  </w:style>
  <w:style w:type="paragraph" w:customStyle="1" w:styleId="4785B6E100224D43B985AC28F80D5E10">
    <w:name w:val="4785B6E100224D43B985AC28F80D5E10"/>
    <w:rsid w:val="000F60E3"/>
  </w:style>
  <w:style w:type="paragraph" w:customStyle="1" w:styleId="6B8A0C1AA129468EBAA92424F0E880F4">
    <w:name w:val="6B8A0C1AA129468EBAA92424F0E880F4"/>
    <w:rsid w:val="000F60E3"/>
  </w:style>
  <w:style w:type="paragraph" w:customStyle="1" w:styleId="917940CC81B24256A41A2B9A5F6AFAE9">
    <w:name w:val="917940CC81B24256A41A2B9A5F6AFAE9"/>
    <w:rsid w:val="000F60E3"/>
  </w:style>
  <w:style w:type="paragraph" w:customStyle="1" w:styleId="EC8CB9A9459542818B498BE04832A0C9">
    <w:name w:val="EC8CB9A9459542818B498BE04832A0C9"/>
    <w:rsid w:val="000F60E3"/>
  </w:style>
  <w:style w:type="paragraph" w:customStyle="1" w:styleId="2A68BA253F29463F8EEF23BAC9482DB2">
    <w:name w:val="2A68BA253F29463F8EEF23BAC9482DB2"/>
    <w:rsid w:val="000F60E3"/>
  </w:style>
  <w:style w:type="paragraph" w:customStyle="1" w:styleId="5CFA3AF98D524B9688BFDA5F0DE2527D">
    <w:name w:val="5CFA3AF98D524B9688BFDA5F0DE2527D"/>
    <w:rsid w:val="000F60E3"/>
  </w:style>
  <w:style w:type="paragraph" w:customStyle="1" w:styleId="8D30AF74358E40CDB926D58C1706C916">
    <w:name w:val="8D30AF74358E40CDB926D58C1706C916"/>
    <w:rsid w:val="000F60E3"/>
  </w:style>
  <w:style w:type="paragraph" w:customStyle="1" w:styleId="D1E29825755944C5A29F68C298D71BD1">
    <w:name w:val="D1E29825755944C5A29F68C298D71BD1"/>
    <w:rsid w:val="000F60E3"/>
  </w:style>
  <w:style w:type="paragraph" w:customStyle="1" w:styleId="976B70613781441CB448B19FA80A1804">
    <w:name w:val="976B70613781441CB448B19FA80A1804"/>
    <w:rsid w:val="000F60E3"/>
  </w:style>
  <w:style w:type="paragraph" w:customStyle="1" w:styleId="158244D644404E37B7606D7255DF5053">
    <w:name w:val="158244D644404E37B7606D7255DF5053"/>
    <w:rsid w:val="000F60E3"/>
  </w:style>
  <w:style w:type="paragraph" w:customStyle="1" w:styleId="A7A5A8009ED944BAACE00130C100882E">
    <w:name w:val="A7A5A8009ED944BAACE00130C100882E"/>
    <w:rsid w:val="000F60E3"/>
  </w:style>
  <w:style w:type="paragraph" w:customStyle="1" w:styleId="C93B3D38C4694D54838252D2F5CEE0F6">
    <w:name w:val="C93B3D38C4694D54838252D2F5CEE0F6"/>
    <w:rsid w:val="000F60E3"/>
  </w:style>
  <w:style w:type="paragraph" w:customStyle="1" w:styleId="5FADDA583A164DF69B457809BEB05443">
    <w:name w:val="5FADDA583A164DF69B457809BEB05443"/>
    <w:rsid w:val="000F60E3"/>
  </w:style>
  <w:style w:type="paragraph" w:customStyle="1" w:styleId="7CCEFB8773B34B29B5EFF216AD891689">
    <w:name w:val="7CCEFB8773B34B29B5EFF216AD891689"/>
    <w:rsid w:val="000F60E3"/>
  </w:style>
  <w:style w:type="paragraph" w:customStyle="1" w:styleId="B5F339BFBD984659917FD56F440A2E21">
    <w:name w:val="B5F339BFBD984659917FD56F440A2E21"/>
    <w:rsid w:val="000F60E3"/>
  </w:style>
  <w:style w:type="paragraph" w:customStyle="1" w:styleId="8D25C1E85FB947838729F721719BE0A5">
    <w:name w:val="8D25C1E85FB947838729F721719BE0A5"/>
    <w:rsid w:val="000F60E3"/>
  </w:style>
  <w:style w:type="paragraph" w:customStyle="1" w:styleId="86125DDE77DB4F5EB126918331B3117D">
    <w:name w:val="86125DDE77DB4F5EB126918331B3117D"/>
    <w:rsid w:val="000F60E3"/>
  </w:style>
  <w:style w:type="paragraph" w:customStyle="1" w:styleId="8CD51F3A30C84B3A89ED66C9D56E76F4">
    <w:name w:val="8CD51F3A30C84B3A89ED66C9D56E76F4"/>
    <w:rsid w:val="000F60E3"/>
  </w:style>
  <w:style w:type="paragraph" w:customStyle="1" w:styleId="1C4DD56918F34203B55B924C7021749B">
    <w:name w:val="1C4DD56918F34203B55B924C7021749B"/>
    <w:rsid w:val="000F60E3"/>
  </w:style>
  <w:style w:type="paragraph" w:customStyle="1" w:styleId="DF6A9140EB8C43BB9DA502A365AEFDCC">
    <w:name w:val="DF6A9140EB8C43BB9DA502A365AEFDCC"/>
    <w:rsid w:val="000F60E3"/>
  </w:style>
  <w:style w:type="paragraph" w:customStyle="1" w:styleId="B5F5B45E51B04E509B38BC2F1F1B52F8">
    <w:name w:val="B5F5B45E51B04E509B38BC2F1F1B52F8"/>
    <w:rsid w:val="000F60E3"/>
  </w:style>
  <w:style w:type="paragraph" w:customStyle="1" w:styleId="96F972FEB50A467B93F5A3006F44F68B">
    <w:name w:val="96F972FEB50A467B93F5A3006F44F68B"/>
    <w:rsid w:val="000F60E3"/>
  </w:style>
  <w:style w:type="paragraph" w:customStyle="1" w:styleId="4E96C9E6D3D642FC8654237244CE6D76">
    <w:name w:val="4E96C9E6D3D642FC8654237244CE6D76"/>
    <w:rsid w:val="000F60E3"/>
  </w:style>
  <w:style w:type="paragraph" w:customStyle="1" w:styleId="A0FEEDA0B3BB4628ABEDB70C458BF84A">
    <w:name w:val="A0FEEDA0B3BB4628ABEDB70C458BF84A"/>
    <w:rsid w:val="000F60E3"/>
  </w:style>
  <w:style w:type="paragraph" w:customStyle="1" w:styleId="40E4461DEA0B41BEAE9F5D15AAAB7215">
    <w:name w:val="40E4461DEA0B41BEAE9F5D15AAAB7215"/>
    <w:rsid w:val="000F60E3"/>
  </w:style>
  <w:style w:type="paragraph" w:customStyle="1" w:styleId="C099242337914805AD0377C8F2DB517D">
    <w:name w:val="C099242337914805AD0377C8F2DB517D"/>
    <w:rsid w:val="000F60E3"/>
  </w:style>
  <w:style w:type="paragraph" w:customStyle="1" w:styleId="A9361BCE042A4AD5A889C366482CA98B">
    <w:name w:val="A9361BCE042A4AD5A889C366482CA98B"/>
    <w:rsid w:val="000F60E3"/>
  </w:style>
  <w:style w:type="paragraph" w:customStyle="1" w:styleId="231D73AF64A74FE9A883DBCE39E31398">
    <w:name w:val="231D73AF64A74FE9A883DBCE39E31398"/>
    <w:rsid w:val="000F60E3"/>
  </w:style>
  <w:style w:type="paragraph" w:customStyle="1" w:styleId="FEB29C647C34483F84580212683C8226">
    <w:name w:val="FEB29C647C34483F84580212683C8226"/>
    <w:rsid w:val="000F60E3"/>
  </w:style>
  <w:style w:type="paragraph" w:customStyle="1" w:styleId="E6C33BB272E340B182834237A21D458B">
    <w:name w:val="E6C33BB272E340B182834237A21D458B"/>
    <w:rsid w:val="000F60E3"/>
  </w:style>
  <w:style w:type="paragraph" w:customStyle="1" w:styleId="9C8B9E3ED1F843428AA799366533D72C">
    <w:name w:val="9C8B9E3ED1F843428AA799366533D72C"/>
    <w:rsid w:val="000F60E3"/>
  </w:style>
  <w:style w:type="paragraph" w:customStyle="1" w:styleId="5FBDABA65866449DADCD06A9AEE3E88F">
    <w:name w:val="5FBDABA65866449DADCD06A9AEE3E88F"/>
    <w:rsid w:val="000F60E3"/>
  </w:style>
  <w:style w:type="paragraph" w:customStyle="1" w:styleId="B44D0EE82FAD45D097712D9FDA676DD4">
    <w:name w:val="B44D0EE82FAD45D097712D9FDA676DD4"/>
    <w:rsid w:val="000F60E3"/>
  </w:style>
  <w:style w:type="paragraph" w:customStyle="1" w:styleId="4D9B04F6CC154BFAAB831B003C791957">
    <w:name w:val="4D9B04F6CC154BFAAB831B003C791957"/>
    <w:rsid w:val="000F60E3"/>
  </w:style>
  <w:style w:type="paragraph" w:customStyle="1" w:styleId="10EF5666361445CCA2ADD60C847FF3B8">
    <w:name w:val="10EF5666361445CCA2ADD60C847FF3B8"/>
    <w:rsid w:val="000F60E3"/>
  </w:style>
  <w:style w:type="paragraph" w:customStyle="1" w:styleId="1A9DEF829ED447E19E74E410C63813F3">
    <w:name w:val="1A9DEF829ED447E19E74E410C63813F3"/>
    <w:rsid w:val="000F60E3"/>
  </w:style>
  <w:style w:type="paragraph" w:customStyle="1" w:styleId="3E485D23DB1E49C5B0BE92BB228B603A">
    <w:name w:val="3E485D23DB1E49C5B0BE92BB228B603A"/>
    <w:rsid w:val="000F60E3"/>
  </w:style>
  <w:style w:type="paragraph" w:customStyle="1" w:styleId="03841C86C9DC480298F1785A01EC00F6">
    <w:name w:val="03841C86C9DC480298F1785A01EC00F6"/>
    <w:rsid w:val="000F60E3"/>
  </w:style>
  <w:style w:type="paragraph" w:customStyle="1" w:styleId="E6C495E1F71B447D9B9FFA46CF1DB519">
    <w:name w:val="E6C495E1F71B447D9B9FFA46CF1DB519"/>
    <w:rsid w:val="000F60E3"/>
  </w:style>
  <w:style w:type="paragraph" w:customStyle="1" w:styleId="B3EA79515FB64A34B7584CDDCDD35BEE">
    <w:name w:val="B3EA79515FB64A34B7584CDDCDD35BEE"/>
    <w:rsid w:val="000F60E3"/>
  </w:style>
  <w:style w:type="paragraph" w:customStyle="1" w:styleId="6EF020412A2F47B3871B66F08FB7FD29">
    <w:name w:val="6EF020412A2F47B3871B66F08FB7FD29"/>
    <w:rsid w:val="000F60E3"/>
  </w:style>
  <w:style w:type="paragraph" w:customStyle="1" w:styleId="D012A3463C9A488FB010DA634AF025E3">
    <w:name w:val="D012A3463C9A488FB010DA634AF025E3"/>
    <w:rsid w:val="000F60E3"/>
  </w:style>
  <w:style w:type="paragraph" w:customStyle="1" w:styleId="23079FF98E9646709F3F1C96AED89B32">
    <w:name w:val="23079FF98E9646709F3F1C96AED89B32"/>
    <w:rsid w:val="000F60E3"/>
  </w:style>
  <w:style w:type="paragraph" w:customStyle="1" w:styleId="41FA7174FA974FB3BBB320191D9772E1">
    <w:name w:val="41FA7174FA974FB3BBB320191D9772E1"/>
    <w:rsid w:val="000F60E3"/>
  </w:style>
  <w:style w:type="paragraph" w:customStyle="1" w:styleId="703FB8974AA441278D6781BA7E06967F">
    <w:name w:val="703FB8974AA441278D6781BA7E06967F"/>
    <w:rsid w:val="000F60E3"/>
  </w:style>
  <w:style w:type="paragraph" w:customStyle="1" w:styleId="EBA94A72A4DE4938B0D517FD0074BEB4">
    <w:name w:val="EBA94A72A4DE4938B0D517FD0074BEB4"/>
    <w:rsid w:val="000F60E3"/>
  </w:style>
  <w:style w:type="paragraph" w:customStyle="1" w:styleId="5BCF9DB31ACF4286A7BDD4FA4372D127">
    <w:name w:val="5BCF9DB31ACF4286A7BDD4FA4372D127"/>
    <w:rsid w:val="000F60E3"/>
  </w:style>
  <w:style w:type="paragraph" w:customStyle="1" w:styleId="18B8E326334B4A34B952EF0D09A8870A">
    <w:name w:val="18B8E326334B4A34B952EF0D09A8870A"/>
    <w:rsid w:val="000F60E3"/>
  </w:style>
  <w:style w:type="paragraph" w:customStyle="1" w:styleId="C1C650C6B47745AC8F716ABC26A6D277">
    <w:name w:val="C1C650C6B47745AC8F716ABC26A6D277"/>
    <w:rsid w:val="000F60E3"/>
  </w:style>
  <w:style w:type="paragraph" w:customStyle="1" w:styleId="D957AC97BAE24F598256BD1E05D5A909">
    <w:name w:val="D957AC97BAE24F598256BD1E05D5A909"/>
    <w:rsid w:val="000F60E3"/>
  </w:style>
  <w:style w:type="paragraph" w:customStyle="1" w:styleId="8AC51DE965A242978BB3E2795727FFBF">
    <w:name w:val="8AC51DE965A242978BB3E2795727FFBF"/>
    <w:rsid w:val="000F60E3"/>
  </w:style>
  <w:style w:type="paragraph" w:customStyle="1" w:styleId="07FA2212492B4D43BA3E17AB01027630">
    <w:name w:val="07FA2212492B4D43BA3E17AB01027630"/>
    <w:rsid w:val="000F60E3"/>
  </w:style>
  <w:style w:type="paragraph" w:customStyle="1" w:styleId="19AEAE2187F44C7C906C932FC468EEFB">
    <w:name w:val="19AEAE2187F44C7C906C932FC468EEFB"/>
    <w:rsid w:val="000F60E3"/>
  </w:style>
  <w:style w:type="paragraph" w:customStyle="1" w:styleId="40CF4EA38A93444D984D0F6D06407799">
    <w:name w:val="40CF4EA38A93444D984D0F6D06407799"/>
    <w:rsid w:val="000F60E3"/>
  </w:style>
  <w:style w:type="paragraph" w:customStyle="1" w:styleId="5677A2653AAE4CEDAD4502B1621C560A">
    <w:name w:val="5677A2653AAE4CEDAD4502B1621C560A"/>
    <w:rsid w:val="000F60E3"/>
  </w:style>
  <w:style w:type="paragraph" w:customStyle="1" w:styleId="2B0C8FC987694F34B28540DEB5729105">
    <w:name w:val="2B0C8FC987694F34B28540DEB5729105"/>
    <w:rsid w:val="000F60E3"/>
  </w:style>
  <w:style w:type="paragraph" w:customStyle="1" w:styleId="E148D04581644BFFAC1E7AB363DF3696">
    <w:name w:val="E148D04581644BFFAC1E7AB363DF3696"/>
    <w:rsid w:val="000F60E3"/>
  </w:style>
  <w:style w:type="paragraph" w:customStyle="1" w:styleId="6FB080D6832C42D68F6951D99F30B47A">
    <w:name w:val="6FB080D6832C42D68F6951D99F30B47A"/>
    <w:rsid w:val="000F60E3"/>
  </w:style>
  <w:style w:type="paragraph" w:customStyle="1" w:styleId="7938E4324BB242CDBBB41960AF3A7F9C">
    <w:name w:val="7938E4324BB242CDBBB41960AF3A7F9C"/>
    <w:rsid w:val="000F60E3"/>
  </w:style>
  <w:style w:type="paragraph" w:customStyle="1" w:styleId="7F6018D2B8CE44F58DAEF5805607C54D">
    <w:name w:val="7F6018D2B8CE44F58DAEF5805607C54D"/>
    <w:rsid w:val="000F60E3"/>
  </w:style>
  <w:style w:type="paragraph" w:customStyle="1" w:styleId="E3F75E685C824146BBE6664C9844BAC8">
    <w:name w:val="E3F75E685C824146BBE6664C9844BAC8"/>
    <w:rsid w:val="000F60E3"/>
  </w:style>
  <w:style w:type="paragraph" w:customStyle="1" w:styleId="4E315F5EB2F842AAAE32DA3CEF461B9D">
    <w:name w:val="4E315F5EB2F842AAAE32DA3CEF461B9D"/>
    <w:rsid w:val="000F60E3"/>
  </w:style>
  <w:style w:type="paragraph" w:customStyle="1" w:styleId="639B6A1B76CA4E3999A18569C1A45B6C">
    <w:name w:val="639B6A1B76CA4E3999A18569C1A45B6C"/>
    <w:rsid w:val="000F60E3"/>
  </w:style>
  <w:style w:type="paragraph" w:customStyle="1" w:styleId="4509FEC457954488A557B150E706EE54">
    <w:name w:val="4509FEC457954488A557B150E706EE54"/>
    <w:rsid w:val="000F60E3"/>
  </w:style>
  <w:style w:type="paragraph" w:customStyle="1" w:styleId="72DB1D21229C4C7C8D570843360AD51E">
    <w:name w:val="72DB1D21229C4C7C8D570843360AD51E"/>
    <w:rsid w:val="000F60E3"/>
  </w:style>
  <w:style w:type="paragraph" w:customStyle="1" w:styleId="26DD5E64E0EC4F36A41016267EBCAC3C">
    <w:name w:val="26DD5E64E0EC4F36A41016267EBCAC3C"/>
    <w:rsid w:val="000F60E3"/>
  </w:style>
  <w:style w:type="paragraph" w:customStyle="1" w:styleId="91BBA4C2F1024EE1A8B0CCFFF3CC3A5E">
    <w:name w:val="91BBA4C2F1024EE1A8B0CCFFF3CC3A5E"/>
    <w:rsid w:val="000F60E3"/>
  </w:style>
  <w:style w:type="paragraph" w:customStyle="1" w:styleId="ACCA2F62745F4DA483F112FDAC5C1E2D">
    <w:name w:val="ACCA2F62745F4DA483F112FDAC5C1E2D"/>
    <w:rsid w:val="000F60E3"/>
  </w:style>
  <w:style w:type="paragraph" w:customStyle="1" w:styleId="99D13BDCEB914518B1BC075B6ADAEDFF">
    <w:name w:val="99D13BDCEB914518B1BC075B6ADAEDFF"/>
    <w:rsid w:val="000F60E3"/>
  </w:style>
  <w:style w:type="paragraph" w:customStyle="1" w:styleId="E8D8FD0D9E6447519BEEC2F65E9BEFD8">
    <w:name w:val="E8D8FD0D9E6447519BEEC2F65E9BEFD8"/>
    <w:rsid w:val="00C40903"/>
  </w:style>
  <w:style w:type="paragraph" w:customStyle="1" w:styleId="6D0B9F5A7AA5432396C870D132DA2C63">
    <w:name w:val="6D0B9F5A7AA5432396C870D132DA2C63"/>
    <w:rsid w:val="00C40903"/>
  </w:style>
  <w:style w:type="paragraph" w:customStyle="1" w:styleId="8F34675FA8BE42BBB4B3BF15C497BC83">
    <w:name w:val="8F34675FA8BE42BBB4B3BF15C497BC83"/>
    <w:rsid w:val="00C40903"/>
  </w:style>
  <w:style w:type="paragraph" w:customStyle="1" w:styleId="ED89AEB6AA7C44009F0E6F25DB1CCB50">
    <w:name w:val="ED89AEB6AA7C44009F0E6F25DB1CCB50"/>
    <w:rsid w:val="00C40903"/>
  </w:style>
  <w:style w:type="paragraph" w:customStyle="1" w:styleId="C4FEB157C0CB4D52BD7754EF1503C438">
    <w:name w:val="C4FEB157C0CB4D52BD7754EF1503C438"/>
    <w:rsid w:val="00191734"/>
  </w:style>
  <w:style w:type="paragraph" w:customStyle="1" w:styleId="AF9C02AB35374DE3BEFF76A0B519D2C1">
    <w:name w:val="AF9C02AB35374DE3BEFF76A0B519D2C1"/>
    <w:rsid w:val="00191734"/>
  </w:style>
  <w:style w:type="paragraph" w:customStyle="1" w:styleId="34EC1B8EA66E4353B45251614B410E17">
    <w:name w:val="34EC1B8EA66E4353B45251614B410E17"/>
    <w:rsid w:val="008C4B9A"/>
  </w:style>
  <w:style w:type="paragraph" w:customStyle="1" w:styleId="6D8C1C1A1F4A47A48DB8FF9B788CD05F">
    <w:name w:val="6D8C1C1A1F4A47A48DB8FF9B788CD05F"/>
    <w:rsid w:val="008C4B9A"/>
  </w:style>
  <w:style w:type="paragraph" w:customStyle="1" w:styleId="77D7C2E7957C40789DE82E11975E894F">
    <w:name w:val="77D7C2E7957C40789DE82E11975E894F"/>
    <w:rsid w:val="008C4B9A"/>
  </w:style>
  <w:style w:type="paragraph" w:customStyle="1" w:styleId="2E09CAB4F1D14D45A923D9B15160FFF2">
    <w:name w:val="2E09CAB4F1D14D45A923D9B15160FFF2"/>
    <w:rsid w:val="008C4B9A"/>
  </w:style>
  <w:style w:type="paragraph" w:customStyle="1" w:styleId="D17CFC1CAF33479FAF034A1B2BE859FD1">
    <w:name w:val="D17CFC1CAF33479FAF034A1B2BE859FD1"/>
    <w:rsid w:val="008C4B9A"/>
    <w:pPr>
      <w:spacing w:before="120" w:after="100" w:line="240" w:lineRule="auto"/>
    </w:pPr>
    <w:rPr>
      <w:rFonts w:eastAsiaTheme="minorHAnsi" w:cs="Times New Roman (Textkörper CS)"/>
      <w:color w:val="000000" w:themeColor="text1"/>
      <w:spacing w:val="4"/>
      <w:szCs w:val="24"/>
      <w:lang w:eastAsia="en-US"/>
    </w:rPr>
  </w:style>
  <w:style w:type="paragraph" w:customStyle="1" w:styleId="E2B8F8DB26364708BB7B98D45040EEB21">
    <w:name w:val="E2B8F8DB26364708BB7B98D45040EEB21"/>
    <w:rsid w:val="008C4B9A"/>
    <w:pPr>
      <w:spacing w:before="120" w:after="100" w:line="240" w:lineRule="auto"/>
    </w:pPr>
    <w:rPr>
      <w:rFonts w:eastAsiaTheme="minorHAnsi" w:cs="Times New Roman (Textkörper CS)"/>
      <w:color w:val="000000" w:themeColor="text1"/>
      <w:spacing w:val="4"/>
      <w:szCs w:val="24"/>
      <w:lang w:eastAsia="en-US"/>
    </w:rPr>
  </w:style>
  <w:style w:type="paragraph" w:customStyle="1" w:styleId="2E09CAB4F1D14D45A923D9B15160FFF21">
    <w:name w:val="2E09CAB4F1D14D45A923D9B15160FFF21"/>
    <w:rsid w:val="008C4B9A"/>
    <w:pPr>
      <w:spacing w:before="120" w:after="100" w:line="240" w:lineRule="auto"/>
    </w:pPr>
    <w:rPr>
      <w:rFonts w:eastAsiaTheme="minorHAnsi" w:cs="Times New Roman (Textkörper CS)"/>
      <w:color w:val="000000" w:themeColor="text1"/>
      <w:spacing w:val="4"/>
      <w:szCs w:val="24"/>
      <w:lang w:eastAsia="en-US"/>
    </w:rPr>
  </w:style>
  <w:style w:type="paragraph" w:customStyle="1" w:styleId="68D1EDA0DAA64933AB4A933998B23C351">
    <w:name w:val="68D1EDA0DAA64933AB4A933998B23C351"/>
    <w:rsid w:val="008C4B9A"/>
    <w:pPr>
      <w:spacing w:before="120" w:after="100" w:line="240" w:lineRule="auto"/>
    </w:pPr>
    <w:rPr>
      <w:rFonts w:eastAsiaTheme="minorHAnsi" w:cs="Times New Roman (Textkörper CS)"/>
      <w:color w:val="000000" w:themeColor="text1"/>
      <w:spacing w:val="4"/>
      <w:szCs w:val="24"/>
      <w:lang w:eastAsia="en-US"/>
    </w:rPr>
  </w:style>
  <w:style w:type="paragraph" w:customStyle="1" w:styleId="2B0C8FC987694F34B28540DEB57291051">
    <w:name w:val="2B0C8FC987694F34B28540DEB57291051"/>
    <w:rsid w:val="008C4B9A"/>
    <w:pPr>
      <w:spacing w:before="120" w:after="100" w:line="240" w:lineRule="auto"/>
    </w:pPr>
    <w:rPr>
      <w:rFonts w:eastAsiaTheme="minorHAnsi" w:cs="Times New Roman (Textkörper CS)"/>
      <w:color w:val="000000" w:themeColor="text1"/>
      <w:spacing w:val="4"/>
      <w:szCs w:val="24"/>
      <w:lang w:eastAsia="en-US"/>
    </w:rPr>
  </w:style>
  <w:style w:type="paragraph" w:customStyle="1" w:styleId="4509FEC457954488A557B150E706EE541">
    <w:name w:val="4509FEC457954488A557B150E706EE541"/>
    <w:rsid w:val="008C4B9A"/>
    <w:pPr>
      <w:spacing w:before="120" w:after="100" w:line="240" w:lineRule="auto"/>
    </w:pPr>
    <w:rPr>
      <w:rFonts w:eastAsiaTheme="minorHAnsi" w:cs="Times New Roman (Textkörper CS)"/>
      <w:color w:val="000000" w:themeColor="text1"/>
      <w:spacing w:val="4"/>
      <w:szCs w:val="24"/>
      <w:lang w:eastAsia="en-US"/>
    </w:rPr>
  </w:style>
  <w:style w:type="paragraph" w:customStyle="1" w:styleId="6FB080D6832C42D68F6951D99F30B47A1">
    <w:name w:val="6FB080D6832C42D68F6951D99F30B47A1"/>
    <w:rsid w:val="008C4B9A"/>
    <w:pPr>
      <w:spacing w:before="120" w:after="100" w:line="240" w:lineRule="auto"/>
    </w:pPr>
    <w:rPr>
      <w:rFonts w:eastAsiaTheme="minorHAnsi" w:cs="Times New Roman (Textkörper CS)"/>
      <w:color w:val="000000" w:themeColor="text1"/>
      <w:spacing w:val="4"/>
      <w:szCs w:val="24"/>
      <w:lang w:eastAsia="en-US"/>
    </w:rPr>
  </w:style>
  <w:style w:type="paragraph" w:customStyle="1" w:styleId="91BBA4C2F1024EE1A8B0CCFFF3CC3A5E1">
    <w:name w:val="91BBA4C2F1024EE1A8B0CCFFF3CC3A5E1"/>
    <w:rsid w:val="008C4B9A"/>
    <w:pPr>
      <w:spacing w:before="120" w:after="100" w:line="240" w:lineRule="auto"/>
    </w:pPr>
    <w:rPr>
      <w:rFonts w:eastAsiaTheme="minorHAnsi" w:cs="Times New Roman (Textkörper CS)"/>
      <w:color w:val="000000" w:themeColor="text1"/>
      <w:spacing w:val="4"/>
      <w:szCs w:val="24"/>
      <w:lang w:eastAsia="en-US"/>
    </w:rPr>
  </w:style>
  <w:style w:type="paragraph" w:customStyle="1" w:styleId="7F6018D2B8CE44F58DAEF5805607C54D1">
    <w:name w:val="7F6018D2B8CE44F58DAEF5805607C54D1"/>
    <w:rsid w:val="008C4B9A"/>
    <w:pPr>
      <w:spacing w:before="120" w:after="100" w:line="240" w:lineRule="auto"/>
    </w:pPr>
    <w:rPr>
      <w:rFonts w:eastAsiaTheme="minorHAnsi" w:cs="Times New Roman (Textkörper CS)"/>
      <w:color w:val="000000" w:themeColor="text1"/>
      <w:spacing w:val="4"/>
      <w:szCs w:val="24"/>
      <w:lang w:eastAsia="en-US"/>
    </w:rPr>
  </w:style>
  <w:style w:type="paragraph" w:customStyle="1" w:styleId="ACCA2F62745F4DA483F112FDAC5C1E2D1">
    <w:name w:val="ACCA2F62745F4DA483F112FDAC5C1E2D1"/>
    <w:rsid w:val="008C4B9A"/>
    <w:pPr>
      <w:spacing w:before="120" w:after="100" w:line="240" w:lineRule="auto"/>
    </w:pPr>
    <w:rPr>
      <w:rFonts w:eastAsiaTheme="minorHAnsi" w:cs="Times New Roman (Textkörper CS)"/>
      <w:color w:val="000000" w:themeColor="text1"/>
      <w:spacing w:val="4"/>
      <w:szCs w:val="24"/>
      <w:lang w:eastAsia="en-US"/>
    </w:rPr>
  </w:style>
  <w:style w:type="paragraph" w:customStyle="1" w:styleId="72DB1D21229C4C7C8D570843360AD51E1">
    <w:name w:val="72DB1D21229C4C7C8D570843360AD51E1"/>
    <w:rsid w:val="008C4B9A"/>
    <w:pPr>
      <w:spacing w:before="120" w:after="100" w:line="240" w:lineRule="auto"/>
    </w:pPr>
    <w:rPr>
      <w:rFonts w:eastAsiaTheme="minorHAnsi" w:cs="Times New Roman (Textkörper CS)"/>
      <w:color w:val="000000" w:themeColor="text1"/>
      <w:spacing w:val="4"/>
      <w:szCs w:val="24"/>
      <w:lang w:eastAsia="en-US"/>
    </w:rPr>
  </w:style>
  <w:style w:type="paragraph" w:customStyle="1" w:styleId="26DD5E64E0EC4F36A41016267EBCAC3C1">
    <w:name w:val="26DD5E64E0EC4F36A41016267EBCAC3C1"/>
    <w:rsid w:val="008C4B9A"/>
    <w:pPr>
      <w:spacing w:before="120" w:after="100" w:line="240" w:lineRule="auto"/>
    </w:pPr>
    <w:rPr>
      <w:rFonts w:eastAsiaTheme="minorHAnsi" w:cs="Times New Roman (Textkörper CS)"/>
      <w:color w:val="000000" w:themeColor="text1"/>
      <w:spacing w:val="4"/>
      <w:szCs w:val="24"/>
      <w:lang w:eastAsia="en-US"/>
    </w:rPr>
  </w:style>
  <w:style w:type="paragraph" w:customStyle="1" w:styleId="A5AC84B566B242EF8337D24DE922ECD21">
    <w:name w:val="A5AC84B566B242EF8337D24DE922ECD21"/>
    <w:rsid w:val="008C4B9A"/>
    <w:pPr>
      <w:spacing w:before="120" w:after="100" w:line="240" w:lineRule="auto"/>
    </w:pPr>
    <w:rPr>
      <w:rFonts w:eastAsiaTheme="minorHAnsi" w:cs="Times New Roman (Textkörper CS)"/>
      <w:color w:val="000000" w:themeColor="text1"/>
      <w:spacing w:val="4"/>
      <w:szCs w:val="24"/>
      <w:lang w:eastAsia="en-US"/>
    </w:rPr>
  </w:style>
  <w:style w:type="paragraph" w:customStyle="1" w:styleId="5161A342569B4FCDA084CDEB2DB9FA851">
    <w:name w:val="5161A342569B4FCDA084CDEB2DB9FA851"/>
    <w:rsid w:val="008C4B9A"/>
    <w:pPr>
      <w:spacing w:before="120" w:after="100" w:line="240" w:lineRule="auto"/>
    </w:pPr>
    <w:rPr>
      <w:rFonts w:eastAsiaTheme="minorHAnsi" w:cs="Times New Roman (Textkörper CS)"/>
      <w:color w:val="000000" w:themeColor="text1"/>
      <w:spacing w:val="4"/>
      <w:szCs w:val="24"/>
      <w:lang w:eastAsia="en-US"/>
    </w:rPr>
  </w:style>
  <w:style w:type="paragraph" w:customStyle="1" w:styleId="C4FEB157C0CB4D52BD7754EF1503C4381">
    <w:name w:val="C4FEB157C0CB4D52BD7754EF1503C4381"/>
    <w:rsid w:val="008C4B9A"/>
    <w:pPr>
      <w:spacing w:before="120" w:after="100" w:line="240" w:lineRule="auto"/>
    </w:pPr>
    <w:rPr>
      <w:rFonts w:eastAsiaTheme="minorHAnsi" w:cs="Times New Roman (Textkörper CS)"/>
      <w:color w:val="000000" w:themeColor="text1"/>
      <w:spacing w:val="4"/>
      <w:szCs w:val="24"/>
      <w:lang w:eastAsia="en-US"/>
    </w:rPr>
  </w:style>
  <w:style w:type="paragraph" w:customStyle="1" w:styleId="7B00E7D3C29B4268A3CF08DA333B99B31">
    <w:name w:val="7B00E7D3C29B4268A3CF08DA333B99B31"/>
    <w:rsid w:val="008C4B9A"/>
    <w:pPr>
      <w:spacing w:before="120" w:after="100" w:line="240" w:lineRule="auto"/>
    </w:pPr>
    <w:rPr>
      <w:rFonts w:eastAsiaTheme="minorHAnsi" w:cs="Times New Roman (Textkörper CS)"/>
      <w:color w:val="000000" w:themeColor="text1"/>
      <w:spacing w:val="4"/>
      <w:szCs w:val="24"/>
      <w:lang w:eastAsia="en-US"/>
    </w:rPr>
  </w:style>
  <w:style w:type="paragraph" w:customStyle="1" w:styleId="86440CC3A2C94367BC64EE44322CF63A1">
    <w:name w:val="86440CC3A2C94367BC64EE44322CF63A1"/>
    <w:rsid w:val="008C4B9A"/>
    <w:pPr>
      <w:spacing w:before="120" w:after="100" w:line="240" w:lineRule="auto"/>
    </w:pPr>
    <w:rPr>
      <w:rFonts w:eastAsiaTheme="minorHAnsi" w:cs="Times New Roman (Textkörper CS)"/>
      <w:color w:val="000000" w:themeColor="text1"/>
      <w:spacing w:val="4"/>
      <w:szCs w:val="24"/>
      <w:lang w:eastAsia="en-US"/>
    </w:rPr>
  </w:style>
  <w:style w:type="paragraph" w:customStyle="1" w:styleId="CDD0FB036552444EB172799F27B83DE41">
    <w:name w:val="CDD0FB036552444EB172799F27B83DE41"/>
    <w:rsid w:val="008C4B9A"/>
    <w:pPr>
      <w:spacing w:before="120" w:after="100" w:line="240" w:lineRule="auto"/>
    </w:pPr>
    <w:rPr>
      <w:rFonts w:eastAsiaTheme="minorHAnsi" w:cs="Times New Roman (Textkörper CS)"/>
      <w:color w:val="000000" w:themeColor="text1"/>
      <w:spacing w:val="4"/>
      <w:szCs w:val="24"/>
      <w:lang w:eastAsia="en-US"/>
    </w:rPr>
  </w:style>
  <w:style w:type="paragraph" w:customStyle="1" w:styleId="83C73B5A7BD04E0DA8E785C29D53A07D1">
    <w:name w:val="83C73B5A7BD04E0DA8E785C29D53A07D1"/>
    <w:rsid w:val="008C4B9A"/>
    <w:pPr>
      <w:spacing w:before="120" w:after="100" w:line="240" w:lineRule="auto"/>
    </w:pPr>
    <w:rPr>
      <w:rFonts w:eastAsiaTheme="minorHAnsi" w:cs="Times New Roman (Textkörper CS)"/>
      <w:color w:val="000000" w:themeColor="text1"/>
      <w:spacing w:val="4"/>
      <w:szCs w:val="24"/>
      <w:lang w:eastAsia="en-US"/>
    </w:rPr>
  </w:style>
  <w:style w:type="paragraph" w:customStyle="1" w:styleId="B5EA77918A714D44875C07232B9625D51">
    <w:name w:val="B5EA77918A714D44875C07232B9625D51"/>
    <w:rsid w:val="008C4B9A"/>
    <w:pPr>
      <w:spacing w:before="120" w:after="100" w:line="240" w:lineRule="auto"/>
    </w:pPr>
    <w:rPr>
      <w:rFonts w:eastAsiaTheme="minorHAnsi" w:cs="Times New Roman (Textkörper CS)"/>
      <w:color w:val="000000" w:themeColor="text1"/>
      <w:spacing w:val="4"/>
      <w:szCs w:val="24"/>
      <w:lang w:eastAsia="en-US"/>
    </w:rPr>
  </w:style>
  <w:style w:type="paragraph" w:customStyle="1" w:styleId="F43A83C15B55462481EAADA2534256EC">
    <w:name w:val="F43A83C15B55462481EAADA2534256EC"/>
    <w:rsid w:val="008C4B9A"/>
  </w:style>
  <w:style w:type="paragraph" w:customStyle="1" w:styleId="7BF2F870CA1541F2B458E7AF821C8A6B">
    <w:name w:val="7BF2F870CA1541F2B458E7AF821C8A6B"/>
    <w:rsid w:val="008C4B9A"/>
  </w:style>
  <w:style w:type="paragraph" w:customStyle="1" w:styleId="D17CFC1CAF33479FAF034A1B2BE859FD2">
    <w:name w:val="D17CFC1CAF33479FAF034A1B2BE859FD2"/>
    <w:rsid w:val="008C4B9A"/>
    <w:pPr>
      <w:spacing w:before="120" w:after="100" w:line="240" w:lineRule="auto"/>
    </w:pPr>
    <w:rPr>
      <w:rFonts w:eastAsiaTheme="minorHAnsi" w:cs="Times New Roman (Textkörper CS)"/>
      <w:color w:val="000000" w:themeColor="text1"/>
      <w:spacing w:val="4"/>
      <w:szCs w:val="24"/>
      <w:lang w:eastAsia="en-US"/>
    </w:rPr>
  </w:style>
  <w:style w:type="paragraph" w:customStyle="1" w:styleId="E2B8F8DB26364708BB7B98D45040EEB22">
    <w:name w:val="E2B8F8DB26364708BB7B98D45040EEB22"/>
    <w:rsid w:val="008C4B9A"/>
    <w:pPr>
      <w:spacing w:before="120" w:after="100" w:line="240" w:lineRule="auto"/>
    </w:pPr>
    <w:rPr>
      <w:rFonts w:eastAsiaTheme="minorHAnsi" w:cs="Times New Roman (Textkörper CS)"/>
      <w:color w:val="000000" w:themeColor="text1"/>
      <w:spacing w:val="4"/>
      <w:szCs w:val="24"/>
      <w:lang w:eastAsia="en-US"/>
    </w:rPr>
  </w:style>
  <w:style w:type="paragraph" w:customStyle="1" w:styleId="2E09CAB4F1D14D45A923D9B15160FFF22">
    <w:name w:val="2E09CAB4F1D14D45A923D9B15160FFF22"/>
    <w:rsid w:val="008C4B9A"/>
    <w:pPr>
      <w:spacing w:before="120" w:after="100" w:line="240" w:lineRule="auto"/>
    </w:pPr>
    <w:rPr>
      <w:rFonts w:eastAsiaTheme="minorHAnsi" w:cs="Times New Roman (Textkörper CS)"/>
      <w:color w:val="000000" w:themeColor="text1"/>
      <w:spacing w:val="4"/>
      <w:szCs w:val="24"/>
      <w:lang w:eastAsia="en-US"/>
    </w:rPr>
  </w:style>
  <w:style w:type="paragraph" w:customStyle="1" w:styleId="68D1EDA0DAA64933AB4A933998B23C352">
    <w:name w:val="68D1EDA0DAA64933AB4A933998B23C352"/>
    <w:rsid w:val="008C4B9A"/>
    <w:pPr>
      <w:spacing w:before="120" w:after="100" w:line="240" w:lineRule="auto"/>
    </w:pPr>
    <w:rPr>
      <w:rFonts w:eastAsiaTheme="minorHAnsi" w:cs="Times New Roman (Textkörper CS)"/>
      <w:color w:val="000000" w:themeColor="text1"/>
      <w:spacing w:val="4"/>
      <w:szCs w:val="24"/>
      <w:lang w:eastAsia="en-US"/>
    </w:rPr>
  </w:style>
  <w:style w:type="paragraph" w:customStyle="1" w:styleId="2B0C8FC987694F34B28540DEB57291052">
    <w:name w:val="2B0C8FC987694F34B28540DEB57291052"/>
    <w:rsid w:val="008C4B9A"/>
    <w:pPr>
      <w:spacing w:before="120" w:after="100" w:line="240" w:lineRule="auto"/>
    </w:pPr>
    <w:rPr>
      <w:rFonts w:eastAsiaTheme="minorHAnsi" w:cs="Times New Roman (Textkörper CS)"/>
      <w:color w:val="000000" w:themeColor="text1"/>
      <w:spacing w:val="4"/>
      <w:szCs w:val="24"/>
      <w:lang w:eastAsia="en-US"/>
    </w:rPr>
  </w:style>
  <w:style w:type="paragraph" w:customStyle="1" w:styleId="4509FEC457954488A557B150E706EE542">
    <w:name w:val="4509FEC457954488A557B150E706EE542"/>
    <w:rsid w:val="008C4B9A"/>
    <w:pPr>
      <w:spacing w:before="120" w:after="100" w:line="240" w:lineRule="auto"/>
    </w:pPr>
    <w:rPr>
      <w:rFonts w:eastAsiaTheme="minorHAnsi" w:cs="Times New Roman (Textkörper CS)"/>
      <w:color w:val="000000" w:themeColor="text1"/>
      <w:spacing w:val="4"/>
      <w:szCs w:val="24"/>
      <w:lang w:eastAsia="en-US"/>
    </w:rPr>
  </w:style>
  <w:style w:type="paragraph" w:customStyle="1" w:styleId="6FB080D6832C42D68F6951D99F30B47A2">
    <w:name w:val="6FB080D6832C42D68F6951D99F30B47A2"/>
    <w:rsid w:val="008C4B9A"/>
    <w:pPr>
      <w:spacing w:before="120" w:after="100" w:line="240" w:lineRule="auto"/>
    </w:pPr>
    <w:rPr>
      <w:rFonts w:eastAsiaTheme="minorHAnsi" w:cs="Times New Roman (Textkörper CS)"/>
      <w:color w:val="000000" w:themeColor="text1"/>
      <w:spacing w:val="4"/>
      <w:szCs w:val="24"/>
      <w:lang w:eastAsia="en-US"/>
    </w:rPr>
  </w:style>
  <w:style w:type="paragraph" w:customStyle="1" w:styleId="91BBA4C2F1024EE1A8B0CCFFF3CC3A5E2">
    <w:name w:val="91BBA4C2F1024EE1A8B0CCFFF3CC3A5E2"/>
    <w:rsid w:val="008C4B9A"/>
    <w:pPr>
      <w:spacing w:before="120" w:after="100" w:line="240" w:lineRule="auto"/>
    </w:pPr>
    <w:rPr>
      <w:rFonts w:eastAsiaTheme="minorHAnsi" w:cs="Times New Roman (Textkörper CS)"/>
      <w:color w:val="000000" w:themeColor="text1"/>
      <w:spacing w:val="4"/>
      <w:szCs w:val="24"/>
      <w:lang w:eastAsia="en-US"/>
    </w:rPr>
  </w:style>
  <w:style w:type="paragraph" w:customStyle="1" w:styleId="7F6018D2B8CE44F58DAEF5805607C54D2">
    <w:name w:val="7F6018D2B8CE44F58DAEF5805607C54D2"/>
    <w:rsid w:val="008C4B9A"/>
    <w:pPr>
      <w:spacing w:before="120" w:after="100" w:line="240" w:lineRule="auto"/>
    </w:pPr>
    <w:rPr>
      <w:rFonts w:eastAsiaTheme="minorHAnsi" w:cs="Times New Roman (Textkörper CS)"/>
      <w:color w:val="000000" w:themeColor="text1"/>
      <w:spacing w:val="4"/>
      <w:szCs w:val="24"/>
      <w:lang w:eastAsia="en-US"/>
    </w:rPr>
  </w:style>
  <w:style w:type="paragraph" w:customStyle="1" w:styleId="ACCA2F62745F4DA483F112FDAC5C1E2D2">
    <w:name w:val="ACCA2F62745F4DA483F112FDAC5C1E2D2"/>
    <w:rsid w:val="008C4B9A"/>
    <w:pPr>
      <w:spacing w:before="120" w:after="100" w:line="240" w:lineRule="auto"/>
    </w:pPr>
    <w:rPr>
      <w:rFonts w:eastAsiaTheme="minorHAnsi" w:cs="Times New Roman (Textkörper CS)"/>
      <w:color w:val="000000" w:themeColor="text1"/>
      <w:spacing w:val="4"/>
      <w:szCs w:val="24"/>
      <w:lang w:eastAsia="en-US"/>
    </w:rPr>
  </w:style>
  <w:style w:type="paragraph" w:customStyle="1" w:styleId="72DB1D21229C4C7C8D570843360AD51E2">
    <w:name w:val="72DB1D21229C4C7C8D570843360AD51E2"/>
    <w:rsid w:val="008C4B9A"/>
    <w:pPr>
      <w:spacing w:before="120" w:after="100" w:line="240" w:lineRule="auto"/>
    </w:pPr>
    <w:rPr>
      <w:rFonts w:eastAsiaTheme="minorHAnsi" w:cs="Times New Roman (Textkörper CS)"/>
      <w:color w:val="000000" w:themeColor="text1"/>
      <w:spacing w:val="4"/>
      <w:szCs w:val="24"/>
      <w:lang w:eastAsia="en-US"/>
    </w:rPr>
  </w:style>
  <w:style w:type="paragraph" w:customStyle="1" w:styleId="26DD5E64E0EC4F36A41016267EBCAC3C2">
    <w:name w:val="26DD5E64E0EC4F36A41016267EBCAC3C2"/>
    <w:rsid w:val="008C4B9A"/>
    <w:pPr>
      <w:spacing w:before="120" w:after="100" w:line="240" w:lineRule="auto"/>
    </w:pPr>
    <w:rPr>
      <w:rFonts w:eastAsiaTheme="minorHAnsi" w:cs="Times New Roman (Textkörper CS)"/>
      <w:color w:val="000000" w:themeColor="text1"/>
      <w:spacing w:val="4"/>
      <w:szCs w:val="24"/>
      <w:lang w:eastAsia="en-US"/>
    </w:rPr>
  </w:style>
  <w:style w:type="paragraph" w:customStyle="1" w:styleId="A5AC84B566B242EF8337D24DE922ECD22">
    <w:name w:val="A5AC84B566B242EF8337D24DE922ECD22"/>
    <w:rsid w:val="008C4B9A"/>
    <w:pPr>
      <w:spacing w:before="120" w:after="100" w:line="240" w:lineRule="auto"/>
    </w:pPr>
    <w:rPr>
      <w:rFonts w:eastAsiaTheme="minorHAnsi" w:cs="Times New Roman (Textkörper CS)"/>
      <w:color w:val="000000" w:themeColor="text1"/>
      <w:spacing w:val="4"/>
      <w:szCs w:val="24"/>
      <w:lang w:eastAsia="en-US"/>
    </w:rPr>
  </w:style>
  <w:style w:type="paragraph" w:customStyle="1" w:styleId="5161A342569B4FCDA084CDEB2DB9FA852">
    <w:name w:val="5161A342569B4FCDA084CDEB2DB9FA852"/>
    <w:rsid w:val="008C4B9A"/>
    <w:pPr>
      <w:spacing w:before="120" w:after="100" w:line="240" w:lineRule="auto"/>
    </w:pPr>
    <w:rPr>
      <w:rFonts w:eastAsiaTheme="minorHAnsi" w:cs="Times New Roman (Textkörper CS)"/>
      <w:color w:val="000000" w:themeColor="text1"/>
      <w:spacing w:val="4"/>
      <w:szCs w:val="24"/>
      <w:lang w:eastAsia="en-US"/>
    </w:rPr>
  </w:style>
  <w:style w:type="paragraph" w:customStyle="1" w:styleId="F43A83C15B55462481EAADA2534256EC1">
    <w:name w:val="F43A83C15B55462481EAADA2534256EC1"/>
    <w:rsid w:val="008C4B9A"/>
    <w:pPr>
      <w:spacing w:before="120" w:after="100" w:line="240" w:lineRule="auto"/>
    </w:pPr>
    <w:rPr>
      <w:rFonts w:eastAsiaTheme="minorHAnsi" w:cs="Times New Roman (Textkörper CS)"/>
      <w:color w:val="000000" w:themeColor="text1"/>
      <w:spacing w:val="4"/>
      <w:szCs w:val="24"/>
      <w:lang w:eastAsia="en-US"/>
    </w:rPr>
  </w:style>
  <w:style w:type="paragraph" w:customStyle="1" w:styleId="7BF2F870CA1541F2B458E7AF821C8A6B1">
    <w:name w:val="7BF2F870CA1541F2B458E7AF821C8A6B1"/>
    <w:rsid w:val="008C4B9A"/>
    <w:pPr>
      <w:spacing w:before="120" w:after="100" w:line="240" w:lineRule="auto"/>
    </w:pPr>
    <w:rPr>
      <w:rFonts w:eastAsiaTheme="minorHAnsi" w:cs="Times New Roman (Textkörper CS)"/>
      <w:color w:val="000000" w:themeColor="text1"/>
      <w:spacing w:val="4"/>
      <w:szCs w:val="24"/>
      <w:lang w:eastAsia="en-US"/>
    </w:rPr>
  </w:style>
  <w:style w:type="paragraph" w:customStyle="1" w:styleId="C4FEB157C0CB4D52BD7754EF1503C4382">
    <w:name w:val="C4FEB157C0CB4D52BD7754EF1503C4382"/>
    <w:rsid w:val="008C4B9A"/>
    <w:pPr>
      <w:spacing w:before="120" w:after="100" w:line="240" w:lineRule="auto"/>
    </w:pPr>
    <w:rPr>
      <w:rFonts w:eastAsiaTheme="minorHAnsi" w:cs="Times New Roman (Textkörper CS)"/>
      <w:color w:val="000000" w:themeColor="text1"/>
      <w:spacing w:val="4"/>
      <w:szCs w:val="24"/>
      <w:lang w:eastAsia="en-US"/>
    </w:rPr>
  </w:style>
  <w:style w:type="paragraph" w:customStyle="1" w:styleId="7B00E7D3C29B4268A3CF08DA333B99B32">
    <w:name w:val="7B00E7D3C29B4268A3CF08DA333B99B32"/>
    <w:rsid w:val="008C4B9A"/>
    <w:pPr>
      <w:spacing w:before="120" w:after="100" w:line="240" w:lineRule="auto"/>
    </w:pPr>
    <w:rPr>
      <w:rFonts w:eastAsiaTheme="minorHAnsi" w:cs="Times New Roman (Textkörper CS)"/>
      <w:color w:val="000000" w:themeColor="text1"/>
      <w:spacing w:val="4"/>
      <w:szCs w:val="24"/>
      <w:lang w:eastAsia="en-US"/>
    </w:rPr>
  </w:style>
  <w:style w:type="paragraph" w:customStyle="1" w:styleId="86440CC3A2C94367BC64EE44322CF63A2">
    <w:name w:val="86440CC3A2C94367BC64EE44322CF63A2"/>
    <w:rsid w:val="008C4B9A"/>
    <w:pPr>
      <w:spacing w:before="120" w:after="100" w:line="240" w:lineRule="auto"/>
    </w:pPr>
    <w:rPr>
      <w:rFonts w:eastAsiaTheme="minorHAnsi" w:cs="Times New Roman (Textkörper CS)"/>
      <w:color w:val="000000" w:themeColor="text1"/>
      <w:spacing w:val="4"/>
      <w:szCs w:val="24"/>
      <w:lang w:eastAsia="en-US"/>
    </w:rPr>
  </w:style>
  <w:style w:type="paragraph" w:customStyle="1" w:styleId="CDD0FB036552444EB172799F27B83DE42">
    <w:name w:val="CDD0FB036552444EB172799F27B83DE42"/>
    <w:rsid w:val="008C4B9A"/>
    <w:pPr>
      <w:spacing w:before="120" w:after="100" w:line="240" w:lineRule="auto"/>
    </w:pPr>
    <w:rPr>
      <w:rFonts w:eastAsiaTheme="minorHAnsi" w:cs="Times New Roman (Textkörper CS)"/>
      <w:color w:val="000000" w:themeColor="text1"/>
      <w:spacing w:val="4"/>
      <w:szCs w:val="24"/>
      <w:lang w:eastAsia="en-US"/>
    </w:rPr>
  </w:style>
  <w:style w:type="paragraph" w:customStyle="1" w:styleId="83C73B5A7BD04E0DA8E785C29D53A07D2">
    <w:name w:val="83C73B5A7BD04E0DA8E785C29D53A07D2"/>
    <w:rsid w:val="008C4B9A"/>
    <w:pPr>
      <w:spacing w:before="120" w:after="100" w:line="240" w:lineRule="auto"/>
    </w:pPr>
    <w:rPr>
      <w:rFonts w:eastAsiaTheme="minorHAnsi" w:cs="Times New Roman (Textkörper CS)"/>
      <w:color w:val="000000" w:themeColor="text1"/>
      <w:spacing w:val="4"/>
      <w:szCs w:val="24"/>
      <w:lang w:eastAsia="en-US"/>
    </w:rPr>
  </w:style>
  <w:style w:type="paragraph" w:customStyle="1" w:styleId="B5EA77918A714D44875C07232B9625D52">
    <w:name w:val="B5EA77918A714D44875C07232B9625D52"/>
    <w:rsid w:val="008C4B9A"/>
    <w:pPr>
      <w:spacing w:before="120" w:after="100" w:line="240" w:lineRule="auto"/>
    </w:pPr>
    <w:rPr>
      <w:rFonts w:eastAsiaTheme="minorHAnsi" w:cs="Times New Roman (Textkörper CS)"/>
      <w:color w:val="000000" w:themeColor="text1"/>
      <w:spacing w:val="4"/>
      <w:szCs w:val="24"/>
      <w:lang w:eastAsia="en-US"/>
    </w:rPr>
  </w:style>
  <w:style w:type="paragraph" w:customStyle="1" w:styleId="E78ED6A39AE74A7499D6C472AE5A5C62">
    <w:name w:val="E78ED6A39AE74A7499D6C472AE5A5C62"/>
    <w:rsid w:val="008C4B9A"/>
  </w:style>
  <w:style w:type="paragraph" w:customStyle="1" w:styleId="BE86BB1CCA0A4B2EBF279F11E0B7FE7F">
    <w:name w:val="BE86BB1CCA0A4B2EBF279F11E0B7FE7F"/>
    <w:rsid w:val="00D745F2"/>
  </w:style>
  <w:style w:type="paragraph" w:customStyle="1" w:styleId="468E947693CA4DEBB28F94069948DD8A">
    <w:name w:val="468E947693CA4DEBB28F94069948DD8A"/>
    <w:rsid w:val="000B319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">
  <a:themeElements>
    <a:clrScheme name="FFG_Farbpalett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E3032E"/>
      </a:accent1>
      <a:accent2>
        <a:srgbClr val="458CC3"/>
      </a:accent2>
      <a:accent3>
        <a:srgbClr val="3BA88E"/>
      </a:accent3>
      <a:accent4>
        <a:srgbClr val="A1819B"/>
      </a:accent4>
      <a:accent5>
        <a:srgbClr val="F28B4E"/>
      </a:accent5>
      <a:accent6>
        <a:srgbClr val="F7D355"/>
      </a:accent6>
      <a:hlink>
        <a:srgbClr val="E3032E"/>
      </a:hlink>
      <a:folHlink>
        <a:srgbClr val="000000"/>
      </a:folHlink>
    </a:clrScheme>
    <a:fontScheme name="FFG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>
  <b:Source>
    <b:Tag>Aut18</b:Tag>
    <b:SourceType>Book</b:SourceType>
    <b:Guid>{EAAACC7E-5E6D-EB47-8813-0EA1AB751C11}</b:Guid>
    <b:Author>
      <b:Author>
        <b:NameList>
          <b:Person>
            <b:Last>Autor</b:Last>
          </b:Person>
        </b:NameList>
      </b:Author>
    </b:Author>
    <b:Title>Titel des Buches</b:Title>
    <b:City>Wien</b:City>
    <b:Publisher>Verlag </b:Publisher>
    <b:Year>2018</b:Year>
    <b:RefOrder>1</b:RefOrder>
  </b:Source>
  <b:Source>
    <b:Tag>Aut181</b:Tag>
    <b:SourceType>InternetSite</b:SourceType>
    <b:Guid>{B0D53398-D6A6-9D4D-9EC1-FD3C5BBB208D}</b:Guid>
    <b:Title>Name der Website</b:Title>
    <b:Year>2018</b:Year>
    <b:Author>
      <b:Author>
        <b:NameList>
          <b:Person>
            <b:Last>Autor</b:Last>
          </b:Person>
        </b:NameList>
      </b:Author>
    </b:Author>
    <b:URL>www.ffg.at</b:URL>
    <b:Month>03</b:Month>
    <b:Day>01</b:Day>
    <b:RefOrder>2</b:RefOrder>
  </b:Source>
  <b:Source>
    <b:Tag>Platzhalter1</b:Tag>
    <b:SourceType>JournalArticle</b:SourceType>
    <b:Guid>{00854D05-3370-4A9D-B85B-0EE45BD81CF3}</b:Guid>
    <b:Title>Titel</b:Title>
    <b:Year>2018</b:Year>
    <b:Pages>12-14</b:Pages>
    <b:Author>
      <b:Author>
        <b:NameList>
          <b:Person>
            <b:Last>Autor</b:Last>
          </b:Person>
        </b:NameList>
      </b:Author>
    </b:Author>
    <b:JournalName>Zeitung</b:JournalName>
    <b:RefOrder>3</b:RefOrder>
  </b:Source>
  <b:Source>
    <b:Tag>Fri18</b:Tag>
    <b:SourceType>ConferenceProceedings</b:SourceType>
    <b:Guid>{B9E98A50-1D2C-4F47-B54B-39F6AB5F27A0}</b:Guid>
    <b:Title>Informationen zum Ersztellen von Verzeichnissen</b:Title>
    <b:Year>2018</b:Year>
    <b:Pages>18-19</b:Pages>
    <b:Author>
      <b:Author>
        <b:NameList>
          <b:Person>
            <b:Last>Ferdinand</b:Last>
            <b:First>Fritz</b:First>
            <b:Middle>Franz</b:Middle>
          </b:Person>
        </b:NameList>
      </b:Author>
    </b:Author>
    <b:ConferenceName>Adventure Works Konferenz</b:ConferenceName>
    <b:City>Wien</b:City>
    <b:Publisher>FFG</b:Publisher>
    <b:RefOrder>4</b:RefOrder>
  </b:Source>
</b:Sources>
</file>

<file path=customXml/itemProps1.xml><?xml version="1.0" encoding="utf-8"?>
<ds:datastoreItem xmlns:ds="http://schemas.openxmlformats.org/officeDocument/2006/customXml" ds:itemID="{286BA4EC-6C37-4ACD-8370-6A4BF13C21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Bericht_MitDeckblatt_032018_extern.dotx</Template>
  <TotalTime>0</TotalTime>
  <Pages>5</Pages>
  <Words>976</Words>
  <Characters>6156</Characters>
  <Application>Microsoft Office Word</Application>
  <DocSecurity>0</DocSecurity>
  <Lines>51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Bericht COMET-Module</vt:lpstr>
    </vt:vector>
  </TitlesOfParts>
  <Company/>
  <LinksUpToDate>false</LinksUpToDate>
  <CharactersWithSpaces>7118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Bericht COMET-Module</dc:title>
  <dc:subject/>
  <dc:creator>FFG</dc:creator>
  <cp:keywords/>
  <dc:description/>
  <cp:lastModifiedBy>Barbara Kunz</cp:lastModifiedBy>
  <cp:revision>22</cp:revision>
  <cp:lastPrinted>2019-07-26T08:22:00Z</cp:lastPrinted>
  <dcterms:created xsi:type="dcterms:W3CDTF">2024-02-08T14:07:00Z</dcterms:created>
  <dcterms:modified xsi:type="dcterms:W3CDTF">2024-09-26T13:31:00Z</dcterms:modified>
</cp:coreProperties>
</file>